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8BAD6" w14:textId="77777777" w:rsidR="004C11A0" w:rsidRPr="00491849" w:rsidRDefault="004C11A0" w:rsidP="004C11A0">
      <w:pPr>
        <w:jc w:val="right"/>
      </w:pPr>
      <w:r>
        <w:t>Mira Wegner</w:t>
      </w:r>
    </w:p>
    <w:p w14:paraId="08949F61" w14:textId="77777777" w:rsidR="004C11A0" w:rsidRPr="00491849" w:rsidRDefault="004C11A0" w:rsidP="004C11A0">
      <w:pPr>
        <w:jc w:val="right"/>
      </w:pPr>
      <w:r>
        <w:t>Am Eichwäldchen 2</w:t>
      </w:r>
    </w:p>
    <w:p w14:paraId="48B2F4A0" w14:textId="77777777" w:rsidR="004C11A0" w:rsidRPr="00491849" w:rsidRDefault="004C11A0" w:rsidP="004C11A0">
      <w:pPr>
        <w:jc w:val="right"/>
      </w:pPr>
      <w:r w:rsidRPr="001B3175">
        <w:t>76229</w:t>
      </w:r>
      <w:r>
        <w:t xml:space="preserve"> Karlsruhe</w:t>
      </w:r>
    </w:p>
    <w:p w14:paraId="145F744C" w14:textId="77777777" w:rsidR="004C11A0" w:rsidRPr="00491849" w:rsidRDefault="004C11A0" w:rsidP="004C11A0">
      <w:pPr>
        <w:jc w:val="right"/>
      </w:pPr>
      <w:r w:rsidRPr="00491849">
        <w:t xml:space="preserve">Tel.: </w:t>
      </w:r>
      <w:r w:rsidRPr="001B3175">
        <w:t>0721</w:t>
      </w:r>
      <w:r w:rsidRPr="00491849">
        <w:t xml:space="preserve"> 123456789</w:t>
      </w:r>
    </w:p>
    <w:p w14:paraId="2CFD36BE" w14:textId="77777777" w:rsidR="004C11A0" w:rsidRPr="00491849" w:rsidRDefault="004C11A0" w:rsidP="004C11A0">
      <w:pPr>
        <w:jc w:val="right"/>
      </w:pPr>
      <w:r w:rsidRPr="00491849">
        <w:t xml:space="preserve">E-Mail: </w:t>
      </w:r>
      <w:r>
        <w:t>mwegner</w:t>
      </w:r>
      <w:r w:rsidRPr="00491849">
        <w:t>@</w:t>
      </w:r>
      <w:r>
        <w:t>bspweb</w:t>
      </w:r>
      <w:r w:rsidRPr="00491849">
        <w:t>.de</w:t>
      </w:r>
    </w:p>
    <w:p w14:paraId="0929D42B" w14:textId="77777777" w:rsidR="007C371D" w:rsidRDefault="007C371D" w:rsidP="00FF08FA"/>
    <w:p w14:paraId="24BD317E" w14:textId="77777777" w:rsidR="008C145D" w:rsidRDefault="008C145D" w:rsidP="00FF08FA"/>
    <w:p w14:paraId="09206746" w14:textId="77777777" w:rsidR="004C11A0" w:rsidRPr="00491849" w:rsidRDefault="004C11A0" w:rsidP="004C11A0">
      <w:proofErr w:type="spellStart"/>
      <w:r>
        <w:t>Signata</w:t>
      </w:r>
      <w:proofErr w:type="spellEnd"/>
      <w:r>
        <w:t xml:space="preserve"> pro AG</w:t>
      </w:r>
    </w:p>
    <w:p w14:paraId="3B269A42" w14:textId="77777777" w:rsidR="004C11A0" w:rsidRPr="00491849" w:rsidRDefault="004C11A0" w:rsidP="004C11A0">
      <w:r>
        <w:t>Jennifer Jahn</w:t>
      </w:r>
    </w:p>
    <w:p w14:paraId="52F8A7CC" w14:textId="77777777" w:rsidR="004C11A0" w:rsidRPr="00491849" w:rsidRDefault="004C11A0" w:rsidP="004C11A0">
      <w:r w:rsidRPr="00491849">
        <w:t>Personalabteilung</w:t>
      </w:r>
    </w:p>
    <w:p w14:paraId="284A2470" w14:textId="77777777" w:rsidR="004C11A0" w:rsidRPr="00491849" w:rsidRDefault="004C11A0" w:rsidP="004C11A0">
      <w:r>
        <w:t>Schwarzwaldstraße 98</w:t>
      </w:r>
    </w:p>
    <w:p w14:paraId="3F64A2AC" w14:textId="77777777" w:rsidR="004C11A0" w:rsidRPr="00491849" w:rsidRDefault="004C11A0" w:rsidP="004C11A0">
      <w:r w:rsidRPr="001B3175">
        <w:t>79098</w:t>
      </w:r>
      <w:r>
        <w:t xml:space="preserve"> Freiburg im Breisgau</w:t>
      </w:r>
    </w:p>
    <w:p w14:paraId="12C16CFD" w14:textId="77777777" w:rsidR="007C371D" w:rsidRPr="007C371D" w:rsidRDefault="007C371D" w:rsidP="007C371D"/>
    <w:p w14:paraId="217EEAD9" w14:textId="77777777" w:rsidR="007C371D" w:rsidRPr="007C371D" w:rsidRDefault="007C371D" w:rsidP="007C371D"/>
    <w:p w14:paraId="1D043E82" w14:textId="77777777" w:rsidR="007C371D" w:rsidRPr="007C371D" w:rsidRDefault="004C11A0" w:rsidP="007C371D">
      <w:pPr>
        <w:jc w:val="right"/>
      </w:pPr>
      <w:r>
        <w:t>1</w:t>
      </w:r>
      <w:r w:rsidR="00FF08FA">
        <w:t>.1</w:t>
      </w:r>
      <w:r w:rsidR="007C371D" w:rsidRPr="007C371D">
        <w:t>1.201</w:t>
      </w:r>
      <w:r w:rsidR="007C371D">
        <w:t>6</w:t>
      </w:r>
    </w:p>
    <w:p w14:paraId="46DEB321" w14:textId="77777777" w:rsidR="007C371D" w:rsidRPr="007C371D" w:rsidRDefault="007C371D" w:rsidP="007C371D"/>
    <w:p w14:paraId="688AD1C7" w14:textId="77777777" w:rsidR="007C371D" w:rsidRPr="007C371D" w:rsidRDefault="007C371D" w:rsidP="007C371D"/>
    <w:p w14:paraId="309EA280" w14:textId="77777777" w:rsidR="004C11A0" w:rsidRPr="004C11A0" w:rsidRDefault="004C11A0" w:rsidP="004C11A0">
      <w:pPr>
        <w:rPr>
          <w:b/>
        </w:rPr>
      </w:pPr>
      <w:r w:rsidRPr="004C11A0">
        <w:rPr>
          <w:b/>
        </w:rPr>
        <w:t>Bitte um ein Arbeitszeugnis</w:t>
      </w:r>
    </w:p>
    <w:p w14:paraId="50CCCEDB" w14:textId="77777777" w:rsidR="007C371D" w:rsidRPr="007C371D" w:rsidRDefault="007C371D" w:rsidP="007C371D"/>
    <w:p w14:paraId="5C2896E7" w14:textId="77777777" w:rsidR="007C371D" w:rsidRPr="007C371D" w:rsidRDefault="007C371D" w:rsidP="007C371D"/>
    <w:p w14:paraId="1C31F29D" w14:textId="77777777" w:rsidR="004C11A0" w:rsidRPr="00491849" w:rsidRDefault="004C11A0" w:rsidP="004C11A0">
      <w:r w:rsidRPr="00491849">
        <w:t xml:space="preserve">Sehr geehrte Frau </w:t>
      </w:r>
      <w:r>
        <w:t>Jahn</w:t>
      </w:r>
      <w:r w:rsidRPr="00491849">
        <w:t>,</w:t>
      </w:r>
    </w:p>
    <w:p w14:paraId="43352A95" w14:textId="77777777" w:rsidR="004C11A0" w:rsidRPr="007C371D" w:rsidRDefault="004C11A0" w:rsidP="004C11A0">
      <w:pPr>
        <w:rPr>
          <w:sz w:val="14"/>
          <w:szCs w:val="14"/>
        </w:rPr>
      </w:pPr>
    </w:p>
    <w:p w14:paraId="69AF5CC9" w14:textId="77777777" w:rsidR="004C11A0" w:rsidRDefault="004C11A0" w:rsidP="004C11A0">
      <w:r w:rsidRPr="001B3175">
        <w:t>am ... endete mein Arbeitsverhältnis in Ihrem Hause. Bereits am ... ha</w:t>
      </w:r>
      <w:r>
        <w:t>b</w:t>
      </w:r>
      <w:r w:rsidRPr="001B3175">
        <w:t>e ich Sie</w:t>
      </w:r>
      <w:r>
        <w:t xml:space="preserve"> </w:t>
      </w:r>
      <w:r w:rsidRPr="001B3175">
        <w:t>aufgefordert, mi</w:t>
      </w:r>
      <w:r>
        <w:t>r an meinem letzten Arbeitstag, dem ...</w:t>
      </w:r>
      <w:r w:rsidRPr="001B3175">
        <w:t xml:space="preserve"> mein qualifiziertes Arbeitszeugnis</w:t>
      </w:r>
      <w:r>
        <w:t xml:space="preserve"> </w:t>
      </w:r>
      <w:r w:rsidRPr="001B3175">
        <w:t>zu übergeben. Dem sind Sie nicht nachgekommen. Leider haben Sie sich</w:t>
      </w:r>
      <w:r>
        <w:t xml:space="preserve"> </w:t>
      </w:r>
      <w:r w:rsidRPr="001B3175">
        <w:t>auch nicht an die Verabredung gehalten, mir das Zeugnis bis zum ... per Post zuzusenden.</w:t>
      </w:r>
    </w:p>
    <w:p w14:paraId="07876FE0" w14:textId="77777777" w:rsidR="004C11A0" w:rsidRPr="007C371D" w:rsidRDefault="004C11A0" w:rsidP="004C11A0">
      <w:pPr>
        <w:rPr>
          <w:sz w:val="14"/>
          <w:szCs w:val="14"/>
        </w:rPr>
      </w:pPr>
    </w:p>
    <w:p w14:paraId="71DBAA95" w14:textId="77777777" w:rsidR="004C11A0" w:rsidRDefault="004C11A0" w:rsidP="004C11A0">
      <w:r w:rsidRPr="001B3175">
        <w:t>Deshalb habe ich Sie erneut am ... in Ihrer Firma aufgesucht und mein</w:t>
      </w:r>
      <w:r>
        <w:t xml:space="preserve"> </w:t>
      </w:r>
      <w:r w:rsidRPr="001B3175">
        <w:t>Zeugnis herausverlangt. Leider erfolglos.</w:t>
      </w:r>
    </w:p>
    <w:p w14:paraId="132BF78A" w14:textId="77777777" w:rsidR="004C11A0" w:rsidRPr="007C371D" w:rsidRDefault="004C11A0" w:rsidP="004C11A0">
      <w:pPr>
        <w:rPr>
          <w:sz w:val="14"/>
          <w:szCs w:val="14"/>
        </w:rPr>
      </w:pPr>
    </w:p>
    <w:p w14:paraId="18C421B5" w14:textId="77777777" w:rsidR="004C11A0" w:rsidRPr="001B3175" w:rsidRDefault="004C11A0" w:rsidP="004C11A0">
      <w:r w:rsidRPr="001B3175">
        <w:t xml:space="preserve">Ich fordere Sie hiermit letztmalig auf, mir bis spätestens ... </w:t>
      </w:r>
      <w:r w:rsidRPr="00396865">
        <w:rPr>
          <w:i/>
        </w:rPr>
        <w:t>(Frist circa 1</w:t>
      </w:r>
      <w:r w:rsidR="00AA540C">
        <w:rPr>
          <w:i/>
        </w:rPr>
        <w:t>4</w:t>
      </w:r>
      <w:r w:rsidRPr="00396865">
        <w:rPr>
          <w:i/>
        </w:rPr>
        <w:t xml:space="preserve"> Tage)</w:t>
      </w:r>
      <w:r>
        <w:t xml:space="preserve"> </w:t>
      </w:r>
      <w:r w:rsidRPr="001B3175">
        <w:t>mein Zeugnis auszustellen, das ich am ... in Ihrer Firma abholen werde. Sollten</w:t>
      </w:r>
      <w:r>
        <w:t xml:space="preserve"> </w:t>
      </w:r>
      <w:r w:rsidRPr="001B3175">
        <w:t xml:space="preserve">Sie diese Frist abermals </w:t>
      </w:r>
      <w:r w:rsidR="00AA540C">
        <w:br/>
      </w:r>
      <w:r w:rsidRPr="001B3175">
        <w:t>verstreichen lassen, werde ich ohne weitere Ankündigung</w:t>
      </w:r>
      <w:r>
        <w:t xml:space="preserve"> </w:t>
      </w:r>
      <w:r w:rsidRPr="001B3175">
        <w:t>gerichtliche Schritte einleiten und klageweise meinen Anspruch auf Erteilung eines</w:t>
      </w:r>
      <w:r>
        <w:t xml:space="preserve"> </w:t>
      </w:r>
      <w:r w:rsidRPr="001B3175">
        <w:t xml:space="preserve">qualifizierten Arbeitszeugnisses geltend </w:t>
      </w:r>
      <w:r w:rsidR="00AA540C">
        <w:br/>
      </w:r>
      <w:r w:rsidRPr="001B3175">
        <w:t>machen.</w:t>
      </w:r>
    </w:p>
    <w:p w14:paraId="374DD58D" w14:textId="77777777" w:rsidR="004C11A0" w:rsidRPr="007C371D" w:rsidRDefault="004C11A0" w:rsidP="004C11A0">
      <w:pPr>
        <w:rPr>
          <w:sz w:val="14"/>
          <w:szCs w:val="14"/>
        </w:rPr>
      </w:pPr>
    </w:p>
    <w:p w14:paraId="40064FEC" w14:textId="77777777" w:rsidR="004C11A0" w:rsidRPr="00491849" w:rsidRDefault="004C11A0" w:rsidP="004C11A0">
      <w:r w:rsidRPr="00491849">
        <w:t>Mit freundlichen Grüßen</w:t>
      </w:r>
    </w:p>
    <w:p w14:paraId="4D34F86F" w14:textId="77777777" w:rsidR="004C11A0" w:rsidRPr="00491849" w:rsidRDefault="004C11A0" w:rsidP="004C11A0"/>
    <w:p w14:paraId="042BA327" w14:textId="77777777" w:rsidR="0095639B" w:rsidRPr="002671A3" w:rsidRDefault="004C11A0" w:rsidP="004C11A0">
      <w:pPr>
        <w:pStyle w:val="UnterschriftName"/>
        <w:rPr>
          <w:rFonts w:ascii="Lucida Handwriting" w:hAnsi="Lucida Handwriting"/>
        </w:rPr>
      </w:pPr>
      <w:bookmarkStart w:id="0" w:name="_GoBack"/>
      <w:r w:rsidRPr="002671A3">
        <w:rPr>
          <w:rFonts w:ascii="Lucida Handwriting" w:hAnsi="Lucida Handwriting"/>
        </w:rPr>
        <w:t>Mira Wegner</w:t>
      </w:r>
      <w:bookmarkEnd w:id="0"/>
    </w:p>
    <w:sectPr w:rsidR="0095639B" w:rsidRPr="002671A3" w:rsidSect="00BF465A">
      <w:pgSz w:w="11906" w:h="16838"/>
      <w:pgMar w:top="1134" w:right="1134" w:bottom="1134" w:left="136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33D2D" w14:textId="77777777" w:rsidR="00D27CC3" w:rsidRDefault="00D27CC3" w:rsidP="00D04998">
      <w:pPr>
        <w:spacing w:line="240" w:lineRule="auto"/>
      </w:pPr>
      <w:r>
        <w:separator/>
      </w:r>
    </w:p>
  </w:endnote>
  <w:endnote w:type="continuationSeparator" w:id="0">
    <w:p w14:paraId="177B637A" w14:textId="77777777" w:rsidR="00D27CC3" w:rsidRDefault="00D27CC3" w:rsidP="00D0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EC711" w14:textId="77777777" w:rsidR="00D27CC3" w:rsidRDefault="00D27CC3" w:rsidP="00D04998">
      <w:pPr>
        <w:spacing w:line="240" w:lineRule="auto"/>
      </w:pPr>
      <w:r>
        <w:separator/>
      </w:r>
    </w:p>
  </w:footnote>
  <w:footnote w:type="continuationSeparator" w:id="0">
    <w:p w14:paraId="210498FA" w14:textId="77777777" w:rsidR="00D27CC3" w:rsidRDefault="00D27CC3" w:rsidP="00D049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79D8"/>
    <w:rsid w:val="000B1FA9"/>
    <w:rsid w:val="000C162F"/>
    <w:rsid w:val="000D0FC8"/>
    <w:rsid w:val="001F67C0"/>
    <w:rsid w:val="0021238A"/>
    <w:rsid w:val="002671A3"/>
    <w:rsid w:val="00286F60"/>
    <w:rsid w:val="002E3242"/>
    <w:rsid w:val="00370185"/>
    <w:rsid w:val="003B7D74"/>
    <w:rsid w:val="004C11A0"/>
    <w:rsid w:val="004F0647"/>
    <w:rsid w:val="005040AE"/>
    <w:rsid w:val="00631380"/>
    <w:rsid w:val="006F5C84"/>
    <w:rsid w:val="00770743"/>
    <w:rsid w:val="007C371D"/>
    <w:rsid w:val="008C145D"/>
    <w:rsid w:val="008D2E71"/>
    <w:rsid w:val="008D76FD"/>
    <w:rsid w:val="0095639B"/>
    <w:rsid w:val="009D01B1"/>
    <w:rsid w:val="00A479D8"/>
    <w:rsid w:val="00A66DEC"/>
    <w:rsid w:val="00AA540C"/>
    <w:rsid w:val="00AB5BC5"/>
    <w:rsid w:val="00AB6AAA"/>
    <w:rsid w:val="00AE72C8"/>
    <w:rsid w:val="00B14BB3"/>
    <w:rsid w:val="00BF465A"/>
    <w:rsid w:val="00C841F7"/>
    <w:rsid w:val="00CC6031"/>
    <w:rsid w:val="00CC7DA6"/>
    <w:rsid w:val="00D04998"/>
    <w:rsid w:val="00D27CC3"/>
    <w:rsid w:val="00DE0492"/>
    <w:rsid w:val="00DF7E68"/>
    <w:rsid w:val="00E37989"/>
    <w:rsid w:val="00EA037D"/>
    <w:rsid w:val="00EB3170"/>
    <w:rsid w:val="00F1444A"/>
    <w:rsid w:val="00F339CC"/>
    <w:rsid w:val="00FF08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D70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F67C0"/>
    <w:pPr>
      <w:spacing w:line="310" w:lineRule="exact"/>
    </w:pPr>
    <w:rPr>
      <w:rFonts w:ascii="Calibri" w:hAnsi="Calibr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0C162F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5040AE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1F67C0"/>
    <w:pPr>
      <w:spacing w:line="310" w:lineRule="exact"/>
    </w:pPr>
    <w:rPr>
      <w:rFonts w:ascii="Calibri" w:hAnsi="Calibr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5040AE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eichen"/>
    <w:basedOn w:val="Absatz-Standardschriftart"/>
    <w:link w:val="Kopfzeile"/>
    <w:uiPriority w:val="99"/>
    <w:rsid w:val="00D04998"/>
    <w:rPr>
      <w:rFonts w:asciiTheme="majorHAnsi" w:hAnsiTheme="majorHAnsi"/>
      <w:sz w:val="27"/>
      <w:szCs w:val="27"/>
    </w:rPr>
  </w:style>
  <w:style w:type="paragraph" w:styleId="Fuzeile">
    <w:name w:val="footer"/>
    <w:basedOn w:val="Standard"/>
    <w:link w:val="FuzeileZchn"/>
    <w:uiPriority w:val="99"/>
    <w:unhideWhenUsed/>
    <w:rsid w:val="00D049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eichen"/>
    <w:basedOn w:val="Absatz-Standardschriftart"/>
    <w:link w:val="Fuzeile"/>
    <w:uiPriority w:val="99"/>
    <w:rsid w:val="00D04998"/>
    <w:rPr>
      <w:rFonts w:asciiTheme="majorHAnsi" w:hAnsiTheme="majorHAns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33AB9AAB</Template>
  <TotalTime>0</TotalTime>
  <Pages>1</Pages>
  <Words>153</Words>
  <Characters>968</Characters>
  <Application>Microsoft Office Word</Application>
  <DocSecurity>0</DocSecurity>
  <Lines>8</Lines>
  <Paragraphs>2</Paragraphs>
  <ScaleCrop>false</ScaleCrop>
  <Company>F G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von Laffert, Juliane</cp:lastModifiedBy>
  <cp:revision>4</cp:revision>
  <cp:lastPrinted>2016-01-14T14:08:00Z</cp:lastPrinted>
  <dcterms:created xsi:type="dcterms:W3CDTF">2016-01-14T14:08:00Z</dcterms:created>
  <dcterms:modified xsi:type="dcterms:W3CDTF">2016-02-02T07:51:00Z</dcterms:modified>
</cp:coreProperties>
</file>