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C16BF" w14:textId="77777777" w:rsidR="009C12E6" w:rsidRDefault="009C12E6" w:rsidP="009C12E6">
      <w:pPr>
        <w:jc w:val="right"/>
      </w:pPr>
      <w:r>
        <w:t>Thorsten Schröer</w:t>
      </w:r>
    </w:p>
    <w:p w14:paraId="35418BAF" w14:textId="77777777" w:rsidR="009C12E6" w:rsidRDefault="009C12E6" w:rsidP="009C12E6">
      <w:pPr>
        <w:jc w:val="right"/>
      </w:pPr>
      <w:r>
        <w:t>Wilhelm-Kipp-Str. 18</w:t>
      </w:r>
    </w:p>
    <w:p w14:paraId="2E987A70" w14:textId="77777777" w:rsidR="009C12E6" w:rsidRDefault="009C12E6" w:rsidP="009C12E6">
      <w:pPr>
        <w:jc w:val="right"/>
      </w:pPr>
      <w:r>
        <w:t>42897 Remscheid</w:t>
      </w:r>
    </w:p>
    <w:p w14:paraId="2A9DE791" w14:textId="77777777" w:rsidR="009C12E6" w:rsidRDefault="009C12E6" w:rsidP="009C12E6">
      <w:pPr>
        <w:jc w:val="right"/>
      </w:pPr>
      <w:r w:rsidRPr="009C12E6">
        <w:t>TSDesign@TSDesign.de</w:t>
      </w:r>
    </w:p>
    <w:p w14:paraId="06C96718" w14:textId="77777777" w:rsidR="009C12E6" w:rsidRDefault="009C12E6" w:rsidP="009C12E6">
      <w:pPr>
        <w:jc w:val="right"/>
      </w:pPr>
      <w:r>
        <w:t>www.tsdesign.de</w:t>
      </w:r>
    </w:p>
    <w:p w14:paraId="7784A6C8" w14:textId="77777777" w:rsidR="0074755D" w:rsidRDefault="0074755D" w:rsidP="0074755D"/>
    <w:p w14:paraId="36FF4729" w14:textId="77777777" w:rsidR="0074755D" w:rsidRPr="0074755D" w:rsidRDefault="0074755D" w:rsidP="0074755D"/>
    <w:p w14:paraId="7A59B726" w14:textId="77777777" w:rsidR="0074755D" w:rsidRDefault="0074755D" w:rsidP="0074755D"/>
    <w:p w14:paraId="5ED4230A" w14:textId="77777777" w:rsidR="0074755D" w:rsidRDefault="0074755D" w:rsidP="0074755D"/>
    <w:p w14:paraId="0B5128C1" w14:textId="77777777" w:rsidR="0074755D" w:rsidRDefault="0074755D" w:rsidP="0074755D"/>
    <w:p w14:paraId="439519BA" w14:textId="77777777" w:rsidR="0074755D" w:rsidRDefault="0074755D" w:rsidP="0074755D"/>
    <w:p w14:paraId="4A08D574" w14:textId="77777777" w:rsidR="0074755D" w:rsidRDefault="0074755D" w:rsidP="0074755D"/>
    <w:p w14:paraId="4FF197A9" w14:textId="77777777" w:rsidR="0074755D" w:rsidRPr="0074755D" w:rsidRDefault="0074755D" w:rsidP="0074755D"/>
    <w:p w14:paraId="0254040B" w14:textId="77777777" w:rsidR="009C12E6" w:rsidRDefault="009C12E6" w:rsidP="009C12E6">
      <w:pPr>
        <w:pStyle w:val="berschrift1"/>
      </w:pPr>
      <w:r>
        <w:t>Warum sollten Sie einen Hobbykarikaturisten als Grafiker einstellen?</w:t>
      </w:r>
    </w:p>
    <w:p w14:paraId="6C2BBEB5" w14:textId="77777777" w:rsidR="0074755D" w:rsidRDefault="0074755D" w:rsidP="009C12E6"/>
    <w:p w14:paraId="6540261B" w14:textId="77777777" w:rsidR="0074755D" w:rsidRDefault="0074755D" w:rsidP="0074755D"/>
    <w:p w14:paraId="6902D06B" w14:textId="77777777" w:rsidR="00CF4708" w:rsidRDefault="00CF4708" w:rsidP="00CF4708">
      <w:r>
        <w:t>Sie brauchen meinen Lebenslauf nicht noch einmal durchzublättern: Sie suchen vergeblich nach einer Ausbildung zum Grafiker oder einem Grafikdesign-Studium.</w:t>
      </w:r>
    </w:p>
    <w:p w14:paraId="2C028751" w14:textId="77777777" w:rsidR="00CF4708" w:rsidRDefault="00CF4708" w:rsidP="00CF4708"/>
    <w:p w14:paraId="780DFE39" w14:textId="77777777" w:rsidR="00CF4708" w:rsidRDefault="00CF4708" w:rsidP="00CF4708">
      <w:r>
        <w:t xml:space="preserve">Was Sie aber nicht vergeblich suchen, ist zeichnerische Begabung. Schon in meiner Kindheit war ich nie ohne Zeichenstift unterwegs. Meine Zeichnungen waren zunächst meist Karikaturen oder Strichmännchen. </w:t>
      </w:r>
    </w:p>
    <w:p w14:paraId="4BDEBBB4" w14:textId="77777777" w:rsidR="00CF4708" w:rsidRDefault="00CF4708" w:rsidP="00CF4708"/>
    <w:p w14:paraId="3AD3D0EB" w14:textId="77777777" w:rsidR="00CF4708" w:rsidRDefault="00CF4708" w:rsidP="00CF4708">
      <w:r>
        <w:t xml:space="preserve">Mein Hobby ist mir geblieben, aber ich konnte es zunächst nicht zum Beruf machen: Meine Eltern wollten, „dass der Bub was Gescheites lernt“. Also absolvierte ich zunächst eine kaufmännische Lehre. Den väterlichen Betrieb habe ich danach aber nicht </w:t>
      </w:r>
      <w:proofErr w:type="spellStart"/>
      <w:r>
        <w:t>übernommen</w:t>
      </w:r>
      <w:proofErr w:type="spellEnd"/>
      <w:r>
        <w:t xml:space="preserve"> – inzwischen hat mein Vater mir das verziehen, einen Nachfolger gefunden und </w:t>
      </w:r>
      <w:proofErr w:type="spellStart"/>
      <w:r>
        <w:t>endgültig</w:t>
      </w:r>
      <w:proofErr w:type="spellEnd"/>
      <w:r>
        <w:t xml:space="preserve"> akzeptiert, dass meine Welt die der Zeichnungen ist. So entwarf ich </w:t>
      </w:r>
      <w:proofErr w:type="spellStart"/>
      <w:r>
        <w:t>für</w:t>
      </w:r>
      <w:proofErr w:type="spellEnd"/>
      <w:r>
        <w:t xml:space="preserve"> seine Speditionsfirma ein neues Logo und entwickelte danach Logos und Werbeflyer </w:t>
      </w:r>
      <w:proofErr w:type="spellStart"/>
      <w:r>
        <w:t>für</w:t>
      </w:r>
      <w:proofErr w:type="spellEnd"/>
      <w:r>
        <w:t xml:space="preserve"> Geschäftsleute.</w:t>
      </w:r>
    </w:p>
    <w:p w14:paraId="6B0289C1" w14:textId="77777777" w:rsidR="00CF4708" w:rsidRDefault="00CF4708" w:rsidP="00CF4708"/>
    <w:p w14:paraId="5B6BAEC4" w14:textId="77777777" w:rsidR="009C12E6" w:rsidRDefault="00CF4708" w:rsidP="00CF4708">
      <w:pPr>
        <w:rPr>
          <w:rFonts w:ascii="TimesNewRomanMTStd" w:hAnsi="TimesNewRomanMTStd" w:cs="TimesNewRomanMTStd"/>
        </w:rPr>
      </w:pPr>
      <w:r>
        <w:t>Seit nunmehr drei Jahren verdiene ich mein Geld freiberuflich mit Zeichnungen. Geblieben sind die Kreativität und die Freude am Entwerfen. Wenn Sie jemanden suchen, bei dem die Ideen nur so sprudeln und der mit der</w:t>
      </w:r>
      <w:bookmarkStart w:id="0" w:name="_GoBack"/>
      <w:bookmarkEnd w:id="0"/>
      <w:r>
        <w:t xml:space="preserve"> Umsetzung von </w:t>
      </w:r>
      <w:proofErr w:type="spellStart"/>
      <w:r>
        <w:t>Kundenwünschen</w:t>
      </w:r>
      <w:proofErr w:type="spellEnd"/>
      <w:r>
        <w:t xml:space="preserve"> keine Schwierigkeiten hat, dann bin ich – auch ohne Ausbildung – der Richtige </w:t>
      </w:r>
      <w:proofErr w:type="spellStart"/>
      <w:r>
        <w:t>für</w:t>
      </w:r>
      <w:proofErr w:type="spellEnd"/>
      <w:r>
        <w:t xml:space="preserve"> Sie.</w:t>
      </w:r>
    </w:p>
    <w:p w14:paraId="4D1C8692" w14:textId="77777777" w:rsidR="00CF4708" w:rsidRDefault="00CF4708" w:rsidP="00CF4708">
      <w:pPr>
        <w:tabs>
          <w:tab w:val="left" w:pos="520"/>
        </w:tabs>
        <w:spacing w:after="120"/>
        <w:rPr>
          <w:rFonts w:ascii="TimesNewRomanMTStd" w:hAnsi="TimesNewRomanMTStd" w:cs="TimesNewRomanMTStd"/>
        </w:rPr>
      </w:pPr>
    </w:p>
    <w:p w14:paraId="5A63620F" w14:textId="77777777" w:rsidR="00A209C2" w:rsidRPr="00A5617B" w:rsidRDefault="009C12E6" w:rsidP="00CF4708">
      <w:pPr>
        <w:pStyle w:val="UnterschriftName"/>
        <w:rPr>
          <w:rFonts w:ascii="Lucida Handwriting" w:hAnsi="Lucida Handwriting"/>
        </w:rPr>
      </w:pPr>
      <w:r w:rsidRPr="00A5617B">
        <w:rPr>
          <w:rFonts w:ascii="Lucida Handwriting" w:hAnsi="Lucida Handwriting"/>
        </w:rPr>
        <w:t>T</w:t>
      </w:r>
      <w:r w:rsidR="00CF4708" w:rsidRPr="00A5617B">
        <w:rPr>
          <w:rFonts w:ascii="Lucida Handwriting" w:hAnsi="Lucida Handwriting"/>
        </w:rPr>
        <w:t>h</w:t>
      </w:r>
      <w:r w:rsidRPr="00A5617B">
        <w:rPr>
          <w:rFonts w:ascii="Lucida Handwriting" w:hAnsi="Lucida Handwriting"/>
        </w:rPr>
        <w:t>orsten Schröer</w:t>
      </w:r>
    </w:p>
    <w:sectPr w:rsidR="00A209C2" w:rsidRPr="00A5617B" w:rsidSect="00E72438">
      <w:pgSz w:w="11906" w:h="16838"/>
      <w:pgMar w:top="1134" w:right="1134" w:bottom="1134" w:left="1366"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D80D2" w14:textId="77777777" w:rsidR="00E77718" w:rsidRDefault="00E77718" w:rsidP="00D04998">
      <w:pPr>
        <w:spacing w:line="240" w:lineRule="auto"/>
      </w:pPr>
      <w:r>
        <w:separator/>
      </w:r>
    </w:p>
  </w:endnote>
  <w:endnote w:type="continuationSeparator" w:id="0">
    <w:p w14:paraId="3C62BEDC" w14:textId="77777777" w:rsidR="00E77718" w:rsidRDefault="00E77718" w:rsidP="00D04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Mistral"/>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Mistral">
    <w:panose1 w:val="03090702030407020403"/>
    <w:charset w:val="00"/>
    <w:family w:val="script"/>
    <w:pitch w:val="variable"/>
    <w:sig w:usb0="00000287" w:usb1="00000000" w:usb2="00000000" w:usb3="00000000" w:csb0="0000009F" w:csb1="00000000"/>
  </w:font>
  <w:font w:name="LucidaHandwritingEFOP">
    <w:panose1 w:val="00000000000000000000"/>
    <w:charset w:val="00"/>
    <w:family w:val="roman"/>
    <w:notTrueType/>
    <w:pitch w:val="default"/>
  </w:font>
  <w:font w:name="TimesNewRomanMTStd">
    <w:altName w:val="Times New Roman MT Std"/>
    <w:panose1 w:val="00000000000000000000"/>
    <w:charset w:val="4D"/>
    <w:family w:val="auto"/>
    <w:notTrueType/>
    <w:pitch w:val="default"/>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5BD2E" w14:textId="77777777" w:rsidR="00E77718" w:rsidRDefault="00E77718" w:rsidP="00D04998">
      <w:pPr>
        <w:spacing w:line="240" w:lineRule="auto"/>
      </w:pPr>
      <w:r>
        <w:separator/>
      </w:r>
    </w:p>
  </w:footnote>
  <w:footnote w:type="continuationSeparator" w:id="0">
    <w:p w14:paraId="15608D8C" w14:textId="77777777" w:rsidR="00E77718" w:rsidRDefault="00E77718" w:rsidP="00D0499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E50"/>
    <w:multiLevelType w:val="hybridMultilevel"/>
    <w:tmpl w:val="54525F10"/>
    <w:lvl w:ilvl="0" w:tplc="F41A2212">
      <w:start w:val="2"/>
      <w:numFmt w:val="bullet"/>
      <w:lvlText w:val="–"/>
      <w:lvlJc w:val="left"/>
      <w:pPr>
        <w:ind w:left="3340" w:hanging="360"/>
      </w:pPr>
      <w:rPr>
        <w:rFonts w:ascii="Calibri" w:eastAsiaTheme="minorEastAsia" w:hAnsi="Calibri" w:cstheme="minorBidi"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abstractNum w:abstractNumId="1">
    <w:nsid w:val="3D1162AA"/>
    <w:multiLevelType w:val="hybridMultilevel"/>
    <w:tmpl w:val="A9522ABC"/>
    <w:lvl w:ilvl="0" w:tplc="6C3A5EA8">
      <w:start w:val="5"/>
      <w:numFmt w:val="bullet"/>
      <w:lvlText w:val="–"/>
      <w:lvlJc w:val="left"/>
      <w:pPr>
        <w:ind w:left="3340" w:hanging="360"/>
      </w:pPr>
      <w:rPr>
        <w:rFonts w:ascii="Calibri" w:eastAsiaTheme="minorEastAsia" w:hAnsi="Calibri" w:cstheme="minorBidi" w:hint="default"/>
      </w:rPr>
    </w:lvl>
    <w:lvl w:ilvl="1" w:tplc="04070003" w:tentative="1">
      <w:start w:val="1"/>
      <w:numFmt w:val="bullet"/>
      <w:lvlText w:val="o"/>
      <w:lvlJc w:val="left"/>
      <w:pPr>
        <w:ind w:left="4060" w:hanging="360"/>
      </w:pPr>
      <w:rPr>
        <w:rFonts w:ascii="Courier New" w:hAnsi="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hint="default"/>
      </w:rPr>
    </w:lvl>
    <w:lvl w:ilvl="8" w:tplc="04070005" w:tentative="1">
      <w:start w:val="1"/>
      <w:numFmt w:val="bullet"/>
      <w:lvlText w:val=""/>
      <w:lvlJc w:val="left"/>
      <w:pPr>
        <w:ind w:left="9100" w:hanging="360"/>
      </w:pPr>
      <w:rPr>
        <w:rFonts w:ascii="Wingdings" w:hAnsi="Wingdings" w:hint="default"/>
      </w:rPr>
    </w:lvl>
  </w:abstractNum>
  <w:abstractNum w:abstractNumId="2">
    <w:nsid w:val="787B5010"/>
    <w:multiLevelType w:val="hybridMultilevel"/>
    <w:tmpl w:val="AFC21BFA"/>
    <w:lvl w:ilvl="0" w:tplc="3A0E9842">
      <w:start w:val="5"/>
      <w:numFmt w:val="bullet"/>
      <w:lvlText w:val="–"/>
      <w:lvlJc w:val="left"/>
      <w:pPr>
        <w:ind w:left="3060" w:hanging="360"/>
      </w:pPr>
      <w:rPr>
        <w:rFonts w:ascii="Calibri" w:eastAsiaTheme="minorEastAsia" w:hAnsi="Calibri" w:cstheme="minorBidi" w:hint="default"/>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2"/>
  </w:compat>
  <w:rsids>
    <w:rsidRoot w:val="00A479D8"/>
    <w:rsid w:val="0001149E"/>
    <w:rsid w:val="00031EFB"/>
    <w:rsid w:val="00057461"/>
    <w:rsid w:val="000B1FA9"/>
    <w:rsid w:val="000D0FC8"/>
    <w:rsid w:val="000E35DB"/>
    <w:rsid w:val="00124892"/>
    <w:rsid w:val="00144DEB"/>
    <w:rsid w:val="001A165F"/>
    <w:rsid w:val="001B176B"/>
    <w:rsid w:val="001C0433"/>
    <w:rsid w:val="001E090F"/>
    <w:rsid w:val="0021238A"/>
    <w:rsid w:val="002A5C7B"/>
    <w:rsid w:val="002A5DBE"/>
    <w:rsid w:val="002C01DA"/>
    <w:rsid w:val="00327334"/>
    <w:rsid w:val="00370185"/>
    <w:rsid w:val="003A2F80"/>
    <w:rsid w:val="003B7D74"/>
    <w:rsid w:val="0040444D"/>
    <w:rsid w:val="004436F8"/>
    <w:rsid w:val="004E1823"/>
    <w:rsid w:val="004F0647"/>
    <w:rsid w:val="00587C1E"/>
    <w:rsid w:val="005B4A0E"/>
    <w:rsid w:val="00631380"/>
    <w:rsid w:val="006D3345"/>
    <w:rsid w:val="006F5C84"/>
    <w:rsid w:val="0074755D"/>
    <w:rsid w:val="00766E52"/>
    <w:rsid w:val="00770743"/>
    <w:rsid w:val="007B4E03"/>
    <w:rsid w:val="007C2BDF"/>
    <w:rsid w:val="007C371D"/>
    <w:rsid w:val="00823414"/>
    <w:rsid w:val="008C3230"/>
    <w:rsid w:val="008D2E71"/>
    <w:rsid w:val="008D76FD"/>
    <w:rsid w:val="0095639B"/>
    <w:rsid w:val="00964D21"/>
    <w:rsid w:val="009C12E6"/>
    <w:rsid w:val="009C6C44"/>
    <w:rsid w:val="009D01B1"/>
    <w:rsid w:val="009F246D"/>
    <w:rsid w:val="00A209C2"/>
    <w:rsid w:val="00A479D8"/>
    <w:rsid w:val="00A5617B"/>
    <w:rsid w:val="00A66DEC"/>
    <w:rsid w:val="00AB6AAA"/>
    <w:rsid w:val="00AE72C8"/>
    <w:rsid w:val="00AE78BD"/>
    <w:rsid w:val="00B14BB3"/>
    <w:rsid w:val="00B46EB9"/>
    <w:rsid w:val="00B65920"/>
    <w:rsid w:val="00B95814"/>
    <w:rsid w:val="00BF721A"/>
    <w:rsid w:val="00C31679"/>
    <w:rsid w:val="00C841F7"/>
    <w:rsid w:val="00CC6031"/>
    <w:rsid w:val="00CC7DA6"/>
    <w:rsid w:val="00CF4708"/>
    <w:rsid w:val="00D04998"/>
    <w:rsid w:val="00D373BC"/>
    <w:rsid w:val="00DD66D7"/>
    <w:rsid w:val="00DF19CD"/>
    <w:rsid w:val="00DF3801"/>
    <w:rsid w:val="00DF7E68"/>
    <w:rsid w:val="00E01589"/>
    <w:rsid w:val="00E37989"/>
    <w:rsid w:val="00E72438"/>
    <w:rsid w:val="00E77718"/>
    <w:rsid w:val="00EA037D"/>
    <w:rsid w:val="00EB3170"/>
    <w:rsid w:val="00ED0BC3"/>
    <w:rsid w:val="00F1444A"/>
    <w:rsid w:val="00F339CC"/>
    <w:rsid w:val="00F637C5"/>
    <w:rsid w:val="00FF1BA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9C2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44DEB"/>
    <w:pPr>
      <w:spacing w:line="310" w:lineRule="exact"/>
    </w:pPr>
    <w:rPr>
      <w:rFonts w:ascii="Calibri" w:hAnsi="Calibri"/>
      <w:sz w:val="24"/>
      <w:szCs w:val="27"/>
    </w:rPr>
  </w:style>
  <w:style w:type="paragraph" w:styleId="berschrift1">
    <w:name w:val="heading 1"/>
    <w:aliases w:val="Überschrift Lebenslauf"/>
    <w:basedOn w:val="Standard"/>
    <w:next w:val="Standard"/>
    <w:link w:val="berschrift1Zchn"/>
    <w:uiPriority w:val="9"/>
    <w:qFormat/>
    <w:rsid w:val="00587C1E"/>
    <w:pPr>
      <w:keepNext/>
      <w:keepLines/>
      <w:spacing w:line="320" w:lineRule="exact"/>
      <w:outlineLvl w:val="0"/>
    </w:pPr>
    <w:rPr>
      <w:rFonts w:asciiTheme="majorHAnsi" w:eastAsiaTheme="majorEastAsia" w:hAnsiTheme="majorHAnsi" w:cstheme="majorBidi"/>
      <w:b/>
      <w:bCs/>
      <w:color w:val="000000" w:themeColor="text1"/>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E01589"/>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CF4708"/>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 w:type="paragraph" w:customStyle="1" w:styleId="LebensdatenBriefe04">
    <w:name w:val="Lebensdaten (Briefe:04)"/>
    <w:basedOn w:val="KeinAbsatzformat"/>
    <w:uiPriority w:val="99"/>
    <w:rsid w:val="00A209C2"/>
    <w:pPr>
      <w:tabs>
        <w:tab w:val="left" w:pos="0"/>
        <w:tab w:val="left" w:pos="1440"/>
        <w:tab w:val="left" w:pos="1680"/>
      </w:tabs>
      <w:spacing w:line="220" w:lineRule="atLeast"/>
    </w:pPr>
    <w:rPr>
      <w:rFonts w:ascii="TimesNewRomanPSMT" w:hAnsi="TimesNewRomanPSMT" w:cs="TimesNewRomanPSMT"/>
      <w:sz w:val="18"/>
      <w:szCs w:val="18"/>
    </w:rPr>
  </w:style>
  <w:style w:type="paragraph" w:customStyle="1" w:styleId="MusterbewerbungU1Briefe04">
    <w:name w:val="Musterbewerbung U1 (Briefe:04)"/>
    <w:basedOn w:val="LebensdatenBriefe04"/>
    <w:uiPriority w:val="99"/>
    <w:rsid w:val="00A209C2"/>
    <w:pPr>
      <w:spacing w:after="57" w:line="320" w:lineRule="atLeast"/>
    </w:pPr>
    <w:rPr>
      <w:rFonts w:ascii="TimesNewRomanPS-BoldMT" w:hAnsi="TimesNewRomanPS-BoldMT" w:cs="TimesNewRomanPS-BoldMT"/>
      <w:b/>
      <w:bCs/>
      <w:spacing w:val="2"/>
      <w:sz w:val="24"/>
      <w:szCs w:val="24"/>
    </w:rPr>
  </w:style>
  <w:style w:type="paragraph" w:customStyle="1" w:styleId="UnterschriftweiblichBriefe04">
    <w:name w:val="Unterschrift weiblich (Briefe:04)"/>
    <w:basedOn w:val="LebensdatenBriefe04"/>
    <w:uiPriority w:val="99"/>
    <w:rsid w:val="00A209C2"/>
    <w:rPr>
      <w:rFonts w:ascii="JiffyCom" w:hAnsi="JiffyCom" w:cs="JiffyCom"/>
      <w:sz w:val="24"/>
      <w:szCs w:val="24"/>
    </w:rPr>
  </w:style>
  <w:style w:type="character" w:customStyle="1" w:styleId="kursivBriefe04">
    <w:name w:val="kursiv (Briefe:04)"/>
    <w:uiPriority w:val="99"/>
    <w:rsid w:val="00A209C2"/>
    <w:rPr>
      <w:rFonts w:ascii="TimesNewRomanPSMT" w:hAnsi="TimesNewRomanPSMT" w:cs="TimesNewRomanPSMT"/>
    </w:rPr>
  </w:style>
  <w:style w:type="character" w:customStyle="1" w:styleId="boldGrundschrift">
    <w:name w:val="bold (Grundschrift)"/>
    <w:uiPriority w:val="99"/>
    <w:rsid w:val="00A209C2"/>
    <w:rPr>
      <w:b/>
      <w:bCs/>
    </w:rPr>
  </w:style>
  <w:style w:type="paragraph" w:styleId="Listenabsatz">
    <w:name w:val="List Paragraph"/>
    <w:basedOn w:val="Standard"/>
    <w:uiPriority w:val="34"/>
    <w:qFormat/>
    <w:rsid w:val="00FF1BAC"/>
    <w:pPr>
      <w:ind w:left="720"/>
      <w:contextualSpacing/>
    </w:pPr>
  </w:style>
  <w:style w:type="character" w:customStyle="1" w:styleId="berschrift1Zchn">
    <w:name w:val="Überschrift 1 Zchn"/>
    <w:aliases w:val="Überschrift Lebenslauf Zchn"/>
    <w:basedOn w:val="Absatz-Standardschriftart"/>
    <w:link w:val="berschrift1"/>
    <w:uiPriority w:val="9"/>
    <w:rsid w:val="00587C1E"/>
    <w:rPr>
      <w:rFonts w:asciiTheme="majorHAnsi" w:eastAsiaTheme="majorEastAsia" w:hAnsiTheme="majorHAnsi" w:cstheme="majorBidi"/>
      <w:b/>
      <w:bCs/>
      <w:color w:val="000000" w:themeColor="text1"/>
      <w:sz w:val="28"/>
      <w:szCs w:val="32"/>
    </w:rPr>
  </w:style>
  <w:style w:type="paragraph" w:customStyle="1" w:styleId="Musterbrief">
    <w:name w:val="Musterbrief"/>
    <w:basedOn w:val="Standard"/>
    <w:uiPriority w:val="99"/>
    <w:rsid w:val="0074755D"/>
    <w:pPr>
      <w:widowControl w:val="0"/>
      <w:autoSpaceDE w:val="0"/>
      <w:autoSpaceDN w:val="0"/>
      <w:adjustRightInd w:val="0"/>
      <w:spacing w:line="338" w:lineRule="atLeast"/>
      <w:textAlignment w:val="center"/>
    </w:pPr>
    <w:rPr>
      <w:rFonts w:ascii="TimesNewRomanPSMT" w:hAnsi="TimesNewRomanPSMT" w:cs="TimesNewRomanPSMT"/>
      <w:color w:val="000000"/>
      <w:sz w:val="26"/>
      <w:szCs w:val="26"/>
    </w:rPr>
  </w:style>
  <w:style w:type="paragraph" w:customStyle="1" w:styleId="Musterbriefhalbzeilig">
    <w:name w:val="Musterbrief halbzeilig"/>
    <w:basedOn w:val="Standard"/>
    <w:uiPriority w:val="99"/>
    <w:rsid w:val="0074755D"/>
    <w:pPr>
      <w:widowControl w:val="0"/>
      <w:autoSpaceDE w:val="0"/>
      <w:autoSpaceDN w:val="0"/>
      <w:adjustRightInd w:val="0"/>
      <w:spacing w:line="169" w:lineRule="atLeast"/>
      <w:textAlignment w:val="center"/>
    </w:pPr>
    <w:rPr>
      <w:rFonts w:ascii="TimesNewRomanPSMT" w:hAnsi="TimesNewRomanPSMT" w:cs="TimesNewRomanPSMT"/>
      <w:color w:val="000000"/>
      <w:sz w:val="14"/>
      <w:szCs w:val="14"/>
    </w:rPr>
  </w:style>
  <w:style w:type="paragraph" w:customStyle="1" w:styleId="Unterschriftweiblich">
    <w:name w:val="Unterschrift weiblich"/>
    <w:basedOn w:val="Standard"/>
    <w:uiPriority w:val="99"/>
    <w:rsid w:val="0074755D"/>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Unterschriftmann">
    <w:name w:val="Unterschrift mann"/>
    <w:basedOn w:val="Standard"/>
    <w:uiPriority w:val="99"/>
    <w:rsid w:val="009C12E6"/>
    <w:pPr>
      <w:widowControl w:val="0"/>
      <w:tabs>
        <w:tab w:val="left" w:pos="0"/>
      </w:tabs>
      <w:autoSpaceDE w:val="0"/>
      <w:autoSpaceDN w:val="0"/>
      <w:adjustRightInd w:val="0"/>
      <w:spacing w:line="240" w:lineRule="atLeast"/>
      <w:textAlignment w:val="center"/>
    </w:pPr>
    <w:rPr>
      <w:rFonts w:ascii="Mistral" w:hAnsi="Mistral" w:cs="Mistral"/>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E72438"/>
    <w:pPr>
      <w:spacing w:line="310" w:lineRule="exact"/>
    </w:pPr>
    <w:rPr>
      <w:rFonts w:ascii="Calibri" w:hAnsi="Calibri"/>
      <w:sz w:val="24"/>
      <w:szCs w:val="27"/>
    </w:rPr>
  </w:style>
  <w:style w:type="paragraph" w:styleId="berschrift1">
    <w:name w:val="heading 1"/>
    <w:aliases w:val="Überschrift Lebenslauf"/>
    <w:basedOn w:val="Standard"/>
    <w:next w:val="Standard"/>
    <w:link w:val="berschrift1Zchn"/>
    <w:uiPriority w:val="9"/>
    <w:qFormat/>
    <w:rsid w:val="00587C1E"/>
    <w:pPr>
      <w:keepNext/>
      <w:keepLines/>
      <w:spacing w:line="320" w:lineRule="exact"/>
      <w:outlineLvl w:val="0"/>
    </w:pPr>
    <w:rPr>
      <w:rFonts w:asciiTheme="majorHAnsi" w:eastAsiaTheme="majorEastAsia" w:hAnsiTheme="majorHAnsi" w:cstheme="majorBidi"/>
      <w:b/>
      <w:bCs/>
      <w:color w:val="000000" w:themeColor="text1"/>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E37989"/>
    <w:rPr>
      <w:rFonts w:ascii="LucidaHandwritingEFOP" w:hAnsi="LucidaHandwritingEFOP"/>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eiche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eichen"/>
    <w:basedOn w:val="Absatz-Standardschriftart"/>
    <w:link w:val="Fuzeile"/>
    <w:uiPriority w:val="99"/>
    <w:rsid w:val="00D04998"/>
    <w:rPr>
      <w:rFonts w:asciiTheme="majorHAnsi" w:hAnsiTheme="majorHAnsi"/>
      <w:sz w:val="27"/>
      <w:szCs w:val="27"/>
    </w:rPr>
  </w:style>
  <w:style w:type="paragraph" w:customStyle="1" w:styleId="LebensdatenBriefe04">
    <w:name w:val="Lebensdaten (Briefe:04)"/>
    <w:basedOn w:val="KeinAbsatzformat"/>
    <w:uiPriority w:val="99"/>
    <w:rsid w:val="00A209C2"/>
    <w:pPr>
      <w:tabs>
        <w:tab w:val="left" w:pos="0"/>
        <w:tab w:val="left" w:pos="1440"/>
        <w:tab w:val="left" w:pos="1680"/>
      </w:tabs>
      <w:spacing w:line="220" w:lineRule="atLeast"/>
    </w:pPr>
    <w:rPr>
      <w:rFonts w:ascii="TimesNewRomanPSMT" w:hAnsi="TimesNewRomanPSMT" w:cs="TimesNewRomanPSMT"/>
      <w:sz w:val="18"/>
      <w:szCs w:val="18"/>
    </w:rPr>
  </w:style>
  <w:style w:type="paragraph" w:customStyle="1" w:styleId="MusterbewerbungU1Briefe04">
    <w:name w:val="Musterbewerbung U1 (Briefe:04)"/>
    <w:basedOn w:val="LebensdatenBriefe04"/>
    <w:uiPriority w:val="99"/>
    <w:rsid w:val="00A209C2"/>
    <w:pPr>
      <w:spacing w:after="57" w:line="320" w:lineRule="atLeast"/>
    </w:pPr>
    <w:rPr>
      <w:rFonts w:ascii="TimesNewRomanPS-BoldMT" w:hAnsi="TimesNewRomanPS-BoldMT" w:cs="TimesNewRomanPS-BoldMT"/>
      <w:b/>
      <w:bCs/>
      <w:spacing w:val="2"/>
      <w:sz w:val="24"/>
      <w:szCs w:val="24"/>
    </w:rPr>
  </w:style>
  <w:style w:type="paragraph" w:customStyle="1" w:styleId="UnterschriftweiblichBriefe04">
    <w:name w:val="Unterschrift weiblich (Briefe:04)"/>
    <w:basedOn w:val="LebensdatenBriefe04"/>
    <w:uiPriority w:val="99"/>
    <w:rsid w:val="00A209C2"/>
    <w:rPr>
      <w:rFonts w:ascii="JiffyCom" w:hAnsi="JiffyCom" w:cs="JiffyCom"/>
      <w:sz w:val="24"/>
      <w:szCs w:val="24"/>
    </w:rPr>
  </w:style>
  <w:style w:type="character" w:customStyle="1" w:styleId="kursivBriefe04">
    <w:name w:val="kursiv (Briefe:04)"/>
    <w:uiPriority w:val="99"/>
    <w:rsid w:val="00A209C2"/>
    <w:rPr>
      <w:rFonts w:ascii="TimesNewRomanPSMT" w:hAnsi="TimesNewRomanPSMT" w:cs="TimesNewRomanPSMT"/>
    </w:rPr>
  </w:style>
  <w:style w:type="character" w:customStyle="1" w:styleId="boldGrundschrift">
    <w:name w:val="bold (Grundschrift)"/>
    <w:uiPriority w:val="99"/>
    <w:rsid w:val="00A209C2"/>
    <w:rPr>
      <w:b/>
      <w:bCs/>
    </w:rPr>
  </w:style>
  <w:style w:type="paragraph" w:styleId="Listenabsatz">
    <w:name w:val="List Paragraph"/>
    <w:basedOn w:val="Standard"/>
    <w:uiPriority w:val="34"/>
    <w:qFormat/>
    <w:rsid w:val="00FF1BAC"/>
    <w:pPr>
      <w:ind w:left="720"/>
      <w:contextualSpacing/>
    </w:pPr>
  </w:style>
  <w:style w:type="character" w:customStyle="1" w:styleId="berschrift1Zchn">
    <w:name w:val="Überschrift 1 Zeichen"/>
    <w:aliases w:val="Überschrift Lebenslauf Zeichen"/>
    <w:basedOn w:val="Absatz-Standardschriftart"/>
    <w:link w:val="berschrift1"/>
    <w:uiPriority w:val="9"/>
    <w:rsid w:val="00587C1E"/>
    <w:rPr>
      <w:rFonts w:asciiTheme="majorHAnsi" w:eastAsiaTheme="majorEastAsia" w:hAnsiTheme="majorHAnsi" w:cstheme="majorBidi"/>
      <w:b/>
      <w:bCs/>
      <w:color w:val="000000" w:themeColor="text1"/>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5BDCE249</Template>
  <TotalTime>0</TotalTime>
  <Pages>1</Pages>
  <Words>192</Words>
  <Characters>1216</Characters>
  <Application>Microsoft Office Word</Application>
  <DocSecurity>0</DocSecurity>
  <Lines>10</Lines>
  <Paragraphs>2</Paragraphs>
  <ScaleCrop>false</ScaleCrop>
  <Company>F G</Company>
  <LinksUpToDate>false</LinksUpToDate>
  <CharactersWithSpaces>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von Laffert, Juliane</cp:lastModifiedBy>
  <cp:revision>7</cp:revision>
  <cp:lastPrinted>2015-11-23T09:50:00Z</cp:lastPrinted>
  <dcterms:created xsi:type="dcterms:W3CDTF">2015-11-23T09:37:00Z</dcterms:created>
  <dcterms:modified xsi:type="dcterms:W3CDTF">2016-02-02T08:02:00Z</dcterms:modified>
</cp:coreProperties>
</file>