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3F59DB" w14:textId="77777777" w:rsidR="002A5C7B" w:rsidRPr="00587C1E" w:rsidRDefault="00EA493E" w:rsidP="00DC7001">
      <w:pPr>
        <w:pStyle w:val="berschrift1"/>
        <w:tabs>
          <w:tab w:val="left" w:pos="2268"/>
        </w:tabs>
      </w:pPr>
      <w:r>
        <w:rPr>
          <w:noProof/>
          <w:lang w:eastAsia="de-DE"/>
        </w:rPr>
        <w:pict w14:anchorId="4E46434A">
          <v:rect id="_x0000_s1026" style="position:absolute;margin-left:340.75pt;margin-top:.4pt;width:127.55pt;height:170.1pt;z-index:-251658752;mso-wrap-edited:f" wrapcoords="-127 0 -127 21504 21727 21504 21727 0 -127 0">
            <w10:wrap type="through"/>
          </v:rect>
        </w:pict>
      </w:r>
      <w:r w:rsidR="002A5C7B" w:rsidRPr="00587C1E">
        <w:t>Lebenslauf</w:t>
      </w:r>
    </w:p>
    <w:p w14:paraId="3466FA54" w14:textId="77777777" w:rsidR="007C2BDF" w:rsidRDefault="007C2BDF" w:rsidP="00DC7001">
      <w:pPr>
        <w:tabs>
          <w:tab w:val="left" w:pos="2268"/>
          <w:tab w:val="left" w:pos="2977"/>
        </w:tabs>
      </w:pPr>
    </w:p>
    <w:p w14:paraId="6D9E4533" w14:textId="77777777" w:rsidR="007C2BDF" w:rsidRDefault="007C2BDF" w:rsidP="00DC7001">
      <w:pPr>
        <w:tabs>
          <w:tab w:val="left" w:pos="2268"/>
          <w:tab w:val="left" w:pos="2977"/>
        </w:tabs>
      </w:pPr>
    </w:p>
    <w:p w14:paraId="6BD1A9D0" w14:textId="77777777" w:rsidR="00DC7001" w:rsidRPr="00DC7001" w:rsidRDefault="00DC7001" w:rsidP="00DC7001">
      <w:pPr>
        <w:tabs>
          <w:tab w:val="left" w:pos="2268"/>
        </w:tabs>
        <w:rPr>
          <w:b/>
          <w:u w:val="single"/>
        </w:rPr>
      </w:pPr>
      <w:r w:rsidRPr="00DC7001">
        <w:rPr>
          <w:b/>
          <w:u w:val="single"/>
        </w:rPr>
        <w:t>Persönliche Daten:</w:t>
      </w:r>
    </w:p>
    <w:p w14:paraId="656C8D2B" w14:textId="77777777" w:rsidR="00DC7001" w:rsidRPr="00DC7001" w:rsidRDefault="00DC7001" w:rsidP="00DC7001">
      <w:pPr>
        <w:tabs>
          <w:tab w:val="left" w:pos="2268"/>
        </w:tabs>
      </w:pPr>
      <w:r w:rsidRPr="00DC7001">
        <w:t>Name:</w:t>
      </w:r>
      <w:r w:rsidRPr="00DC7001">
        <w:tab/>
        <w:t xml:space="preserve">Carsten </w:t>
      </w:r>
      <w:proofErr w:type="spellStart"/>
      <w:r w:rsidRPr="00DC7001">
        <w:t>Bergach</w:t>
      </w:r>
      <w:proofErr w:type="spellEnd"/>
    </w:p>
    <w:p w14:paraId="10708729" w14:textId="77777777" w:rsidR="00DC7001" w:rsidRPr="00DC7001" w:rsidRDefault="00DC7001" w:rsidP="00DC7001">
      <w:pPr>
        <w:tabs>
          <w:tab w:val="left" w:pos="2268"/>
        </w:tabs>
      </w:pPr>
      <w:r w:rsidRPr="00DC7001">
        <w:t>Adresse:</w:t>
      </w:r>
      <w:r w:rsidRPr="00DC7001">
        <w:tab/>
        <w:t>Eichenweg 23, 59423 Unna</w:t>
      </w:r>
    </w:p>
    <w:p w14:paraId="47FDEFE2" w14:textId="77777777" w:rsidR="00DC7001" w:rsidRPr="00DC7001" w:rsidRDefault="00DC7001" w:rsidP="00DC7001">
      <w:pPr>
        <w:tabs>
          <w:tab w:val="left" w:pos="2268"/>
        </w:tabs>
      </w:pPr>
      <w:r w:rsidRPr="00DC7001">
        <w:t>Geburtsdatum:</w:t>
      </w:r>
      <w:r w:rsidRPr="00DC7001">
        <w:tab/>
        <w:t>9. April 1989</w:t>
      </w:r>
    </w:p>
    <w:p w14:paraId="73E88F95" w14:textId="77777777" w:rsidR="00DC7001" w:rsidRPr="00DC7001" w:rsidRDefault="00DC7001" w:rsidP="00DC7001">
      <w:pPr>
        <w:tabs>
          <w:tab w:val="left" w:pos="2268"/>
        </w:tabs>
      </w:pPr>
      <w:r w:rsidRPr="00DC7001">
        <w:t>Geburtsort:</w:t>
      </w:r>
      <w:r w:rsidRPr="00DC7001">
        <w:tab/>
        <w:t>Berlin</w:t>
      </w:r>
    </w:p>
    <w:p w14:paraId="3BD94934" w14:textId="77777777" w:rsidR="00DC7001" w:rsidRPr="00DC7001" w:rsidRDefault="00DC7001" w:rsidP="00DC7001">
      <w:pPr>
        <w:tabs>
          <w:tab w:val="left" w:pos="2268"/>
        </w:tabs>
      </w:pPr>
      <w:r w:rsidRPr="00DC7001">
        <w:t>Familienstand:</w:t>
      </w:r>
      <w:r w:rsidRPr="00DC7001">
        <w:tab/>
        <w:t>ledig</w:t>
      </w:r>
    </w:p>
    <w:p w14:paraId="19DA3652" w14:textId="77777777" w:rsidR="007C2BDF" w:rsidRDefault="007C2BDF" w:rsidP="00DC7001">
      <w:pPr>
        <w:tabs>
          <w:tab w:val="left" w:pos="2268"/>
          <w:tab w:val="left" w:pos="2977"/>
        </w:tabs>
      </w:pPr>
    </w:p>
    <w:p w14:paraId="6362A6E0" w14:textId="77777777" w:rsidR="00DC7001" w:rsidRPr="00DC7001" w:rsidRDefault="00DC7001" w:rsidP="00DC7001">
      <w:pPr>
        <w:tabs>
          <w:tab w:val="left" w:pos="2268"/>
        </w:tabs>
        <w:rPr>
          <w:b/>
          <w:u w:val="single"/>
        </w:rPr>
      </w:pPr>
      <w:r w:rsidRPr="00DC7001">
        <w:rPr>
          <w:b/>
          <w:u w:val="single"/>
        </w:rPr>
        <w:t>Werdegang:</w:t>
      </w:r>
    </w:p>
    <w:p w14:paraId="5AA8DD54" w14:textId="77777777" w:rsidR="00DC7001" w:rsidRDefault="00DC7001" w:rsidP="00DC7001">
      <w:pPr>
        <w:tabs>
          <w:tab w:val="left" w:pos="2268"/>
        </w:tabs>
      </w:pPr>
      <w:r w:rsidRPr="00DC7001">
        <w:t>07/95 bis 07/07</w:t>
      </w:r>
      <w:r>
        <w:rPr>
          <w:rFonts w:ascii="TimesNewRomanPS-BoldMT" w:hAnsi="TimesNewRomanPS-BoldMT" w:cs="TimesNewRomanPS-BoldMT"/>
          <w:b/>
          <w:bCs/>
        </w:rPr>
        <w:tab/>
      </w:r>
      <w:r>
        <w:t>Grundschule Unna-Lünern</w:t>
      </w:r>
    </w:p>
    <w:p w14:paraId="1B3FC652" w14:textId="77777777" w:rsidR="00DC7001" w:rsidRDefault="00DC7001" w:rsidP="00DC7001">
      <w:pPr>
        <w:tabs>
          <w:tab w:val="left" w:pos="2268"/>
        </w:tabs>
      </w:pPr>
      <w:r w:rsidRPr="00DC7001">
        <w:rPr>
          <w:b/>
        </w:rPr>
        <w:t>Schule</w:t>
      </w:r>
      <w:r>
        <w:tab/>
        <w:t>Pestalozzi-Gymnasium, Unna</w:t>
      </w:r>
    </w:p>
    <w:p w14:paraId="78A7F35B" w14:textId="77777777" w:rsidR="00DC7001" w:rsidRDefault="00DC7001" w:rsidP="00DC7001">
      <w:pPr>
        <w:tabs>
          <w:tab w:val="left" w:pos="2268"/>
        </w:tabs>
      </w:pPr>
      <w:r>
        <w:tab/>
        <w:t>Abschluss: Abitur, Note 1,5</w:t>
      </w:r>
    </w:p>
    <w:p w14:paraId="5E2FD368" w14:textId="77777777" w:rsidR="00DC7001" w:rsidRDefault="00DC7001" w:rsidP="00DC7001">
      <w:pPr>
        <w:tabs>
          <w:tab w:val="left" w:pos="2268"/>
        </w:tabs>
      </w:pPr>
    </w:p>
    <w:p w14:paraId="6BCE259B" w14:textId="77777777" w:rsidR="00DC7001" w:rsidRDefault="00DC7001" w:rsidP="00DC7001">
      <w:pPr>
        <w:tabs>
          <w:tab w:val="left" w:pos="2268"/>
        </w:tabs>
      </w:pPr>
      <w:r>
        <w:t>08/07 bis 07/08</w:t>
      </w:r>
      <w:r>
        <w:tab/>
        <w:t>Grundwehrdienst</w:t>
      </w:r>
    </w:p>
    <w:p w14:paraId="5E858991" w14:textId="77777777" w:rsidR="00DC7001" w:rsidRDefault="00DC7001" w:rsidP="00DC7001">
      <w:pPr>
        <w:tabs>
          <w:tab w:val="left" w:pos="2268"/>
        </w:tabs>
      </w:pPr>
      <w:r w:rsidRPr="00DC7001">
        <w:rPr>
          <w:b/>
        </w:rPr>
        <w:t>Wehrdienst</w:t>
      </w:r>
      <w:r>
        <w:tab/>
        <w:t>Instandsetzungsbataillon Dülmen</w:t>
      </w:r>
    </w:p>
    <w:p w14:paraId="43FB6CFF" w14:textId="77777777" w:rsidR="00DC7001" w:rsidRDefault="00DC7001" w:rsidP="00DC7001">
      <w:pPr>
        <w:tabs>
          <w:tab w:val="left" w:pos="2268"/>
        </w:tabs>
      </w:pPr>
    </w:p>
    <w:p w14:paraId="1F914D01" w14:textId="77777777" w:rsidR="00DC7001" w:rsidRDefault="00DC7001" w:rsidP="00DC7001">
      <w:pPr>
        <w:tabs>
          <w:tab w:val="left" w:pos="2268"/>
        </w:tabs>
        <w:rPr>
          <w:sz w:val="8"/>
          <w:szCs w:val="8"/>
        </w:rPr>
      </w:pPr>
      <w:r>
        <w:t>07/08 bis 03/09</w:t>
      </w:r>
      <w:r>
        <w:tab/>
        <w:t>Überbrückungstätigkeit: Programmierung von Internetseiten</w:t>
      </w:r>
    </w:p>
    <w:p w14:paraId="2443D517" w14:textId="77777777" w:rsidR="00DC7001" w:rsidRDefault="00DC7001" w:rsidP="00DC7001">
      <w:pPr>
        <w:tabs>
          <w:tab w:val="left" w:pos="2268"/>
        </w:tabs>
      </w:pPr>
      <w:r w:rsidRPr="00DC7001">
        <w:rPr>
          <w:b/>
        </w:rPr>
        <w:t>Aushilfsjob</w:t>
      </w:r>
      <w:r>
        <w:tab/>
        <w:t>New Media Design (PR-Agentur, 30 Mitarbeiter), Dortmund</w:t>
      </w:r>
    </w:p>
    <w:p w14:paraId="59528FE5" w14:textId="77777777" w:rsidR="00DC7001" w:rsidRDefault="00DC7001" w:rsidP="00DC7001">
      <w:pPr>
        <w:tabs>
          <w:tab w:val="left" w:pos="2268"/>
        </w:tabs>
      </w:pPr>
    </w:p>
    <w:p w14:paraId="4F673B67" w14:textId="77777777" w:rsidR="00DC7001" w:rsidRDefault="00DC7001" w:rsidP="00DC7001">
      <w:pPr>
        <w:tabs>
          <w:tab w:val="left" w:pos="2268"/>
        </w:tabs>
        <w:rPr>
          <w:rStyle w:val="fettBriefe07"/>
          <w:rFonts w:ascii="TimesNewRomanPS-BoldMT" w:hAnsi="TimesNewRomanPS-BoldMT" w:cs="TimesNewRomanPS-BoldMT"/>
          <w:sz w:val="8"/>
          <w:szCs w:val="8"/>
        </w:rPr>
      </w:pPr>
      <w:r>
        <w:t>04/09 bis 02/12</w:t>
      </w:r>
      <w:r>
        <w:tab/>
        <w:t>Bachelorstudium der Wirtschaftsinformatik</w:t>
      </w:r>
    </w:p>
    <w:p w14:paraId="465EB7E2" w14:textId="77777777" w:rsidR="00DC7001" w:rsidRDefault="00DC7001" w:rsidP="00DC7001">
      <w:pPr>
        <w:tabs>
          <w:tab w:val="left" w:pos="2268"/>
        </w:tabs>
      </w:pPr>
      <w:r w:rsidRPr="00DC7001">
        <w:rPr>
          <w:b/>
        </w:rPr>
        <w:t>Studium</w:t>
      </w:r>
      <w:r>
        <w:tab/>
        <w:t>Fachhochschule Braunschweig</w:t>
      </w:r>
    </w:p>
    <w:p w14:paraId="3AC12E4C" w14:textId="77777777" w:rsidR="00DC7001" w:rsidRDefault="00DC7001" w:rsidP="00DC7001">
      <w:pPr>
        <w:tabs>
          <w:tab w:val="left" w:pos="2268"/>
        </w:tabs>
      </w:pPr>
      <w:r>
        <w:tab/>
        <w:t>Abschluss: B. Sc., Note 2,1</w:t>
      </w:r>
    </w:p>
    <w:p w14:paraId="2019E13E" w14:textId="77777777" w:rsidR="00DC7001" w:rsidRDefault="00DC7001" w:rsidP="00DC7001">
      <w:pPr>
        <w:tabs>
          <w:tab w:val="left" w:pos="2268"/>
        </w:tabs>
      </w:pPr>
    </w:p>
    <w:p w14:paraId="1BE2D3E1" w14:textId="77777777" w:rsidR="00DC7001" w:rsidRDefault="00DC7001" w:rsidP="00DC7001">
      <w:pPr>
        <w:tabs>
          <w:tab w:val="left" w:pos="2268"/>
        </w:tabs>
      </w:pPr>
      <w:r>
        <w:t>03/12 bis 08/12</w:t>
      </w:r>
      <w:r>
        <w:tab/>
        <w:t>zehnwöchiges Industriepraktikum bei SAP AG, Walldorf</w:t>
      </w:r>
    </w:p>
    <w:p w14:paraId="67E715BC" w14:textId="77777777" w:rsidR="00DC7001" w:rsidRDefault="00DC7001" w:rsidP="00DC7001">
      <w:pPr>
        <w:tabs>
          <w:tab w:val="left" w:pos="2268"/>
        </w:tabs>
      </w:pPr>
      <w:r w:rsidRPr="00DC7001">
        <w:rPr>
          <w:rStyle w:val="fettBriefe07"/>
        </w:rPr>
        <w:t>Praktikum</w:t>
      </w:r>
      <w:r>
        <w:tab/>
        <w:t xml:space="preserve">Konzeption und teilweise Programmierung von </w:t>
      </w:r>
      <w:r>
        <w:br/>
      </w:r>
      <w:r>
        <w:tab/>
        <w:t>individualisierbarer Kassensoftware</w:t>
      </w:r>
    </w:p>
    <w:p w14:paraId="2739B393" w14:textId="77777777" w:rsidR="00DC7001" w:rsidRDefault="00DC7001" w:rsidP="00DC7001">
      <w:pPr>
        <w:tabs>
          <w:tab w:val="left" w:pos="2268"/>
        </w:tabs>
      </w:pPr>
    </w:p>
    <w:p w14:paraId="6BAAE5EB" w14:textId="77777777" w:rsidR="00DC7001" w:rsidRDefault="00DC7001" w:rsidP="00DC7001">
      <w:pPr>
        <w:tabs>
          <w:tab w:val="left" w:pos="2268"/>
        </w:tabs>
      </w:pPr>
      <w:r>
        <w:t>10/12 bis 09/14</w:t>
      </w:r>
      <w:r>
        <w:tab/>
        <w:t>Masterstudium Wirtschaftsinformatik</w:t>
      </w:r>
    </w:p>
    <w:p w14:paraId="16434835" w14:textId="77777777" w:rsidR="00DC7001" w:rsidRDefault="00DC7001" w:rsidP="00DC7001">
      <w:pPr>
        <w:tabs>
          <w:tab w:val="left" w:pos="2268"/>
        </w:tabs>
      </w:pPr>
      <w:r w:rsidRPr="00DC7001">
        <w:rPr>
          <w:b/>
        </w:rPr>
        <w:t>Studienabschluss</w:t>
      </w:r>
      <w:r>
        <w:tab/>
        <w:t>Technische Universität Braunschweig</w:t>
      </w:r>
    </w:p>
    <w:p w14:paraId="2E35D905" w14:textId="77777777" w:rsidR="00DC7001" w:rsidRDefault="00DC7001" w:rsidP="00DC7001">
      <w:pPr>
        <w:tabs>
          <w:tab w:val="left" w:pos="2268"/>
        </w:tabs>
      </w:pPr>
      <w:r>
        <w:tab/>
        <w:t>Masterarbeit: „Technische Lösungen zur Implementierung</w:t>
      </w:r>
      <w:r>
        <w:br/>
      </w:r>
      <w:r>
        <w:tab/>
        <w:t>spezialisierter Kassensoftware im Getränkeeinzelhandel“</w:t>
      </w:r>
    </w:p>
    <w:p w14:paraId="62D35E65" w14:textId="77777777" w:rsidR="00DC7001" w:rsidRDefault="00DC7001" w:rsidP="00DC7001">
      <w:pPr>
        <w:tabs>
          <w:tab w:val="left" w:pos="2268"/>
        </w:tabs>
      </w:pPr>
      <w:r>
        <w:tab/>
        <w:t xml:space="preserve">Abschluss: Wirtschaftsinformatiker M. Sc., </w:t>
      </w:r>
      <w:r>
        <w:br/>
      </w:r>
      <w:r>
        <w:tab/>
        <w:t>Note 1,3</w:t>
      </w:r>
    </w:p>
    <w:p w14:paraId="61D930C4" w14:textId="77777777" w:rsidR="00DC7001" w:rsidRDefault="00DC7001" w:rsidP="00DC7001">
      <w:pPr>
        <w:tabs>
          <w:tab w:val="left" w:pos="2268"/>
        </w:tabs>
      </w:pPr>
    </w:p>
    <w:p w14:paraId="6430B481" w14:textId="77777777" w:rsidR="00DC7001" w:rsidRPr="00DC7001" w:rsidRDefault="00DC7001" w:rsidP="00DC7001">
      <w:pPr>
        <w:tabs>
          <w:tab w:val="left" w:pos="2268"/>
        </w:tabs>
        <w:rPr>
          <w:b/>
          <w:bCs/>
          <w:u w:val="single"/>
        </w:rPr>
      </w:pPr>
      <w:r w:rsidRPr="00DC7001">
        <w:rPr>
          <w:b/>
          <w:u w:val="single"/>
        </w:rPr>
        <w:t>Weitere Qualifikationen:</w:t>
      </w:r>
    </w:p>
    <w:p w14:paraId="3B89A8E2" w14:textId="77777777" w:rsidR="00DC7001" w:rsidRDefault="00DC7001" w:rsidP="00DC7001">
      <w:pPr>
        <w:tabs>
          <w:tab w:val="left" w:pos="2268"/>
        </w:tabs>
      </w:pPr>
      <w:r>
        <w:t>Sprachkenntnisse: Englisch (gut), Französisch (befriedigend)</w:t>
      </w:r>
    </w:p>
    <w:p w14:paraId="2B20AEC9" w14:textId="77777777" w:rsidR="00DC7001" w:rsidRDefault="00DC7001" w:rsidP="00DC7001">
      <w:pPr>
        <w:tabs>
          <w:tab w:val="left" w:pos="2268"/>
        </w:tabs>
      </w:pPr>
    </w:p>
    <w:p w14:paraId="1FDE0FD7" w14:textId="77777777" w:rsidR="00DC7001" w:rsidRPr="00DC7001" w:rsidRDefault="00DC7001" w:rsidP="00DC7001">
      <w:pPr>
        <w:tabs>
          <w:tab w:val="left" w:pos="2268"/>
        </w:tabs>
        <w:rPr>
          <w:b/>
          <w:bCs/>
          <w:u w:val="single"/>
        </w:rPr>
      </w:pPr>
      <w:r w:rsidRPr="00DC7001">
        <w:rPr>
          <w:b/>
          <w:u w:val="single"/>
        </w:rPr>
        <w:t>Interessen und Hobbys:</w:t>
      </w:r>
    </w:p>
    <w:p w14:paraId="25127523" w14:textId="77777777" w:rsidR="00DC7001" w:rsidRDefault="00DC7001" w:rsidP="00DC7001">
      <w:pPr>
        <w:tabs>
          <w:tab w:val="left" w:pos="2268"/>
        </w:tabs>
      </w:pPr>
      <w:r>
        <w:t>Architekturgeschichte, zeitgenössische Architektur</w:t>
      </w:r>
    </w:p>
    <w:p w14:paraId="502484DF" w14:textId="77777777" w:rsidR="00DC7001" w:rsidRDefault="00DC7001" w:rsidP="00DC7001">
      <w:pPr>
        <w:tabs>
          <w:tab w:val="left" w:pos="2268"/>
        </w:tabs>
      </w:pPr>
      <w:r>
        <w:t>Wandern, Bergsteigen, Klettern</w:t>
      </w:r>
    </w:p>
    <w:p w14:paraId="240A51F4" w14:textId="77777777" w:rsidR="00DC7001" w:rsidRDefault="00DC7001" w:rsidP="00DC7001">
      <w:pPr>
        <w:tabs>
          <w:tab w:val="left" w:pos="2268"/>
        </w:tabs>
      </w:pPr>
    </w:p>
    <w:p w14:paraId="3AF6C98B" w14:textId="77777777" w:rsidR="00DC7001" w:rsidRDefault="00DC7001" w:rsidP="00DC7001">
      <w:pPr>
        <w:tabs>
          <w:tab w:val="left" w:pos="2268"/>
        </w:tabs>
      </w:pPr>
      <w:r>
        <w:t>Unna, 3. November 2015</w:t>
      </w:r>
    </w:p>
    <w:p w14:paraId="289EB369" w14:textId="77777777" w:rsidR="00DC7001" w:rsidRDefault="00DC7001" w:rsidP="00DC7001">
      <w:pPr>
        <w:tabs>
          <w:tab w:val="left" w:pos="2268"/>
        </w:tabs>
      </w:pPr>
    </w:p>
    <w:p w14:paraId="6B559BC8" w14:textId="77777777" w:rsidR="00A209C2" w:rsidRPr="00EA493E" w:rsidRDefault="00DC7001" w:rsidP="00043B97">
      <w:pPr>
        <w:pStyle w:val="UnterschriftName"/>
        <w:rPr>
          <w:rFonts w:ascii="Lucida Handwriting" w:hAnsi="Lucida Handwriting"/>
        </w:rPr>
      </w:pPr>
      <w:bookmarkStart w:id="0" w:name="_GoBack"/>
      <w:r w:rsidRPr="00EA493E">
        <w:rPr>
          <w:rFonts w:ascii="Lucida Handwriting" w:hAnsi="Lucida Handwriting"/>
        </w:rPr>
        <w:t xml:space="preserve">Carsten </w:t>
      </w:r>
      <w:proofErr w:type="spellStart"/>
      <w:r w:rsidRPr="00EA493E">
        <w:rPr>
          <w:rFonts w:ascii="Lucida Handwriting" w:hAnsi="Lucida Handwriting"/>
        </w:rPr>
        <w:t>Bergach</w:t>
      </w:r>
      <w:bookmarkEnd w:id="0"/>
      <w:proofErr w:type="spellEnd"/>
    </w:p>
    <w:sectPr w:rsidR="00A209C2" w:rsidRPr="00EA493E" w:rsidSect="00E72438">
      <w:pgSz w:w="11906" w:h="16838"/>
      <w:pgMar w:top="1134" w:right="1134" w:bottom="1134" w:left="1366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2A9CE7" w14:textId="77777777" w:rsidR="004A5654" w:rsidRDefault="004A5654" w:rsidP="00D04998">
      <w:pPr>
        <w:spacing w:line="240" w:lineRule="auto"/>
      </w:pPr>
      <w:r>
        <w:separator/>
      </w:r>
    </w:p>
  </w:endnote>
  <w:endnote w:type="continuationSeparator" w:id="0">
    <w:p w14:paraId="408FF131" w14:textId="77777777" w:rsidR="004A5654" w:rsidRDefault="004A5654" w:rsidP="00D049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Handwriting Italic">
    <w:altName w:val="Arabic Typesetting"/>
    <w:charset w:val="00"/>
    <w:family w:val="auto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JiffyCom">
    <w:altName w:val="Jiffy Co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stralStd">
    <w:charset w:val="00"/>
    <w:family w:val="auto"/>
    <w:pitch w:val="variable"/>
    <w:sig w:usb0="800000AF" w:usb1="5000204A" w:usb2="00000000" w:usb3="00000000" w:csb0="00000001" w:csb1="00000000"/>
  </w:font>
  <w:font w:name="LucidaHandwritingEFOP">
    <w:panose1 w:val="00000000000000000000"/>
    <w:charset w:val="00"/>
    <w:family w:val="roman"/>
    <w:notTrueType/>
    <w:pitch w:val="default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903CA1" w14:textId="77777777" w:rsidR="004A5654" w:rsidRDefault="004A5654" w:rsidP="00D04998">
      <w:pPr>
        <w:spacing w:line="240" w:lineRule="auto"/>
      </w:pPr>
      <w:r>
        <w:separator/>
      </w:r>
    </w:p>
  </w:footnote>
  <w:footnote w:type="continuationSeparator" w:id="0">
    <w:p w14:paraId="63623A75" w14:textId="77777777" w:rsidR="004A5654" w:rsidRDefault="004A5654" w:rsidP="00D0499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4E50"/>
    <w:multiLevelType w:val="hybridMultilevel"/>
    <w:tmpl w:val="54525F10"/>
    <w:lvl w:ilvl="0" w:tplc="F41A2212">
      <w:start w:val="2"/>
      <w:numFmt w:val="bullet"/>
      <w:lvlText w:val="–"/>
      <w:lvlJc w:val="left"/>
      <w:pPr>
        <w:ind w:left="334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100" w:hanging="360"/>
      </w:pPr>
      <w:rPr>
        <w:rFonts w:ascii="Wingdings" w:hAnsi="Wingdings" w:hint="default"/>
      </w:rPr>
    </w:lvl>
  </w:abstractNum>
  <w:abstractNum w:abstractNumId="1">
    <w:nsid w:val="3D1162AA"/>
    <w:multiLevelType w:val="hybridMultilevel"/>
    <w:tmpl w:val="A9522ABC"/>
    <w:lvl w:ilvl="0" w:tplc="6C3A5EA8">
      <w:start w:val="5"/>
      <w:numFmt w:val="bullet"/>
      <w:lvlText w:val="–"/>
      <w:lvlJc w:val="left"/>
      <w:pPr>
        <w:ind w:left="334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9100" w:hanging="360"/>
      </w:pPr>
      <w:rPr>
        <w:rFonts w:ascii="Wingdings" w:hAnsi="Wingdings" w:hint="default"/>
      </w:rPr>
    </w:lvl>
  </w:abstractNum>
  <w:abstractNum w:abstractNumId="2">
    <w:nsid w:val="787B5010"/>
    <w:multiLevelType w:val="hybridMultilevel"/>
    <w:tmpl w:val="AFC21BFA"/>
    <w:lvl w:ilvl="0" w:tplc="3A0E9842">
      <w:start w:val="5"/>
      <w:numFmt w:val="bullet"/>
      <w:lvlText w:val="–"/>
      <w:lvlJc w:val="left"/>
      <w:pPr>
        <w:ind w:left="306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79D8"/>
    <w:rsid w:val="0001149E"/>
    <w:rsid w:val="00043B97"/>
    <w:rsid w:val="00057461"/>
    <w:rsid w:val="000B1FA9"/>
    <w:rsid w:val="000D0FC8"/>
    <w:rsid w:val="000E35DB"/>
    <w:rsid w:val="00124892"/>
    <w:rsid w:val="00144DEB"/>
    <w:rsid w:val="001A165F"/>
    <w:rsid w:val="001B176B"/>
    <w:rsid w:val="001C0433"/>
    <w:rsid w:val="001E090F"/>
    <w:rsid w:val="0021238A"/>
    <w:rsid w:val="002A5C7B"/>
    <w:rsid w:val="002A5DBE"/>
    <w:rsid w:val="002C01DA"/>
    <w:rsid w:val="00327334"/>
    <w:rsid w:val="00370185"/>
    <w:rsid w:val="003B7D74"/>
    <w:rsid w:val="0040444D"/>
    <w:rsid w:val="004A5654"/>
    <w:rsid w:val="004E1823"/>
    <w:rsid w:val="004F0647"/>
    <w:rsid w:val="00587C1E"/>
    <w:rsid w:val="005B4A0E"/>
    <w:rsid w:val="00631380"/>
    <w:rsid w:val="006D3345"/>
    <w:rsid w:val="006F5C84"/>
    <w:rsid w:val="00766E52"/>
    <w:rsid w:val="00770743"/>
    <w:rsid w:val="007B4E03"/>
    <w:rsid w:val="007C2BDF"/>
    <w:rsid w:val="007C371D"/>
    <w:rsid w:val="00823414"/>
    <w:rsid w:val="008D2E71"/>
    <w:rsid w:val="008D76FD"/>
    <w:rsid w:val="0095639B"/>
    <w:rsid w:val="00964D21"/>
    <w:rsid w:val="009C6C44"/>
    <w:rsid w:val="009D01B1"/>
    <w:rsid w:val="009F246D"/>
    <w:rsid w:val="00A209C2"/>
    <w:rsid w:val="00A479D8"/>
    <w:rsid w:val="00A66DEC"/>
    <w:rsid w:val="00AB6AAA"/>
    <w:rsid w:val="00AE72C8"/>
    <w:rsid w:val="00AE78BD"/>
    <w:rsid w:val="00AF0E8F"/>
    <w:rsid w:val="00B14BB3"/>
    <w:rsid w:val="00B46EB9"/>
    <w:rsid w:val="00B65920"/>
    <w:rsid w:val="00B837DC"/>
    <w:rsid w:val="00BF721A"/>
    <w:rsid w:val="00C841F7"/>
    <w:rsid w:val="00CC6031"/>
    <w:rsid w:val="00CC7DA6"/>
    <w:rsid w:val="00D04998"/>
    <w:rsid w:val="00D373BC"/>
    <w:rsid w:val="00DC7001"/>
    <w:rsid w:val="00DF19CD"/>
    <w:rsid w:val="00DF3801"/>
    <w:rsid w:val="00DF7E68"/>
    <w:rsid w:val="00E01589"/>
    <w:rsid w:val="00E37989"/>
    <w:rsid w:val="00E72438"/>
    <w:rsid w:val="00EA037D"/>
    <w:rsid w:val="00EA493E"/>
    <w:rsid w:val="00EB3170"/>
    <w:rsid w:val="00F1444A"/>
    <w:rsid w:val="00F339CC"/>
    <w:rsid w:val="00F637C5"/>
    <w:rsid w:val="00FF1BA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1FCA87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144DEB"/>
    <w:pPr>
      <w:spacing w:line="310" w:lineRule="exact"/>
    </w:pPr>
    <w:rPr>
      <w:rFonts w:ascii="Calibri" w:hAnsi="Calibri"/>
      <w:sz w:val="24"/>
      <w:szCs w:val="27"/>
    </w:rPr>
  </w:style>
  <w:style w:type="paragraph" w:styleId="berschrift1">
    <w:name w:val="heading 1"/>
    <w:aliases w:val="Überschrift Lebenslauf"/>
    <w:basedOn w:val="Standard"/>
    <w:next w:val="Standard"/>
    <w:link w:val="berschrift1Zchn"/>
    <w:uiPriority w:val="9"/>
    <w:qFormat/>
    <w:rsid w:val="00587C1E"/>
    <w:pPr>
      <w:keepNext/>
      <w:keepLines/>
      <w:spacing w:line="320" w:lineRule="exact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  <w:rsid w:val="00E01589"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043B97"/>
    <w:pPr>
      <w:tabs>
        <w:tab w:val="left" w:pos="2268"/>
      </w:tabs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  <w:style w:type="paragraph" w:customStyle="1" w:styleId="LebensdatenBriefe04">
    <w:name w:val="Lebensdaten (Briefe:04)"/>
    <w:basedOn w:val="KeinAbsatzformat"/>
    <w:uiPriority w:val="99"/>
    <w:rsid w:val="00A209C2"/>
    <w:pPr>
      <w:tabs>
        <w:tab w:val="left" w:pos="0"/>
        <w:tab w:val="left" w:pos="1440"/>
        <w:tab w:val="left" w:pos="1680"/>
      </w:tabs>
      <w:spacing w:line="220" w:lineRule="atLeast"/>
    </w:pPr>
    <w:rPr>
      <w:rFonts w:ascii="TimesNewRomanPSMT" w:hAnsi="TimesNewRomanPSMT" w:cs="TimesNewRomanPSMT"/>
      <w:sz w:val="18"/>
      <w:szCs w:val="18"/>
    </w:rPr>
  </w:style>
  <w:style w:type="paragraph" w:customStyle="1" w:styleId="MusterbewerbungU1Briefe04">
    <w:name w:val="Musterbewerbung U1 (Briefe:04)"/>
    <w:basedOn w:val="LebensdatenBriefe04"/>
    <w:uiPriority w:val="99"/>
    <w:rsid w:val="00A209C2"/>
    <w:pPr>
      <w:spacing w:after="57" w:line="320" w:lineRule="atLeast"/>
    </w:pPr>
    <w:rPr>
      <w:rFonts w:ascii="TimesNewRomanPS-BoldMT" w:hAnsi="TimesNewRomanPS-BoldMT" w:cs="TimesNewRomanPS-BoldMT"/>
      <w:b/>
      <w:bCs/>
      <w:spacing w:val="2"/>
      <w:sz w:val="24"/>
      <w:szCs w:val="24"/>
    </w:rPr>
  </w:style>
  <w:style w:type="paragraph" w:customStyle="1" w:styleId="UnterschriftweiblichBriefe04">
    <w:name w:val="Unterschrift weiblich (Briefe:04)"/>
    <w:basedOn w:val="LebensdatenBriefe04"/>
    <w:uiPriority w:val="99"/>
    <w:rsid w:val="00A209C2"/>
    <w:rPr>
      <w:rFonts w:ascii="JiffyCom" w:hAnsi="JiffyCom" w:cs="JiffyCom"/>
      <w:sz w:val="24"/>
      <w:szCs w:val="24"/>
    </w:rPr>
  </w:style>
  <w:style w:type="character" w:customStyle="1" w:styleId="kursivBriefe04">
    <w:name w:val="kursiv (Briefe:04)"/>
    <w:uiPriority w:val="99"/>
    <w:rsid w:val="00A209C2"/>
    <w:rPr>
      <w:rFonts w:ascii="TimesNewRomanPSMT" w:hAnsi="TimesNewRomanPSMT" w:cs="TimesNewRomanPSMT"/>
    </w:rPr>
  </w:style>
  <w:style w:type="character" w:customStyle="1" w:styleId="boldGrundschrift">
    <w:name w:val="bold (Grundschrift)"/>
    <w:uiPriority w:val="99"/>
    <w:rsid w:val="00A209C2"/>
    <w:rPr>
      <w:b/>
      <w:bCs/>
    </w:rPr>
  </w:style>
  <w:style w:type="paragraph" w:styleId="Listenabsatz">
    <w:name w:val="List Paragraph"/>
    <w:basedOn w:val="Standard"/>
    <w:uiPriority w:val="34"/>
    <w:qFormat/>
    <w:rsid w:val="00FF1BAC"/>
    <w:pPr>
      <w:ind w:left="720"/>
      <w:contextualSpacing/>
    </w:pPr>
  </w:style>
  <w:style w:type="character" w:customStyle="1" w:styleId="berschrift1Zchn">
    <w:name w:val="Überschrift 1 Zchn"/>
    <w:aliases w:val="Überschrift Lebenslauf Zchn"/>
    <w:basedOn w:val="Absatz-Standardschriftart"/>
    <w:link w:val="berschrift1"/>
    <w:uiPriority w:val="9"/>
    <w:rsid w:val="00587C1E"/>
    <w:rPr>
      <w:rFonts w:asciiTheme="majorHAnsi" w:eastAsiaTheme="majorEastAsia" w:hAnsiTheme="majorHAnsi" w:cstheme="majorBidi"/>
      <w:b/>
      <w:bCs/>
      <w:color w:val="000000" w:themeColor="text1"/>
      <w:sz w:val="28"/>
      <w:szCs w:val="32"/>
    </w:rPr>
  </w:style>
  <w:style w:type="paragraph" w:customStyle="1" w:styleId="LebensdatenBriefe07">
    <w:name w:val="Lebensdaten (Briefe:07)"/>
    <w:basedOn w:val="Standard"/>
    <w:uiPriority w:val="99"/>
    <w:rsid w:val="00DC7001"/>
    <w:pPr>
      <w:widowControl w:val="0"/>
      <w:tabs>
        <w:tab w:val="left" w:pos="1700"/>
      </w:tabs>
      <w:autoSpaceDE w:val="0"/>
      <w:autoSpaceDN w:val="0"/>
      <w:adjustRightInd w:val="0"/>
      <w:spacing w:line="200" w:lineRule="atLeast"/>
      <w:textAlignment w:val="center"/>
    </w:pPr>
    <w:rPr>
      <w:rFonts w:ascii="TimesNewRomanPSMT" w:hAnsi="TimesNewRomanPSMT" w:cs="TimesNewRomanPSMT"/>
      <w:color w:val="000000"/>
      <w:sz w:val="17"/>
      <w:szCs w:val="17"/>
    </w:rPr>
  </w:style>
  <w:style w:type="paragraph" w:customStyle="1" w:styleId="MusterbewerbungZwBriefe07">
    <w:name w:val="Musterbewerbung ZwÜ (Briefe:07)"/>
    <w:basedOn w:val="Standard"/>
    <w:uiPriority w:val="99"/>
    <w:rsid w:val="00DC7001"/>
    <w:pPr>
      <w:widowControl w:val="0"/>
      <w:pBdr>
        <w:bottom w:val="single" w:sz="6" w:space="2" w:color="auto"/>
      </w:pBdr>
      <w:tabs>
        <w:tab w:val="left" w:pos="0"/>
        <w:tab w:val="left" w:pos="1860"/>
      </w:tabs>
      <w:autoSpaceDE w:val="0"/>
      <w:autoSpaceDN w:val="0"/>
      <w:adjustRightInd w:val="0"/>
      <w:spacing w:after="45" w:line="200" w:lineRule="atLeast"/>
      <w:textAlignment w:val="center"/>
    </w:pPr>
    <w:rPr>
      <w:rFonts w:ascii="TimesNewRomanPS-BoldMT" w:hAnsi="TimesNewRomanPS-BoldMT" w:cs="TimesNewRomanPS-BoldMT"/>
      <w:b/>
      <w:bCs/>
      <w:color w:val="000000"/>
      <w:spacing w:val="2"/>
      <w:sz w:val="17"/>
      <w:szCs w:val="17"/>
    </w:rPr>
  </w:style>
  <w:style w:type="paragraph" w:customStyle="1" w:styleId="LebensdatenZwischenzeileBriefe07">
    <w:name w:val="Lebensdaten Zwischenzeile (Briefe:07)"/>
    <w:basedOn w:val="Standard"/>
    <w:uiPriority w:val="99"/>
    <w:rsid w:val="00DC7001"/>
    <w:pPr>
      <w:widowControl w:val="0"/>
      <w:tabs>
        <w:tab w:val="left" w:pos="1700"/>
      </w:tabs>
      <w:autoSpaceDE w:val="0"/>
      <w:autoSpaceDN w:val="0"/>
      <w:adjustRightInd w:val="0"/>
      <w:spacing w:line="100" w:lineRule="atLeast"/>
      <w:textAlignment w:val="center"/>
    </w:pPr>
    <w:rPr>
      <w:rFonts w:ascii="TimesNewRomanPSMT" w:hAnsi="TimesNewRomanPSMT" w:cs="TimesNewRomanPSMT"/>
      <w:color w:val="000000"/>
      <w:sz w:val="10"/>
      <w:szCs w:val="10"/>
    </w:rPr>
  </w:style>
  <w:style w:type="paragraph" w:customStyle="1" w:styleId="UnterschriftmnnlichBriefe07">
    <w:name w:val="Unterschrift männlich (Briefe:07)"/>
    <w:basedOn w:val="LebensdatenBriefe07"/>
    <w:uiPriority w:val="99"/>
    <w:rsid w:val="00DC7001"/>
    <w:rPr>
      <w:rFonts w:ascii="MistralStd" w:hAnsi="MistralStd" w:cs="MistralStd"/>
      <w:sz w:val="30"/>
      <w:szCs w:val="30"/>
    </w:rPr>
  </w:style>
  <w:style w:type="character" w:customStyle="1" w:styleId="fettBriefe07">
    <w:name w:val="fett (Briefe:07)"/>
    <w:uiPriority w:val="99"/>
    <w:rsid w:val="00DC700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E72438"/>
    <w:pPr>
      <w:spacing w:line="310" w:lineRule="exact"/>
    </w:pPr>
    <w:rPr>
      <w:rFonts w:ascii="Calibri" w:hAnsi="Calibri"/>
      <w:sz w:val="24"/>
      <w:szCs w:val="27"/>
    </w:rPr>
  </w:style>
  <w:style w:type="paragraph" w:styleId="berschrift1">
    <w:name w:val="heading 1"/>
    <w:aliases w:val="Überschrift Lebenslauf"/>
    <w:basedOn w:val="Standard"/>
    <w:next w:val="Standard"/>
    <w:link w:val="berschrift1Zchn"/>
    <w:uiPriority w:val="9"/>
    <w:qFormat/>
    <w:rsid w:val="00587C1E"/>
    <w:pPr>
      <w:keepNext/>
      <w:keepLines/>
      <w:spacing w:line="320" w:lineRule="exact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E37989"/>
    <w:rPr>
      <w:rFonts w:ascii="LucidaHandwritingEFOP" w:hAnsi="LucidaHandwritingEFOP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eiche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eiche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  <w:style w:type="paragraph" w:customStyle="1" w:styleId="LebensdatenBriefe04">
    <w:name w:val="Lebensdaten (Briefe:04)"/>
    <w:basedOn w:val="KeinAbsatzformat"/>
    <w:uiPriority w:val="99"/>
    <w:rsid w:val="00A209C2"/>
    <w:pPr>
      <w:tabs>
        <w:tab w:val="left" w:pos="0"/>
        <w:tab w:val="left" w:pos="1440"/>
        <w:tab w:val="left" w:pos="1680"/>
      </w:tabs>
      <w:spacing w:line="220" w:lineRule="atLeast"/>
    </w:pPr>
    <w:rPr>
      <w:rFonts w:ascii="TimesNewRomanPSMT" w:hAnsi="TimesNewRomanPSMT" w:cs="TimesNewRomanPSMT"/>
      <w:sz w:val="18"/>
      <w:szCs w:val="18"/>
    </w:rPr>
  </w:style>
  <w:style w:type="paragraph" w:customStyle="1" w:styleId="MusterbewerbungU1Briefe04">
    <w:name w:val="Musterbewerbung U1 (Briefe:04)"/>
    <w:basedOn w:val="LebensdatenBriefe04"/>
    <w:uiPriority w:val="99"/>
    <w:rsid w:val="00A209C2"/>
    <w:pPr>
      <w:spacing w:after="57" w:line="320" w:lineRule="atLeast"/>
    </w:pPr>
    <w:rPr>
      <w:rFonts w:ascii="TimesNewRomanPS-BoldMT" w:hAnsi="TimesNewRomanPS-BoldMT" w:cs="TimesNewRomanPS-BoldMT"/>
      <w:b/>
      <w:bCs/>
      <w:spacing w:val="2"/>
      <w:sz w:val="24"/>
      <w:szCs w:val="24"/>
    </w:rPr>
  </w:style>
  <w:style w:type="paragraph" w:customStyle="1" w:styleId="UnterschriftweiblichBriefe04">
    <w:name w:val="Unterschrift weiblich (Briefe:04)"/>
    <w:basedOn w:val="LebensdatenBriefe04"/>
    <w:uiPriority w:val="99"/>
    <w:rsid w:val="00A209C2"/>
    <w:rPr>
      <w:rFonts w:ascii="JiffyCom" w:hAnsi="JiffyCom" w:cs="JiffyCom"/>
      <w:sz w:val="24"/>
      <w:szCs w:val="24"/>
    </w:rPr>
  </w:style>
  <w:style w:type="character" w:customStyle="1" w:styleId="kursivBriefe04">
    <w:name w:val="kursiv (Briefe:04)"/>
    <w:uiPriority w:val="99"/>
    <w:rsid w:val="00A209C2"/>
    <w:rPr>
      <w:rFonts w:ascii="TimesNewRomanPSMT" w:hAnsi="TimesNewRomanPSMT" w:cs="TimesNewRomanPSMT"/>
    </w:rPr>
  </w:style>
  <w:style w:type="character" w:customStyle="1" w:styleId="boldGrundschrift">
    <w:name w:val="bold (Grundschrift)"/>
    <w:uiPriority w:val="99"/>
    <w:rsid w:val="00A209C2"/>
    <w:rPr>
      <w:b/>
      <w:bCs/>
    </w:rPr>
  </w:style>
  <w:style w:type="paragraph" w:styleId="Listenabsatz">
    <w:name w:val="List Paragraph"/>
    <w:basedOn w:val="Standard"/>
    <w:uiPriority w:val="34"/>
    <w:qFormat/>
    <w:rsid w:val="00FF1BAC"/>
    <w:pPr>
      <w:ind w:left="720"/>
      <w:contextualSpacing/>
    </w:pPr>
  </w:style>
  <w:style w:type="character" w:customStyle="1" w:styleId="berschrift1Zchn">
    <w:name w:val="Überschrift 1 Zeichen"/>
    <w:aliases w:val="Überschrift Lebenslauf Zeichen"/>
    <w:basedOn w:val="Absatz-Standardschriftart"/>
    <w:link w:val="berschrift1"/>
    <w:uiPriority w:val="9"/>
    <w:rsid w:val="00587C1E"/>
    <w:rPr>
      <w:rFonts w:asciiTheme="majorHAnsi" w:eastAsiaTheme="majorEastAsia" w:hAnsiTheme="majorHAnsi" w:cstheme="majorBidi"/>
      <w:b/>
      <w:bCs/>
      <w:color w:val="000000" w:themeColor="text1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68341F21</Template>
  <TotalTime>0</TotalTime>
  <Pages>1</Pages>
  <Words>176</Words>
  <Characters>1109</Characters>
  <Application>Microsoft Office Word</Application>
  <DocSecurity>0</DocSecurity>
  <Lines>9</Lines>
  <Paragraphs>2</Paragraphs>
  <ScaleCrop>false</ScaleCrop>
  <Company>F G</Company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von Laffert, Juliane</cp:lastModifiedBy>
  <cp:revision>4</cp:revision>
  <cp:lastPrinted>2016-01-14T14:44:00Z</cp:lastPrinted>
  <dcterms:created xsi:type="dcterms:W3CDTF">2016-01-14T14:44:00Z</dcterms:created>
  <dcterms:modified xsi:type="dcterms:W3CDTF">2016-02-02T08:01:00Z</dcterms:modified>
</cp:coreProperties>
</file>