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2919E" w14:textId="77777777" w:rsidR="00C24C9E" w:rsidRPr="00C24C9E" w:rsidRDefault="00C24C9E" w:rsidP="004121A3">
      <w:r>
        <w:t>Benjamin</w:t>
      </w:r>
      <w:r w:rsidRPr="00C24C9E">
        <w:t xml:space="preserve"> Lehmann, Lindenallee 3, 20100 Hamburg, Tel.: 040 123456</w:t>
      </w:r>
      <w:r>
        <w:t>7</w:t>
      </w:r>
      <w:r w:rsidRPr="00C24C9E">
        <w:t>,</w:t>
      </w:r>
    </w:p>
    <w:p w14:paraId="5F391969" w14:textId="77777777" w:rsidR="00C24C9E" w:rsidRDefault="00C24C9E" w:rsidP="00BA0A8E">
      <w:pPr>
        <w:tabs>
          <w:tab w:val="left" w:pos="2694"/>
        </w:tabs>
      </w:pPr>
      <w:r>
        <w:t>E-</w:t>
      </w:r>
      <w:r w:rsidRPr="00C24C9E">
        <w:t>Mail</w:t>
      </w:r>
      <w:r w:rsidRPr="004121A3">
        <w:rPr>
          <w:color w:val="000000" w:themeColor="text1"/>
        </w:rPr>
        <w:t xml:space="preserve">: </w:t>
      </w:r>
      <w:hyperlink r:id="rId8" w:history="1">
        <w:r w:rsidRPr="004121A3">
          <w:rPr>
            <w:rStyle w:val="Hyperlink"/>
            <w:color w:val="000000" w:themeColor="text1"/>
            <w:u w:val="none"/>
          </w:rPr>
          <w:t>lehmann@net.com</w:t>
        </w:r>
      </w:hyperlink>
    </w:p>
    <w:p w14:paraId="2C90C822" w14:textId="77777777" w:rsidR="00C24C9E" w:rsidRDefault="00C24C9E" w:rsidP="00BA0A8E">
      <w:pPr>
        <w:tabs>
          <w:tab w:val="left" w:pos="2694"/>
        </w:tabs>
      </w:pPr>
    </w:p>
    <w:p w14:paraId="495A84E9" w14:textId="77777777" w:rsidR="004121A3" w:rsidRDefault="004121A3" w:rsidP="00BA0A8E">
      <w:pPr>
        <w:tabs>
          <w:tab w:val="left" w:pos="2694"/>
        </w:tabs>
      </w:pPr>
    </w:p>
    <w:p w14:paraId="30A9C034" w14:textId="77777777" w:rsidR="00C24C9E" w:rsidRPr="00A5287F" w:rsidRDefault="00C24C9E" w:rsidP="00BA0A8E">
      <w:pPr>
        <w:tabs>
          <w:tab w:val="left" w:pos="2694"/>
        </w:tabs>
        <w:rPr>
          <w:b/>
          <w:sz w:val="28"/>
          <w:szCs w:val="28"/>
        </w:rPr>
      </w:pPr>
      <w:r w:rsidRPr="00A5287F">
        <w:rPr>
          <w:b/>
          <w:sz w:val="28"/>
          <w:szCs w:val="28"/>
        </w:rPr>
        <w:t>Lebenslauf</w:t>
      </w:r>
    </w:p>
    <w:p w14:paraId="7B3F5165" w14:textId="77777777" w:rsidR="00C24C9E" w:rsidRDefault="00C24C9E" w:rsidP="00BA0A8E">
      <w:pPr>
        <w:tabs>
          <w:tab w:val="left" w:pos="2694"/>
        </w:tabs>
      </w:pPr>
    </w:p>
    <w:p w14:paraId="47228CF9" w14:textId="77777777" w:rsidR="00C24C9E" w:rsidRPr="00C24C9E" w:rsidRDefault="00C24C9E" w:rsidP="00BA0A8E">
      <w:pPr>
        <w:tabs>
          <w:tab w:val="left" w:pos="2694"/>
        </w:tabs>
        <w:rPr>
          <w:u w:val="single"/>
        </w:rPr>
      </w:pPr>
      <w:r w:rsidRPr="00C24C9E">
        <w:rPr>
          <w:u w:val="single"/>
        </w:rPr>
        <w:t>Persönliche Daten</w:t>
      </w:r>
    </w:p>
    <w:p w14:paraId="1386FAE9" w14:textId="77777777" w:rsidR="00C24C9E" w:rsidRPr="00C24C9E" w:rsidRDefault="00C24C9E" w:rsidP="00BA0A8E">
      <w:pPr>
        <w:tabs>
          <w:tab w:val="left" w:pos="2694"/>
        </w:tabs>
      </w:pPr>
      <w:r w:rsidRPr="00C24C9E">
        <w:t>Name</w:t>
      </w:r>
      <w:r>
        <w:tab/>
        <w:t>Benjamin</w:t>
      </w:r>
      <w:r w:rsidRPr="00C24C9E">
        <w:t xml:space="preserve"> Lehmann</w:t>
      </w:r>
    </w:p>
    <w:p w14:paraId="3C5476F0" w14:textId="77777777" w:rsidR="00C24C9E" w:rsidRPr="00C24C9E" w:rsidRDefault="00C24C9E" w:rsidP="00BA0A8E">
      <w:pPr>
        <w:tabs>
          <w:tab w:val="left" w:pos="2694"/>
        </w:tabs>
      </w:pPr>
      <w:r w:rsidRPr="00C24C9E">
        <w:t>Geb</w:t>
      </w:r>
      <w:r>
        <w:t>urtsdatum</w:t>
      </w:r>
      <w:r w:rsidR="00A5287F">
        <w:t>/-ort</w:t>
      </w:r>
      <w:r>
        <w:tab/>
      </w:r>
      <w:r w:rsidRPr="00C24C9E">
        <w:t>13. August 19</w:t>
      </w:r>
      <w:r>
        <w:t>70</w:t>
      </w:r>
      <w:r w:rsidR="00A5287F">
        <w:t>, Bad Tölz</w:t>
      </w:r>
    </w:p>
    <w:p w14:paraId="0F63BB2B" w14:textId="77777777" w:rsidR="00C24C9E" w:rsidRPr="00C24C9E" w:rsidRDefault="00C24C9E" w:rsidP="00BA0A8E">
      <w:pPr>
        <w:tabs>
          <w:tab w:val="left" w:pos="2694"/>
        </w:tabs>
      </w:pPr>
      <w:r w:rsidRPr="00C24C9E">
        <w:t>Familienstand</w:t>
      </w:r>
      <w:r>
        <w:tab/>
      </w:r>
      <w:r w:rsidRPr="00C24C9E">
        <w:t>verwitwet, drei Kinder (16, 18 und 19 Jahre alt)</w:t>
      </w:r>
    </w:p>
    <w:p w14:paraId="00101C45" w14:textId="77777777" w:rsidR="00C24C9E" w:rsidRDefault="00C24C9E" w:rsidP="00BA0A8E">
      <w:pPr>
        <w:tabs>
          <w:tab w:val="left" w:pos="2694"/>
        </w:tabs>
      </w:pPr>
    </w:p>
    <w:p w14:paraId="051926A9" w14:textId="77777777" w:rsidR="00C24C9E" w:rsidRPr="00C24C9E" w:rsidRDefault="00C24C9E" w:rsidP="00BA0A8E">
      <w:pPr>
        <w:tabs>
          <w:tab w:val="left" w:pos="2694"/>
        </w:tabs>
        <w:rPr>
          <w:b/>
        </w:rPr>
      </w:pPr>
      <w:r>
        <w:rPr>
          <w:b/>
        </w:rPr>
        <w:t xml:space="preserve">Stellvertretender </w:t>
      </w:r>
      <w:r w:rsidRPr="00C24C9E">
        <w:rPr>
          <w:b/>
        </w:rPr>
        <w:t>Personalleiter im Einzelhandel</w:t>
      </w:r>
    </w:p>
    <w:p w14:paraId="30ECDF96" w14:textId="77777777" w:rsidR="00C24C9E" w:rsidRPr="00C24C9E" w:rsidRDefault="00C24C9E" w:rsidP="00BA0A8E">
      <w:pPr>
        <w:tabs>
          <w:tab w:val="left" w:pos="2694"/>
        </w:tabs>
      </w:pPr>
      <w:r w:rsidRPr="00C24C9E">
        <w:t>10/200</w:t>
      </w:r>
      <w:r>
        <w:t>6</w:t>
      </w:r>
      <w:r w:rsidRPr="00C24C9E">
        <w:t xml:space="preserve"> bis heute</w:t>
      </w:r>
      <w:r>
        <w:tab/>
      </w:r>
      <w:r w:rsidRPr="00C24C9E">
        <w:rPr>
          <w:u w:val="single"/>
        </w:rPr>
        <w:t>Stellvertretender Personalleiter</w:t>
      </w:r>
    </w:p>
    <w:p w14:paraId="0A4A5BD9" w14:textId="77777777" w:rsidR="00C24C9E" w:rsidRDefault="00C24C9E" w:rsidP="00BA0A8E">
      <w:pPr>
        <w:tabs>
          <w:tab w:val="left" w:pos="2694"/>
        </w:tabs>
      </w:pPr>
      <w:r>
        <w:tab/>
      </w:r>
      <w:r w:rsidRPr="00C24C9E">
        <w:t xml:space="preserve">Sports </w:t>
      </w:r>
      <w:proofErr w:type="spellStart"/>
      <w:r w:rsidRPr="00C24C9E">
        <w:t>and</w:t>
      </w:r>
      <w:proofErr w:type="spellEnd"/>
      <w:r w:rsidRPr="00C24C9E">
        <w:t xml:space="preserve"> Adventure AG (Sportartikel-Einzelhändler,</w:t>
      </w:r>
    </w:p>
    <w:p w14:paraId="61B259BD" w14:textId="77777777" w:rsidR="00C24C9E" w:rsidRPr="00C24C9E" w:rsidRDefault="00C24C9E" w:rsidP="00BA0A8E">
      <w:pPr>
        <w:tabs>
          <w:tab w:val="left" w:pos="2694"/>
        </w:tabs>
      </w:pPr>
      <w:r>
        <w:tab/>
      </w:r>
      <w:r w:rsidRPr="00C24C9E">
        <w:t>600 Mitarbeiter),</w:t>
      </w:r>
      <w:r>
        <w:t xml:space="preserve"> </w:t>
      </w:r>
      <w:r w:rsidRPr="00C24C9E">
        <w:t>Hamburg</w:t>
      </w:r>
    </w:p>
    <w:p w14:paraId="1229938F" w14:textId="77777777" w:rsidR="00C24C9E" w:rsidRPr="00C24C9E" w:rsidRDefault="00C24C9E" w:rsidP="004121A3">
      <w:pPr>
        <w:tabs>
          <w:tab w:val="left" w:pos="2694"/>
        </w:tabs>
        <w:ind w:left="2694"/>
      </w:pPr>
      <w:r w:rsidRPr="00C24C9E">
        <w:rPr>
          <w:u w:val="single"/>
        </w:rPr>
        <w:t>Ziel der Position:</w:t>
      </w:r>
      <w:r w:rsidRPr="00C24C9E">
        <w:t xml:space="preserve"> Personalkosten sparen, Qualitätsstandards wahren</w:t>
      </w:r>
    </w:p>
    <w:p w14:paraId="600E9E01" w14:textId="77777777" w:rsidR="00C24C9E" w:rsidRPr="00C24C9E" w:rsidRDefault="00C24C9E" w:rsidP="004121A3">
      <w:pPr>
        <w:tabs>
          <w:tab w:val="left" w:pos="2694"/>
        </w:tabs>
        <w:ind w:left="2694"/>
      </w:pPr>
      <w:r w:rsidRPr="00C24C9E">
        <w:rPr>
          <w:u w:val="single"/>
        </w:rPr>
        <w:t>Aufgaben:</w:t>
      </w:r>
      <w:r w:rsidRPr="00C24C9E">
        <w:t xml:space="preserve"> Personalauswahl, Konzeption von Weiterbildungsmaß</w:t>
      </w:r>
      <w:r w:rsidR="00580FA8">
        <w:t>-</w:t>
      </w:r>
      <w:r w:rsidR="00580FA8">
        <w:br/>
      </w:r>
      <w:r w:rsidRPr="00C24C9E">
        <w:t>nahmen,</w:t>
      </w:r>
      <w:r>
        <w:t xml:space="preserve"> Verhandlungen</w:t>
      </w:r>
      <w:r w:rsidRPr="00C24C9E">
        <w:t xml:space="preserve"> mit dem Betriebsrat, Beratung</w:t>
      </w:r>
      <w:r>
        <w:t xml:space="preserve"> </w:t>
      </w:r>
      <w:r w:rsidRPr="00C24C9E">
        <w:t>der Gesch</w:t>
      </w:r>
      <w:r>
        <w:t>ä</w:t>
      </w:r>
      <w:r w:rsidRPr="00C24C9E">
        <w:t>ftsf</w:t>
      </w:r>
      <w:r>
        <w:t>ü</w:t>
      </w:r>
      <w:r w:rsidRPr="00C24C9E">
        <w:t>hrung in personalrechtlichen Fragen, Frauenförderung,</w:t>
      </w:r>
      <w:r>
        <w:t xml:space="preserve"> </w:t>
      </w:r>
      <w:r w:rsidRPr="00C24C9E">
        <w:t>Erarbeitung von Sozialplänen und Outplacement-Maßnahmen, Pflege der</w:t>
      </w:r>
      <w:r>
        <w:t xml:space="preserve"> </w:t>
      </w:r>
      <w:r w:rsidRPr="00C24C9E">
        <w:t>Firmenstammdaten, Überwachung der Lohnabrechnungen</w:t>
      </w:r>
    </w:p>
    <w:p w14:paraId="2BD06A06" w14:textId="77777777" w:rsidR="00C24C9E" w:rsidRDefault="00C24C9E" w:rsidP="00BA0A8E">
      <w:pPr>
        <w:tabs>
          <w:tab w:val="left" w:pos="2694"/>
        </w:tabs>
      </w:pPr>
    </w:p>
    <w:p w14:paraId="758043F7" w14:textId="77777777" w:rsidR="00C24C9E" w:rsidRPr="00C24C9E" w:rsidRDefault="00C24C9E" w:rsidP="00BA0A8E">
      <w:pPr>
        <w:tabs>
          <w:tab w:val="left" w:pos="2694"/>
        </w:tabs>
        <w:rPr>
          <w:b/>
        </w:rPr>
      </w:pPr>
      <w:r w:rsidRPr="00C24C9E">
        <w:rPr>
          <w:b/>
        </w:rPr>
        <w:t>Personalleiter bei einem Dienstleister</w:t>
      </w:r>
    </w:p>
    <w:p w14:paraId="54BC4820" w14:textId="77777777" w:rsidR="00C24C9E" w:rsidRPr="00C24C9E" w:rsidRDefault="00C24C9E" w:rsidP="004121A3">
      <w:pPr>
        <w:tabs>
          <w:tab w:val="left" w:pos="2694"/>
        </w:tabs>
      </w:pPr>
      <w:r w:rsidRPr="00C24C9E">
        <w:t>07/200</w:t>
      </w:r>
      <w:r w:rsidR="00A5287F">
        <w:t>4</w:t>
      </w:r>
      <w:r w:rsidRPr="00C24C9E">
        <w:t xml:space="preserve"> bis 09/200</w:t>
      </w:r>
      <w:r w:rsidR="00097495">
        <w:t>6</w:t>
      </w:r>
      <w:r w:rsidR="00097495">
        <w:tab/>
      </w:r>
      <w:r w:rsidRPr="00097495">
        <w:rPr>
          <w:u w:val="single"/>
        </w:rPr>
        <w:t>Personalleiter</w:t>
      </w:r>
    </w:p>
    <w:p w14:paraId="5627D4F5" w14:textId="77777777" w:rsidR="00097495" w:rsidRDefault="00C24C9E" w:rsidP="004121A3">
      <w:pPr>
        <w:tabs>
          <w:tab w:val="left" w:pos="2694"/>
        </w:tabs>
        <w:ind w:firstLine="2694"/>
      </w:pPr>
      <w:r w:rsidRPr="00C24C9E">
        <w:t>WPG Steuerberatung – Wirtschaftspr</w:t>
      </w:r>
      <w:r w:rsidR="00097495">
        <w:t>ü</w:t>
      </w:r>
      <w:r w:rsidRPr="00C24C9E">
        <w:t>fung –</w:t>
      </w:r>
    </w:p>
    <w:p w14:paraId="512192F8" w14:textId="77777777" w:rsidR="00C24C9E" w:rsidRPr="00C24C9E" w:rsidRDefault="00C24C9E" w:rsidP="004121A3">
      <w:pPr>
        <w:tabs>
          <w:tab w:val="left" w:pos="2694"/>
        </w:tabs>
        <w:ind w:firstLine="2694"/>
      </w:pPr>
      <w:r w:rsidRPr="00C24C9E">
        <w:t>Unternehmensberatung</w:t>
      </w:r>
      <w:r w:rsidR="00097495">
        <w:t xml:space="preserve"> </w:t>
      </w:r>
      <w:r w:rsidRPr="00C24C9E">
        <w:t>(250 Mitarbeiter), D</w:t>
      </w:r>
      <w:r w:rsidR="00097495">
        <w:t>ü</w:t>
      </w:r>
      <w:r w:rsidRPr="00C24C9E">
        <w:t>sseldorf</w:t>
      </w:r>
    </w:p>
    <w:p w14:paraId="10101761" w14:textId="77777777" w:rsidR="00A5287F" w:rsidRDefault="00097495" w:rsidP="00BA0A8E">
      <w:pPr>
        <w:tabs>
          <w:tab w:val="left" w:pos="2694"/>
        </w:tabs>
      </w:pPr>
      <w:r>
        <w:tab/>
      </w:r>
      <w:r w:rsidR="00C24C9E" w:rsidRPr="00097495">
        <w:rPr>
          <w:u w:val="single"/>
        </w:rPr>
        <w:t>Ziel der Position:</w:t>
      </w:r>
      <w:r w:rsidR="00C24C9E" w:rsidRPr="00C24C9E">
        <w:t xml:space="preserve"> Auswahl geeigneter Mitarbeiter,</w:t>
      </w:r>
      <w:r w:rsidR="00A5287F">
        <w:t xml:space="preserve"> </w:t>
      </w:r>
      <w:r w:rsidR="00C24C9E" w:rsidRPr="00C24C9E">
        <w:t>Motivation,</w:t>
      </w:r>
    </w:p>
    <w:p w14:paraId="545D8B33" w14:textId="77777777" w:rsidR="00C24C9E" w:rsidRPr="00C24C9E" w:rsidRDefault="00A5287F" w:rsidP="00BA0A8E">
      <w:pPr>
        <w:tabs>
          <w:tab w:val="left" w:pos="2694"/>
        </w:tabs>
      </w:pPr>
      <w:r>
        <w:tab/>
      </w:r>
      <w:r w:rsidR="00C24C9E" w:rsidRPr="00C24C9E">
        <w:t>Bindungs- und Qualifikationsmaßnahmen</w:t>
      </w:r>
    </w:p>
    <w:p w14:paraId="23B20EC0" w14:textId="77777777" w:rsidR="00A5287F" w:rsidRDefault="00097495" w:rsidP="00BA0A8E">
      <w:pPr>
        <w:tabs>
          <w:tab w:val="left" w:pos="2694"/>
        </w:tabs>
      </w:pPr>
      <w:r>
        <w:tab/>
      </w:r>
      <w:r w:rsidR="00C24C9E" w:rsidRPr="00097495">
        <w:rPr>
          <w:u w:val="single"/>
        </w:rPr>
        <w:t>Aufgaben:</w:t>
      </w:r>
      <w:r w:rsidR="00C24C9E" w:rsidRPr="00C24C9E">
        <w:t xml:space="preserve"> Personalauswahl, Qualifikationsanalyse,</w:t>
      </w:r>
      <w:r w:rsidR="00A5287F">
        <w:t xml:space="preserve"> </w:t>
      </w:r>
      <w:r w:rsidR="00C24C9E" w:rsidRPr="00C24C9E">
        <w:t>Konzeption von</w:t>
      </w:r>
    </w:p>
    <w:p w14:paraId="00ECB2D2" w14:textId="77777777" w:rsidR="00A5287F" w:rsidRDefault="00A5287F" w:rsidP="00BA0A8E">
      <w:pPr>
        <w:tabs>
          <w:tab w:val="left" w:pos="2694"/>
        </w:tabs>
      </w:pPr>
      <w:r>
        <w:tab/>
      </w:r>
      <w:r w:rsidR="00C24C9E" w:rsidRPr="00C24C9E">
        <w:t>Weiterbildungsmaßnahmen, Beratung</w:t>
      </w:r>
      <w:r>
        <w:t xml:space="preserve"> </w:t>
      </w:r>
      <w:r w:rsidR="00C24C9E" w:rsidRPr="00C24C9E">
        <w:t>der Gesch</w:t>
      </w:r>
      <w:r w:rsidR="00097495">
        <w:t>ä</w:t>
      </w:r>
      <w:r w:rsidR="00C24C9E" w:rsidRPr="00C24C9E">
        <w:t>ftsf</w:t>
      </w:r>
      <w:r w:rsidR="00097495">
        <w:t>ü</w:t>
      </w:r>
      <w:r w:rsidR="00C24C9E" w:rsidRPr="00C24C9E">
        <w:t>hrung bei</w:t>
      </w:r>
    </w:p>
    <w:p w14:paraId="1394D851" w14:textId="77777777" w:rsidR="00C24C9E" w:rsidRPr="00C24C9E" w:rsidRDefault="00A5287F" w:rsidP="00BA0A8E">
      <w:pPr>
        <w:tabs>
          <w:tab w:val="left" w:pos="2694"/>
        </w:tabs>
      </w:pPr>
      <w:r>
        <w:tab/>
      </w:r>
      <w:r w:rsidR="00C24C9E" w:rsidRPr="00C24C9E">
        <w:t>Personalrecht und -einsatz</w:t>
      </w:r>
    </w:p>
    <w:p w14:paraId="503B4D7A" w14:textId="77777777" w:rsidR="00097495" w:rsidRDefault="00097495" w:rsidP="00BA0A8E">
      <w:pPr>
        <w:tabs>
          <w:tab w:val="left" w:pos="2694"/>
        </w:tabs>
      </w:pPr>
    </w:p>
    <w:p w14:paraId="0E18338D" w14:textId="77777777" w:rsidR="00C24C9E" w:rsidRPr="00A5287F" w:rsidRDefault="00C24C9E" w:rsidP="00BA0A8E">
      <w:pPr>
        <w:tabs>
          <w:tab w:val="left" w:pos="2694"/>
        </w:tabs>
        <w:rPr>
          <w:b/>
        </w:rPr>
      </w:pPr>
      <w:r w:rsidRPr="00A5287F">
        <w:rPr>
          <w:b/>
        </w:rPr>
        <w:t>Neuorientierung</w:t>
      </w:r>
    </w:p>
    <w:p w14:paraId="517E6B82" w14:textId="77777777" w:rsidR="00C24C9E" w:rsidRPr="00C24C9E" w:rsidRDefault="00C24C9E" w:rsidP="00BA0A8E">
      <w:pPr>
        <w:tabs>
          <w:tab w:val="left" w:pos="2694"/>
        </w:tabs>
      </w:pPr>
      <w:r w:rsidRPr="00C24C9E">
        <w:t>01/200</w:t>
      </w:r>
      <w:r w:rsidR="00A5287F">
        <w:t>4</w:t>
      </w:r>
      <w:r w:rsidRPr="00C24C9E">
        <w:t xml:space="preserve"> bis 06/200</w:t>
      </w:r>
      <w:r w:rsidR="00A5287F">
        <w:t>4</w:t>
      </w:r>
      <w:r w:rsidR="00097495">
        <w:tab/>
      </w:r>
      <w:r w:rsidRPr="00C24C9E">
        <w:t>Phase der Neuorientierung und Bewerbung</w:t>
      </w:r>
    </w:p>
    <w:p w14:paraId="79EF3869" w14:textId="77777777" w:rsidR="00097495" w:rsidRDefault="00097495" w:rsidP="00BA0A8E">
      <w:pPr>
        <w:tabs>
          <w:tab w:val="left" w:pos="2694"/>
        </w:tabs>
      </w:pPr>
    </w:p>
    <w:p w14:paraId="6953FA58" w14:textId="77777777" w:rsidR="00A5287F" w:rsidRPr="00097495" w:rsidRDefault="00A5287F" w:rsidP="00A5287F">
      <w:pPr>
        <w:tabs>
          <w:tab w:val="left" w:pos="2694"/>
        </w:tabs>
        <w:rPr>
          <w:b/>
        </w:rPr>
      </w:pPr>
      <w:r w:rsidRPr="00097495">
        <w:rPr>
          <w:b/>
        </w:rPr>
        <w:t>Personalleiter in der Industrie</w:t>
      </w:r>
    </w:p>
    <w:p w14:paraId="55B7F8E1" w14:textId="77777777" w:rsidR="00A5287F" w:rsidRPr="00C24C9E" w:rsidRDefault="00A5287F" w:rsidP="00A5287F">
      <w:pPr>
        <w:tabs>
          <w:tab w:val="left" w:pos="2694"/>
        </w:tabs>
      </w:pPr>
      <w:r w:rsidRPr="00C24C9E">
        <w:t>01/</w:t>
      </w:r>
      <w:r>
        <w:t>2001</w:t>
      </w:r>
      <w:r w:rsidRPr="00C24C9E">
        <w:t xml:space="preserve"> bis 12/200</w:t>
      </w:r>
      <w:r>
        <w:t>3</w:t>
      </w:r>
      <w:r>
        <w:tab/>
      </w:r>
      <w:r w:rsidRPr="00097495">
        <w:rPr>
          <w:u w:val="single"/>
        </w:rPr>
        <w:t>Stellvertretender Personalleiter</w:t>
      </w:r>
    </w:p>
    <w:p w14:paraId="0DD3B3B2" w14:textId="77777777" w:rsidR="00A5287F" w:rsidRDefault="00A5287F" w:rsidP="00A5287F">
      <w:pPr>
        <w:tabs>
          <w:tab w:val="left" w:pos="2694"/>
        </w:tabs>
      </w:pPr>
      <w:r>
        <w:tab/>
      </w:r>
      <w:proofErr w:type="spellStart"/>
      <w:r w:rsidRPr="00C24C9E">
        <w:t>Mercke</w:t>
      </w:r>
      <w:proofErr w:type="spellEnd"/>
      <w:r w:rsidRPr="00C24C9E">
        <w:t xml:space="preserve"> &amp; Söhne GmbH (Hersteller von Klimaanlagen,</w:t>
      </w:r>
    </w:p>
    <w:p w14:paraId="0DA172FB" w14:textId="77777777" w:rsidR="00A5287F" w:rsidRPr="00C24C9E" w:rsidRDefault="00A5287F" w:rsidP="00A5287F">
      <w:pPr>
        <w:tabs>
          <w:tab w:val="left" w:pos="2694"/>
        </w:tabs>
      </w:pPr>
      <w:r>
        <w:tab/>
        <w:t>2</w:t>
      </w:r>
      <w:r w:rsidRPr="00C24C9E">
        <w:t>000 Mitarbeiter),</w:t>
      </w:r>
      <w:r>
        <w:t xml:space="preserve"> </w:t>
      </w:r>
      <w:r w:rsidRPr="00C24C9E">
        <w:t>Darmstadt</w:t>
      </w:r>
    </w:p>
    <w:p w14:paraId="05C4CD52" w14:textId="77777777" w:rsidR="00A5287F" w:rsidRDefault="00A5287F" w:rsidP="00A5287F">
      <w:pPr>
        <w:tabs>
          <w:tab w:val="left" w:pos="2694"/>
        </w:tabs>
      </w:pPr>
      <w:r>
        <w:tab/>
      </w:r>
      <w:r w:rsidRPr="00097495">
        <w:rPr>
          <w:u w:val="single"/>
        </w:rPr>
        <w:t>Ziel der Position:</w:t>
      </w:r>
      <w:r w:rsidRPr="00C24C9E">
        <w:t xml:space="preserve"> optimale Auslastung der Maschinen,</w:t>
      </w:r>
      <w:r>
        <w:t xml:space="preserve"> </w:t>
      </w:r>
      <w:r w:rsidRPr="00C24C9E">
        <w:t>reibungsloser</w:t>
      </w:r>
    </w:p>
    <w:p w14:paraId="6A0576DD" w14:textId="77777777" w:rsidR="00A5287F" w:rsidRPr="00C24C9E" w:rsidRDefault="00A5287F" w:rsidP="00A5287F">
      <w:pPr>
        <w:tabs>
          <w:tab w:val="left" w:pos="2694"/>
        </w:tabs>
      </w:pPr>
      <w:r>
        <w:tab/>
      </w:r>
      <w:r w:rsidRPr="00C24C9E">
        <w:t>Produktionsablauf bei kostensparendem</w:t>
      </w:r>
      <w:r>
        <w:t xml:space="preserve"> </w:t>
      </w:r>
      <w:r w:rsidRPr="00C24C9E">
        <w:t>Personaleinsatz</w:t>
      </w:r>
    </w:p>
    <w:p w14:paraId="6EADDF56" w14:textId="77777777" w:rsidR="00A5287F" w:rsidRDefault="00A5287F" w:rsidP="00A5287F">
      <w:pPr>
        <w:tabs>
          <w:tab w:val="left" w:pos="2694"/>
        </w:tabs>
      </w:pPr>
      <w:r>
        <w:tab/>
      </w:r>
      <w:r w:rsidRPr="00097495">
        <w:rPr>
          <w:u w:val="single"/>
        </w:rPr>
        <w:t>Aufgaben:</w:t>
      </w:r>
      <w:r w:rsidRPr="00C24C9E">
        <w:t xml:space="preserve"> Erstellung von </w:t>
      </w:r>
      <w:r>
        <w:t>Personalbedarfsanalysen</w:t>
      </w:r>
      <w:r w:rsidRPr="00C24C9E">
        <w:t>,</w:t>
      </w:r>
      <w:r>
        <w:t xml:space="preserve"> </w:t>
      </w:r>
      <w:r w:rsidRPr="00C24C9E">
        <w:t>Überwachung</w:t>
      </w:r>
    </w:p>
    <w:p w14:paraId="1F5DEB64" w14:textId="77777777" w:rsidR="00A5287F" w:rsidRDefault="00A5287F" w:rsidP="00A5287F">
      <w:pPr>
        <w:tabs>
          <w:tab w:val="left" w:pos="2694"/>
        </w:tabs>
      </w:pPr>
      <w:r>
        <w:tab/>
      </w:r>
      <w:r w:rsidRPr="00C24C9E">
        <w:t>der Lohn- und Gehaltsabrechnung</w:t>
      </w:r>
      <w:r>
        <w:t xml:space="preserve"> </w:t>
      </w:r>
      <w:r w:rsidRPr="00C24C9E">
        <w:t>(2 Mitarbeiter), Kontakt zu</w:t>
      </w:r>
      <w:r>
        <w:t xml:space="preserve"> </w:t>
      </w:r>
      <w:r w:rsidRPr="00C24C9E">
        <w:t>den</w:t>
      </w:r>
    </w:p>
    <w:p w14:paraId="711C2C9F" w14:textId="77777777" w:rsidR="00A5287F" w:rsidRDefault="00A5287F" w:rsidP="00A5287F">
      <w:pPr>
        <w:tabs>
          <w:tab w:val="left" w:pos="2694"/>
        </w:tabs>
      </w:pPr>
      <w:r>
        <w:tab/>
      </w:r>
      <w:r w:rsidRPr="00C24C9E">
        <w:t>Betriebsräten der</w:t>
      </w:r>
      <w:r>
        <w:t xml:space="preserve"> </w:t>
      </w:r>
      <w:r w:rsidRPr="00C24C9E">
        <w:t>Niederlassungen, Beratung der Gesch</w:t>
      </w:r>
      <w:r>
        <w:t>ä</w:t>
      </w:r>
      <w:r w:rsidRPr="00C24C9E">
        <w:t>ftsf</w:t>
      </w:r>
      <w:r>
        <w:t>ü</w:t>
      </w:r>
      <w:r w:rsidRPr="00C24C9E">
        <w:t>hrung</w:t>
      </w:r>
    </w:p>
    <w:p w14:paraId="60E8D309" w14:textId="77777777" w:rsidR="00A5287F" w:rsidRDefault="00A5287F" w:rsidP="00A5287F">
      <w:pPr>
        <w:tabs>
          <w:tab w:val="left" w:pos="2694"/>
        </w:tabs>
      </w:pPr>
      <w:r>
        <w:tab/>
      </w:r>
      <w:r w:rsidRPr="00C24C9E">
        <w:t>In</w:t>
      </w:r>
      <w:r>
        <w:t xml:space="preserve"> </w:t>
      </w:r>
      <w:r w:rsidRPr="00C24C9E">
        <w:t>personalrechtlichen Fragen</w:t>
      </w:r>
    </w:p>
    <w:p w14:paraId="5EF4E319" w14:textId="77777777" w:rsidR="00A5287F" w:rsidRDefault="00A5287F" w:rsidP="00BA0A8E">
      <w:pPr>
        <w:tabs>
          <w:tab w:val="left" w:pos="2694"/>
        </w:tabs>
      </w:pPr>
    </w:p>
    <w:p w14:paraId="73B92652" w14:textId="77777777" w:rsidR="00C24C9E" w:rsidRPr="00C24C9E" w:rsidRDefault="00C24C9E" w:rsidP="00A5287F">
      <w:pPr>
        <w:tabs>
          <w:tab w:val="left" w:pos="2694"/>
        </w:tabs>
        <w:jc w:val="right"/>
      </w:pPr>
      <w:r w:rsidRPr="00C24C9E">
        <w:lastRenderedPageBreak/>
        <w:t xml:space="preserve">Lebenslauf </w:t>
      </w:r>
      <w:r w:rsidR="00097495">
        <w:t>Benjamin</w:t>
      </w:r>
      <w:r w:rsidRPr="00C24C9E">
        <w:t xml:space="preserve"> Lehmann</w:t>
      </w:r>
    </w:p>
    <w:p w14:paraId="21001BBD" w14:textId="77777777" w:rsidR="004121A3" w:rsidRDefault="004121A3" w:rsidP="00BA0A8E">
      <w:pPr>
        <w:tabs>
          <w:tab w:val="left" w:pos="2694"/>
        </w:tabs>
      </w:pPr>
    </w:p>
    <w:p w14:paraId="1C34F68E" w14:textId="77777777" w:rsidR="00097495" w:rsidRDefault="00097495" w:rsidP="00BA0A8E">
      <w:pPr>
        <w:tabs>
          <w:tab w:val="left" w:pos="2694"/>
        </w:tabs>
      </w:pPr>
    </w:p>
    <w:p w14:paraId="36E377B5" w14:textId="77777777" w:rsidR="004C6E83" w:rsidRDefault="004C6E83" w:rsidP="00BA0A8E">
      <w:pPr>
        <w:tabs>
          <w:tab w:val="left" w:pos="2694"/>
        </w:tabs>
      </w:pPr>
    </w:p>
    <w:p w14:paraId="4F743797" w14:textId="77777777" w:rsidR="004C6E83" w:rsidRDefault="004C6E83" w:rsidP="00BA0A8E">
      <w:pPr>
        <w:tabs>
          <w:tab w:val="left" w:pos="2694"/>
        </w:tabs>
      </w:pPr>
    </w:p>
    <w:p w14:paraId="388577B8" w14:textId="77777777" w:rsidR="00C24C9E" w:rsidRPr="00097495" w:rsidRDefault="00C24C9E" w:rsidP="00BA0A8E">
      <w:pPr>
        <w:tabs>
          <w:tab w:val="left" w:pos="2694"/>
        </w:tabs>
        <w:rPr>
          <w:b/>
        </w:rPr>
      </w:pPr>
      <w:r w:rsidRPr="00097495">
        <w:rPr>
          <w:b/>
        </w:rPr>
        <w:t>Einstiegsposition</w:t>
      </w:r>
      <w:r w:rsidR="00097495" w:rsidRPr="00097495">
        <w:rPr>
          <w:b/>
        </w:rPr>
        <w:t xml:space="preserve"> </w:t>
      </w:r>
      <w:r w:rsidRPr="00097495">
        <w:rPr>
          <w:b/>
        </w:rPr>
        <w:t>Personalbereich in einem Verlagshaus</w:t>
      </w:r>
    </w:p>
    <w:p w14:paraId="734E9BD7" w14:textId="77777777" w:rsidR="00C24C9E" w:rsidRPr="00C24C9E" w:rsidRDefault="00C24C9E" w:rsidP="004C6E83">
      <w:pPr>
        <w:tabs>
          <w:tab w:val="left" w:pos="2694"/>
        </w:tabs>
        <w:ind w:left="2694" w:hanging="2694"/>
      </w:pPr>
      <w:r w:rsidRPr="00C24C9E">
        <w:t>12/199</w:t>
      </w:r>
      <w:r w:rsidR="00097495">
        <w:t>9</w:t>
      </w:r>
      <w:r w:rsidRPr="00C24C9E">
        <w:t xml:space="preserve"> bis 12/</w:t>
      </w:r>
      <w:r w:rsidR="00097495">
        <w:t>2000</w:t>
      </w:r>
      <w:r w:rsidR="00097495">
        <w:tab/>
      </w:r>
      <w:r w:rsidRPr="00097495">
        <w:rPr>
          <w:u w:val="single"/>
        </w:rPr>
        <w:t>Mitarbeiter in der Personalabteilung</w:t>
      </w:r>
    </w:p>
    <w:p w14:paraId="29BD8AAE" w14:textId="77777777" w:rsidR="00C24C9E" w:rsidRPr="00C24C9E" w:rsidRDefault="00BA0A8E" w:rsidP="004C6E83">
      <w:pPr>
        <w:tabs>
          <w:tab w:val="left" w:pos="2694"/>
        </w:tabs>
        <w:ind w:left="2694" w:hanging="2694"/>
      </w:pPr>
      <w:r>
        <w:tab/>
      </w:r>
      <w:r w:rsidR="00C24C9E" w:rsidRPr="00C24C9E">
        <w:t>Verlagsgruppe Recke &amp; Goldberg</w:t>
      </w:r>
      <w:r w:rsidR="0027173A">
        <w:t xml:space="preserve"> </w:t>
      </w:r>
      <w:r w:rsidR="00C24C9E" w:rsidRPr="00C24C9E">
        <w:t>(Fachverlag f</w:t>
      </w:r>
      <w:r>
        <w:t>ü</w:t>
      </w:r>
      <w:r w:rsidR="00C24C9E" w:rsidRPr="00C24C9E">
        <w:t>r Finanzbericht</w:t>
      </w:r>
      <w:r w:rsidR="004C6E83">
        <w:t>-</w:t>
      </w:r>
      <w:r w:rsidR="004C6E83">
        <w:br/>
      </w:r>
      <w:proofErr w:type="spellStart"/>
      <w:r w:rsidR="00C24C9E" w:rsidRPr="00C24C9E">
        <w:t>erstattung</w:t>
      </w:r>
      <w:proofErr w:type="spellEnd"/>
      <w:r w:rsidR="00C24C9E" w:rsidRPr="00C24C9E">
        <w:t>,</w:t>
      </w:r>
      <w:r w:rsidR="004C6E83">
        <w:t xml:space="preserve"> </w:t>
      </w:r>
      <w:r w:rsidR="00C24C9E" w:rsidRPr="00C24C9E">
        <w:t>ca. 350</w:t>
      </w:r>
      <w:r>
        <w:t xml:space="preserve"> </w:t>
      </w:r>
      <w:r w:rsidR="00C24C9E" w:rsidRPr="00C24C9E">
        <w:t>Mitarbeiter), Frankfurt</w:t>
      </w:r>
    </w:p>
    <w:p w14:paraId="677E0D8D" w14:textId="77777777" w:rsidR="00BA0A8E" w:rsidRDefault="00BA0A8E" w:rsidP="004C6E83">
      <w:pPr>
        <w:tabs>
          <w:tab w:val="left" w:pos="2694"/>
        </w:tabs>
        <w:ind w:left="2694" w:hanging="2694"/>
      </w:pPr>
      <w:r>
        <w:tab/>
      </w:r>
      <w:r w:rsidR="00C24C9E" w:rsidRPr="00BA0A8E">
        <w:rPr>
          <w:u w:val="single"/>
        </w:rPr>
        <w:t>Ziel der Position:</w:t>
      </w:r>
      <w:r w:rsidR="00C24C9E" w:rsidRPr="00C24C9E">
        <w:t xml:space="preserve"> einwandfreie und kostensparende</w:t>
      </w:r>
    </w:p>
    <w:p w14:paraId="69DAB9FB" w14:textId="77777777" w:rsidR="00C24C9E" w:rsidRPr="00C24C9E" w:rsidRDefault="00BA0A8E" w:rsidP="004C6E83">
      <w:pPr>
        <w:tabs>
          <w:tab w:val="left" w:pos="2694"/>
        </w:tabs>
        <w:ind w:left="2694" w:hanging="2694"/>
      </w:pPr>
      <w:r>
        <w:tab/>
      </w:r>
      <w:r w:rsidR="00C24C9E" w:rsidRPr="00C24C9E">
        <w:t>Personalbuchf</w:t>
      </w:r>
      <w:r>
        <w:t>ü</w:t>
      </w:r>
      <w:r w:rsidR="00C24C9E" w:rsidRPr="00C24C9E">
        <w:t>hrung</w:t>
      </w:r>
    </w:p>
    <w:p w14:paraId="071DB145" w14:textId="77777777" w:rsidR="00C24C9E" w:rsidRPr="00C24C9E" w:rsidRDefault="00BA0A8E" w:rsidP="004C6E83">
      <w:pPr>
        <w:tabs>
          <w:tab w:val="left" w:pos="2694"/>
        </w:tabs>
        <w:ind w:left="2694" w:hanging="2694"/>
      </w:pPr>
      <w:r>
        <w:tab/>
      </w:r>
      <w:r w:rsidR="00C24C9E" w:rsidRPr="00BA0A8E">
        <w:rPr>
          <w:u w:val="single"/>
        </w:rPr>
        <w:t>Aufgaben:</w:t>
      </w:r>
      <w:r>
        <w:t xml:space="preserve"> Erstellung der monatlichen</w:t>
      </w:r>
      <w:r w:rsidR="004C6E83">
        <w:t xml:space="preserve"> </w:t>
      </w:r>
      <w:r w:rsidR="00C24C9E" w:rsidRPr="00C24C9E">
        <w:t>Gehaltsabrechnungen, Vorbereitung</w:t>
      </w:r>
      <w:r>
        <w:t xml:space="preserve"> </w:t>
      </w:r>
      <w:r w:rsidR="00C24C9E" w:rsidRPr="00C24C9E">
        <w:t>von Betriebspr</w:t>
      </w:r>
      <w:r>
        <w:t>ü</w:t>
      </w:r>
      <w:r w:rsidR="00C24C9E" w:rsidRPr="00C24C9E">
        <w:t>fungen durch die Sozialversicherung</w:t>
      </w:r>
    </w:p>
    <w:p w14:paraId="19266ACD" w14:textId="77777777" w:rsidR="00BA0A8E" w:rsidRDefault="00BA0A8E" w:rsidP="00BA0A8E">
      <w:pPr>
        <w:tabs>
          <w:tab w:val="left" w:pos="2694"/>
        </w:tabs>
      </w:pPr>
    </w:p>
    <w:p w14:paraId="71DBFFEE" w14:textId="77777777" w:rsidR="00C24C9E" w:rsidRPr="00BA0A8E" w:rsidRDefault="00C24C9E" w:rsidP="00BA0A8E">
      <w:pPr>
        <w:tabs>
          <w:tab w:val="left" w:pos="2694"/>
        </w:tabs>
        <w:rPr>
          <w:b/>
        </w:rPr>
      </w:pPr>
      <w:r w:rsidRPr="00BA0A8E">
        <w:rPr>
          <w:b/>
        </w:rPr>
        <w:t>Studium</w:t>
      </w:r>
    </w:p>
    <w:p w14:paraId="1FF635EA" w14:textId="77777777" w:rsidR="00BA0A8E" w:rsidRDefault="00C24C9E" w:rsidP="00BA0A8E">
      <w:pPr>
        <w:tabs>
          <w:tab w:val="left" w:pos="2694"/>
        </w:tabs>
      </w:pPr>
      <w:r w:rsidRPr="00C24C9E">
        <w:t>10/199</w:t>
      </w:r>
      <w:r w:rsidR="00BA0A8E">
        <w:t>4</w:t>
      </w:r>
      <w:r w:rsidRPr="00C24C9E">
        <w:t xml:space="preserve"> bis 09/199</w:t>
      </w:r>
      <w:r w:rsidR="00BA0A8E">
        <w:t>9</w:t>
      </w:r>
      <w:r w:rsidR="00BA0A8E">
        <w:tab/>
      </w:r>
      <w:r w:rsidRPr="00BA0A8E">
        <w:rPr>
          <w:u w:val="single"/>
        </w:rPr>
        <w:t>Studium der Betriebswirtschaft</w:t>
      </w:r>
    </w:p>
    <w:p w14:paraId="437F0D93" w14:textId="77777777" w:rsidR="00C24C9E" w:rsidRPr="00C24C9E" w:rsidRDefault="00BA0A8E" w:rsidP="00BA0A8E">
      <w:pPr>
        <w:tabs>
          <w:tab w:val="left" w:pos="2694"/>
        </w:tabs>
      </w:pPr>
      <w:r>
        <w:tab/>
      </w:r>
      <w:r w:rsidR="00C24C9E" w:rsidRPr="00C24C9E">
        <w:t>Schwerpunkt Personal und Organisation</w:t>
      </w:r>
    </w:p>
    <w:p w14:paraId="7C38A9C0" w14:textId="77777777" w:rsidR="00C24C9E" w:rsidRPr="00C24C9E" w:rsidRDefault="00BA0A8E" w:rsidP="00BA0A8E">
      <w:pPr>
        <w:tabs>
          <w:tab w:val="left" w:pos="2694"/>
        </w:tabs>
      </w:pPr>
      <w:r>
        <w:tab/>
      </w:r>
      <w:r w:rsidR="00C24C9E" w:rsidRPr="00C24C9E">
        <w:t>Ludwig-Maximilians-Universität, M</w:t>
      </w:r>
      <w:r>
        <w:t>ü</w:t>
      </w:r>
      <w:r w:rsidR="00C24C9E" w:rsidRPr="00C24C9E">
        <w:t>nchen</w:t>
      </w:r>
    </w:p>
    <w:p w14:paraId="24D5136D" w14:textId="77777777" w:rsidR="00C24C9E" w:rsidRDefault="00BA0A8E" w:rsidP="00BA0A8E">
      <w:pPr>
        <w:tabs>
          <w:tab w:val="left" w:pos="2694"/>
        </w:tabs>
      </w:pPr>
      <w:r>
        <w:tab/>
      </w:r>
      <w:r w:rsidR="00C24C9E" w:rsidRPr="00C24C9E">
        <w:t>Abschluss: Diplom-Kaufmann</w:t>
      </w:r>
    </w:p>
    <w:p w14:paraId="1D570D00" w14:textId="77777777" w:rsidR="00BA0A8E" w:rsidRPr="00C24C9E" w:rsidRDefault="00BA0A8E" w:rsidP="00BA0A8E">
      <w:pPr>
        <w:tabs>
          <w:tab w:val="left" w:pos="2694"/>
        </w:tabs>
      </w:pPr>
    </w:p>
    <w:p w14:paraId="2F9A68A8" w14:textId="77777777" w:rsidR="00C24C9E" w:rsidRPr="00BA0A8E" w:rsidRDefault="00BA0A8E" w:rsidP="00BA0A8E">
      <w:pPr>
        <w:tabs>
          <w:tab w:val="left" w:pos="2694"/>
        </w:tabs>
        <w:rPr>
          <w:b/>
        </w:rPr>
      </w:pPr>
      <w:r w:rsidRPr="00BA0A8E">
        <w:rPr>
          <w:b/>
        </w:rPr>
        <w:t>Ausbildungs</w:t>
      </w:r>
      <w:r w:rsidR="00C24C9E" w:rsidRPr="00BA0A8E">
        <w:rPr>
          <w:b/>
        </w:rPr>
        <w:t>zeit und Gesellenjahr</w:t>
      </w:r>
    </w:p>
    <w:p w14:paraId="51ADBC96" w14:textId="77777777" w:rsidR="00C24C9E" w:rsidRPr="00C24C9E" w:rsidRDefault="00C24C9E" w:rsidP="00BA0A8E">
      <w:pPr>
        <w:tabs>
          <w:tab w:val="left" w:pos="2694"/>
        </w:tabs>
      </w:pPr>
      <w:r w:rsidRPr="00C24C9E">
        <w:t>08/19</w:t>
      </w:r>
      <w:r w:rsidR="00BA0A8E">
        <w:t>90</w:t>
      </w:r>
      <w:r w:rsidRPr="00C24C9E">
        <w:t xml:space="preserve"> bis 07/199</w:t>
      </w:r>
      <w:r w:rsidR="00BA0A8E">
        <w:t>4</w:t>
      </w:r>
      <w:r w:rsidR="00BA0A8E">
        <w:tab/>
      </w:r>
      <w:r w:rsidRPr="00A5287F">
        <w:rPr>
          <w:u w:val="single"/>
        </w:rPr>
        <w:t>Bäckerlehre und Arbeit als Bäckergeselle</w:t>
      </w:r>
    </w:p>
    <w:p w14:paraId="1128B23E" w14:textId="77777777" w:rsidR="00C24C9E" w:rsidRPr="00C24C9E" w:rsidRDefault="00BA0A8E" w:rsidP="00BA0A8E">
      <w:pPr>
        <w:tabs>
          <w:tab w:val="left" w:pos="2694"/>
        </w:tabs>
      </w:pPr>
      <w:r>
        <w:tab/>
      </w:r>
      <w:r w:rsidR="00C24C9E" w:rsidRPr="00C24C9E">
        <w:t>Bäckerei Moshammer, Bad Tölz</w:t>
      </w:r>
    </w:p>
    <w:p w14:paraId="614AAFA4" w14:textId="77777777" w:rsidR="00C24C9E" w:rsidRPr="00C24C9E" w:rsidRDefault="00BA0A8E" w:rsidP="00BA0A8E">
      <w:pPr>
        <w:tabs>
          <w:tab w:val="left" w:pos="2694"/>
        </w:tabs>
      </w:pPr>
      <w:r>
        <w:tab/>
      </w:r>
      <w:r w:rsidR="00C24C9E" w:rsidRPr="00C24C9E">
        <w:t>Abschluss: Gesellenbrief</w:t>
      </w:r>
    </w:p>
    <w:p w14:paraId="09410C7C" w14:textId="77777777" w:rsidR="00BA0A8E" w:rsidRDefault="00BA0A8E" w:rsidP="00BA0A8E">
      <w:pPr>
        <w:tabs>
          <w:tab w:val="left" w:pos="2694"/>
        </w:tabs>
      </w:pPr>
    </w:p>
    <w:p w14:paraId="1F88A5B9" w14:textId="77777777" w:rsidR="00C24C9E" w:rsidRPr="00BA0A8E" w:rsidRDefault="00C24C9E" w:rsidP="00BA0A8E">
      <w:pPr>
        <w:tabs>
          <w:tab w:val="left" w:pos="2694"/>
        </w:tabs>
        <w:rPr>
          <w:b/>
        </w:rPr>
      </w:pPr>
      <w:r w:rsidRPr="00BA0A8E">
        <w:rPr>
          <w:b/>
        </w:rPr>
        <w:t>Schulbildung</w:t>
      </w:r>
    </w:p>
    <w:p w14:paraId="584A7848" w14:textId="77777777" w:rsidR="00C24C9E" w:rsidRPr="00C24C9E" w:rsidRDefault="00C24C9E" w:rsidP="00BA0A8E">
      <w:pPr>
        <w:tabs>
          <w:tab w:val="left" w:pos="2694"/>
        </w:tabs>
      </w:pPr>
      <w:r w:rsidRPr="00C24C9E">
        <w:t>09/197</w:t>
      </w:r>
      <w:r w:rsidR="00BA0A8E">
        <w:t>6</w:t>
      </w:r>
      <w:r w:rsidRPr="00C24C9E">
        <w:t xml:space="preserve"> bis 07/19</w:t>
      </w:r>
      <w:r w:rsidR="00BA0A8E">
        <w:t>90</w:t>
      </w:r>
      <w:r w:rsidR="00BA0A8E">
        <w:tab/>
      </w:r>
      <w:r w:rsidRPr="00A5287F">
        <w:rPr>
          <w:u w:val="single"/>
        </w:rPr>
        <w:t>Grundschule und Gymnasium</w:t>
      </w:r>
      <w:r w:rsidRPr="00C24C9E">
        <w:t>, Bad Tölz</w:t>
      </w:r>
    </w:p>
    <w:p w14:paraId="3BF54656" w14:textId="77777777" w:rsidR="00C24C9E" w:rsidRPr="00C24C9E" w:rsidRDefault="00BA0A8E" w:rsidP="00BA0A8E">
      <w:pPr>
        <w:tabs>
          <w:tab w:val="left" w:pos="2694"/>
        </w:tabs>
      </w:pPr>
      <w:r>
        <w:tab/>
      </w:r>
      <w:r w:rsidR="00C24C9E" w:rsidRPr="00C24C9E">
        <w:t>Abschluss: Abitur</w:t>
      </w:r>
    </w:p>
    <w:p w14:paraId="4B982576" w14:textId="77777777" w:rsidR="00BA0A8E" w:rsidRDefault="00BA0A8E" w:rsidP="00BA0A8E">
      <w:pPr>
        <w:tabs>
          <w:tab w:val="left" w:pos="2694"/>
        </w:tabs>
      </w:pPr>
    </w:p>
    <w:p w14:paraId="26E20001" w14:textId="77777777" w:rsidR="00C24C9E" w:rsidRPr="00BA0A8E" w:rsidRDefault="00C24C9E" w:rsidP="00BA0A8E">
      <w:pPr>
        <w:tabs>
          <w:tab w:val="left" w:pos="2694"/>
        </w:tabs>
        <w:rPr>
          <w:b/>
        </w:rPr>
      </w:pPr>
      <w:r w:rsidRPr="00BA0A8E">
        <w:rPr>
          <w:b/>
        </w:rPr>
        <w:t>Weitere Qualifikationen</w:t>
      </w:r>
    </w:p>
    <w:p w14:paraId="4726DB90" w14:textId="77777777" w:rsidR="00C24C9E" w:rsidRPr="00C24C9E" w:rsidRDefault="00C24C9E" w:rsidP="00BA0A8E">
      <w:pPr>
        <w:tabs>
          <w:tab w:val="left" w:pos="2694"/>
        </w:tabs>
      </w:pPr>
      <w:r w:rsidRPr="00C24C9E">
        <w:t>Sprachkenntnisse</w:t>
      </w:r>
      <w:r w:rsidR="00BA0A8E">
        <w:tab/>
      </w:r>
      <w:r w:rsidRPr="00C24C9E">
        <w:t>Italienisch (verhandlungssicher), Englisch (gut)</w:t>
      </w:r>
    </w:p>
    <w:p w14:paraId="38C1FBCE" w14:textId="77777777" w:rsidR="00C24C9E" w:rsidRPr="00C24C9E" w:rsidRDefault="00C24C9E" w:rsidP="00BA0A8E">
      <w:pPr>
        <w:tabs>
          <w:tab w:val="left" w:pos="2694"/>
        </w:tabs>
      </w:pPr>
      <w:r w:rsidRPr="00C24C9E">
        <w:t>EDV-Kenntnisse</w:t>
      </w:r>
      <w:r w:rsidR="00BA0A8E">
        <w:tab/>
      </w:r>
      <w:r w:rsidRPr="00C24C9E">
        <w:t xml:space="preserve">MS Office, SAP </w:t>
      </w:r>
      <w:r w:rsidR="00A5287F">
        <w:t>ERP</w:t>
      </w:r>
    </w:p>
    <w:p w14:paraId="04E5D52C" w14:textId="77777777" w:rsidR="00BA0A8E" w:rsidRDefault="00BA0A8E" w:rsidP="00BA0A8E">
      <w:pPr>
        <w:tabs>
          <w:tab w:val="left" w:pos="2694"/>
        </w:tabs>
      </w:pPr>
    </w:p>
    <w:p w14:paraId="002FA978" w14:textId="77777777" w:rsidR="00BA0A8E" w:rsidRDefault="00BA0A8E" w:rsidP="00BA0A8E">
      <w:pPr>
        <w:tabs>
          <w:tab w:val="left" w:pos="2694"/>
        </w:tabs>
      </w:pPr>
    </w:p>
    <w:p w14:paraId="3F8501B6" w14:textId="77777777" w:rsidR="00C24C9E" w:rsidRDefault="004C6E83" w:rsidP="00BA0A8E">
      <w:pPr>
        <w:tabs>
          <w:tab w:val="left" w:pos="2694"/>
        </w:tabs>
      </w:pPr>
      <w:r>
        <w:t>Hamburg, 10.</w:t>
      </w:r>
      <w:r w:rsidR="00C24C9E" w:rsidRPr="00C24C9E">
        <w:t>1.201</w:t>
      </w:r>
      <w:r w:rsidR="00BA0A8E">
        <w:t>6</w:t>
      </w:r>
    </w:p>
    <w:p w14:paraId="6C9F87E5" w14:textId="77777777" w:rsidR="00A5287F" w:rsidRPr="00C24C9E" w:rsidRDefault="00A5287F" w:rsidP="00BA0A8E">
      <w:pPr>
        <w:tabs>
          <w:tab w:val="left" w:pos="2694"/>
        </w:tabs>
      </w:pPr>
    </w:p>
    <w:p w14:paraId="3F2D502E" w14:textId="77777777" w:rsidR="00A209C2" w:rsidRPr="00EA493E" w:rsidRDefault="00BA0A8E" w:rsidP="0027173A">
      <w:pPr>
        <w:pStyle w:val="UnterschriftName"/>
        <w:rPr>
          <w:rFonts w:ascii="Lucida Handwriting" w:hAnsi="Lucida Handwriting"/>
        </w:rPr>
      </w:pPr>
      <w:bookmarkStart w:id="0" w:name="_GoBack"/>
      <w:r w:rsidRPr="00EA493E">
        <w:rPr>
          <w:rFonts w:ascii="Lucida Handwriting" w:hAnsi="Lucida Handwriting"/>
        </w:rPr>
        <w:t>Benjamin</w:t>
      </w:r>
      <w:r w:rsidR="00C24C9E" w:rsidRPr="00EA493E">
        <w:rPr>
          <w:rFonts w:ascii="Lucida Handwriting" w:hAnsi="Lucida Handwriting"/>
        </w:rPr>
        <w:t xml:space="preserve"> Lehmann</w:t>
      </w:r>
      <w:bookmarkEnd w:id="0"/>
    </w:p>
    <w:sectPr w:rsidR="00A209C2" w:rsidRPr="00EA493E" w:rsidSect="004121A3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E10C3" w14:textId="77777777" w:rsidR="0031645E" w:rsidRDefault="0031645E" w:rsidP="00D04998">
      <w:pPr>
        <w:spacing w:line="240" w:lineRule="auto"/>
      </w:pPr>
      <w:r>
        <w:separator/>
      </w:r>
    </w:p>
  </w:endnote>
  <w:endnote w:type="continuationSeparator" w:id="0">
    <w:p w14:paraId="1CB3B21A" w14:textId="77777777" w:rsidR="0031645E" w:rsidRDefault="0031645E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9D571" w14:textId="77777777" w:rsidR="0031645E" w:rsidRDefault="0031645E" w:rsidP="00D04998">
      <w:pPr>
        <w:spacing w:line="240" w:lineRule="auto"/>
      </w:pPr>
      <w:r>
        <w:separator/>
      </w:r>
    </w:p>
  </w:footnote>
  <w:footnote w:type="continuationSeparator" w:id="0">
    <w:p w14:paraId="4BE6E085" w14:textId="77777777" w:rsidR="0031645E" w:rsidRDefault="0031645E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79D8"/>
    <w:rsid w:val="0001149E"/>
    <w:rsid w:val="00057461"/>
    <w:rsid w:val="00097495"/>
    <w:rsid w:val="000B1FA9"/>
    <w:rsid w:val="000D0FC8"/>
    <w:rsid w:val="000E35DB"/>
    <w:rsid w:val="00124892"/>
    <w:rsid w:val="001A165F"/>
    <w:rsid w:val="001B176B"/>
    <w:rsid w:val="001C0433"/>
    <w:rsid w:val="001E090F"/>
    <w:rsid w:val="0021238A"/>
    <w:rsid w:val="0027173A"/>
    <w:rsid w:val="002A5C7B"/>
    <w:rsid w:val="002A5DBE"/>
    <w:rsid w:val="002C01DA"/>
    <w:rsid w:val="0031645E"/>
    <w:rsid w:val="00327334"/>
    <w:rsid w:val="00370185"/>
    <w:rsid w:val="003B7D74"/>
    <w:rsid w:val="0040444D"/>
    <w:rsid w:val="004121A3"/>
    <w:rsid w:val="004B4A76"/>
    <w:rsid w:val="004C6E83"/>
    <w:rsid w:val="004E1823"/>
    <w:rsid w:val="004F0647"/>
    <w:rsid w:val="00580FA8"/>
    <w:rsid w:val="005B4A0E"/>
    <w:rsid w:val="006229C7"/>
    <w:rsid w:val="00631380"/>
    <w:rsid w:val="006D3345"/>
    <w:rsid w:val="006F5C84"/>
    <w:rsid w:val="00766E52"/>
    <w:rsid w:val="00770743"/>
    <w:rsid w:val="007B4E03"/>
    <w:rsid w:val="007C2BDF"/>
    <w:rsid w:val="007C371D"/>
    <w:rsid w:val="008D2E71"/>
    <w:rsid w:val="008D76FD"/>
    <w:rsid w:val="0092351A"/>
    <w:rsid w:val="0095639B"/>
    <w:rsid w:val="00964D21"/>
    <w:rsid w:val="009C6C44"/>
    <w:rsid w:val="009D01B1"/>
    <w:rsid w:val="00A209C2"/>
    <w:rsid w:val="00A479D8"/>
    <w:rsid w:val="00A5287F"/>
    <w:rsid w:val="00A66DEC"/>
    <w:rsid w:val="00A93B30"/>
    <w:rsid w:val="00AB6AAA"/>
    <w:rsid w:val="00AE40A9"/>
    <w:rsid w:val="00AE72C8"/>
    <w:rsid w:val="00AE78BD"/>
    <w:rsid w:val="00B14BB3"/>
    <w:rsid w:val="00B46EB9"/>
    <w:rsid w:val="00B65920"/>
    <w:rsid w:val="00BA0A8E"/>
    <w:rsid w:val="00BF721A"/>
    <w:rsid w:val="00C24C9E"/>
    <w:rsid w:val="00C841F7"/>
    <w:rsid w:val="00CC6031"/>
    <w:rsid w:val="00CC7DA6"/>
    <w:rsid w:val="00D04998"/>
    <w:rsid w:val="00D373BC"/>
    <w:rsid w:val="00DF19CD"/>
    <w:rsid w:val="00DF3801"/>
    <w:rsid w:val="00DF7E68"/>
    <w:rsid w:val="00E37989"/>
    <w:rsid w:val="00EA037D"/>
    <w:rsid w:val="00EA493E"/>
    <w:rsid w:val="00EB3170"/>
    <w:rsid w:val="00F1444A"/>
    <w:rsid w:val="00F339CC"/>
    <w:rsid w:val="00F637C5"/>
    <w:rsid w:val="00FF1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2F47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4121A3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AE40A9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27173A"/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4121A3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4121A3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eiche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eiche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hmann@net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767FB721</Template>
  <TotalTime>0</TotalTime>
  <Pages>2</Pages>
  <Words>394</Words>
  <Characters>2486</Characters>
  <Application>Microsoft Office Word</Application>
  <DocSecurity>0</DocSecurity>
  <Lines>20</Lines>
  <Paragraphs>5</Paragraphs>
  <ScaleCrop>false</ScaleCrop>
  <Company>F G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2016-01-14T14:39:00Z</cp:lastPrinted>
  <dcterms:created xsi:type="dcterms:W3CDTF">2016-01-14T14:39:00Z</dcterms:created>
  <dcterms:modified xsi:type="dcterms:W3CDTF">2016-02-02T08:01:00Z</dcterms:modified>
</cp:coreProperties>
</file>