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4701C" w14:textId="77777777" w:rsidR="00CD76E8" w:rsidRPr="00DB35D5" w:rsidRDefault="00CD76E8" w:rsidP="00D939B4">
      <w:pPr>
        <w:tabs>
          <w:tab w:val="left" w:pos="2410"/>
        </w:tabs>
        <w:rPr>
          <w:b/>
          <w:sz w:val="28"/>
          <w:szCs w:val="28"/>
        </w:rPr>
      </w:pPr>
      <w:r w:rsidRPr="00DB35D5">
        <w:rPr>
          <w:b/>
          <w:sz w:val="28"/>
          <w:szCs w:val="28"/>
        </w:rPr>
        <w:t>Lebenslauf</w:t>
      </w:r>
    </w:p>
    <w:p w14:paraId="1ABDE5D3" w14:textId="77777777" w:rsidR="00CD76E8" w:rsidRPr="00CD76E8" w:rsidRDefault="005F0F2E" w:rsidP="00D939B4">
      <w:pPr>
        <w:tabs>
          <w:tab w:val="left" w:pos="2410"/>
        </w:tabs>
      </w:pPr>
      <w:r>
        <w:rPr>
          <w:noProof/>
          <w:lang w:eastAsia="de-DE"/>
        </w:rPr>
        <w:pict w14:anchorId="0FD854BE">
          <v:rect id="_x0000_s1026" style="position:absolute;margin-left:340.75pt;margin-top:-15.1pt;width:127.55pt;height:170.1pt;z-index:-251658752;mso-wrap-edited:f" wrapcoords="-127 0 -127 21504 21727 21504 21727 0 -127 0">
            <w10:wrap type="through"/>
          </v:rect>
        </w:pict>
      </w:r>
    </w:p>
    <w:p w14:paraId="022688AD" w14:textId="77777777" w:rsidR="00CD76E8" w:rsidRPr="00CD76E8" w:rsidRDefault="00CD76E8" w:rsidP="00D939B4">
      <w:pPr>
        <w:tabs>
          <w:tab w:val="left" w:pos="2410"/>
        </w:tabs>
      </w:pPr>
    </w:p>
    <w:p w14:paraId="1B561118" w14:textId="77777777" w:rsidR="00CD76E8" w:rsidRPr="00584457" w:rsidRDefault="00CD76E8" w:rsidP="00D939B4">
      <w:pPr>
        <w:tabs>
          <w:tab w:val="left" w:pos="2410"/>
        </w:tabs>
        <w:rPr>
          <w:b/>
        </w:rPr>
      </w:pPr>
      <w:r w:rsidRPr="00584457">
        <w:rPr>
          <w:b/>
        </w:rPr>
        <w:t>Persönliche Daten</w:t>
      </w:r>
    </w:p>
    <w:p w14:paraId="4FDA7AB2" w14:textId="77777777" w:rsidR="00CD76E8" w:rsidRPr="00CD76E8" w:rsidRDefault="00CD76E8" w:rsidP="00D939B4">
      <w:pPr>
        <w:tabs>
          <w:tab w:val="left" w:pos="2410"/>
        </w:tabs>
      </w:pPr>
      <w:r w:rsidRPr="00CD76E8">
        <w:t>Britta Novotny</w:t>
      </w:r>
    </w:p>
    <w:p w14:paraId="0BA1D942" w14:textId="77777777" w:rsidR="00CD76E8" w:rsidRPr="00CD76E8" w:rsidRDefault="00CD76E8" w:rsidP="00D939B4">
      <w:pPr>
        <w:tabs>
          <w:tab w:val="left" w:pos="2410"/>
        </w:tabs>
      </w:pPr>
      <w:r w:rsidRPr="00CD76E8">
        <w:t>Schönbuchweg 38</w:t>
      </w:r>
    </w:p>
    <w:p w14:paraId="5B185D3E" w14:textId="77777777" w:rsidR="00CD76E8" w:rsidRPr="00CD76E8" w:rsidRDefault="00CD76E8" w:rsidP="00D939B4">
      <w:pPr>
        <w:tabs>
          <w:tab w:val="left" w:pos="2410"/>
        </w:tabs>
      </w:pPr>
      <w:r w:rsidRPr="00CD76E8">
        <w:t>70563 Stuttgart</w:t>
      </w:r>
    </w:p>
    <w:p w14:paraId="50BDEA11" w14:textId="77777777" w:rsidR="00584457" w:rsidRDefault="00584457" w:rsidP="00D939B4">
      <w:pPr>
        <w:tabs>
          <w:tab w:val="left" w:pos="2410"/>
        </w:tabs>
      </w:pPr>
      <w:r>
        <w:t>Tel.: 0171 77665544</w:t>
      </w:r>
    </w:p>
    <w:p w14:paraId="20C96026" w14:textId="77777777" w:rsidR="00584457" w:rsidRDefault="00584457" w:rsidP="00D939B4">
      <w:pPr>
        <w:tabs>
          <w:tab w:val="left" w:pos="2410"/>
        </w:tabs>
      </w:pPr>
      <w:r>
        <w:t xml:space="preserve">E-Mail: </w:t>
      </w:r>
      <w:r w:rsidRPr="00584457">
        <w:t>b.novotny@laendle-web.de</w:t>
      </w:r>
    </w:p>
    <w:p w14:paraId="687A60B4" w14:textId="77777777" w:rsidR="00584457" w:rsidRDefault="00584457" w:rsidP="00D939B4">
      <w:pPr>
        <w:tabs>
          <w:tab w:val="left" w:pos="2410"/>
        </w:tabs>
      </w:pPr>
      <w:r>
        <w:t>*</w:t>
      </w:r>
      <w:r w:rsidR="00DB35D5">
        <w:t xml:space="preserve"> </w:t>
      </w:r>
      <w:r w:rsidRPr="00CD76E8">
        <w:t>17. Oktober 198</w:t>
      </w:r>
      <w:r w:rsidR="00DB35D5">
        <w:t>8</w:t>
      </w:r>
    </w:p>
    <w:p w14:paraId="39DCBD7F" w14:textId="77777777" w:rsidR="00CD76E8" w:rsidRPr="00CD76E8" w:rsidRDefault="00CD76E8" w:rsidP="00D939B4">
      <w:pPr>
        <w:tabs>
          <w:tab w:val="left" w:pos="2410"/>
        </w:tabs>
      </w:pPr>
      <w:r w:rsidRPr="00CD76E8">
        <w:t>ledig</w:t>
      </w:r>
      <w:r w:rsidR="00584457">
        <w:t>, keine Kinder</w:t>
      </w:r>
    </w:p>
    <w:p w14:paraId="645E7E63" w14:textId="77777777" w:rsidR="00CD76E8" w:rsidRDefault="00CD76E8" w:rsidP="00D939B4">
      <w:pPr>
        <w:tabs>
          <w:tab w:val="left" w:pos="2410"/>
        </w:tabs>
      </w:pPr>
    </w:p>
    <w:p w14:paraId="18238039" w14:textId="77777777" w:rsidR="00DB35D5" w:rsidRDefault="00DB35D5" w:rsidP="00D939B4">
      <w:pPr>
        <w:tabs>
          <w:tab w:val="left" w:pos="2410"/>
        </w:tabs>
      </w:pPr>
    </w:p>
    <w:p w14:paraId="24FABF89" w14:textId="77777777" w:rsidR="00DB35D5" w:rsidRDefault="00DB35D5" w:rsidP="00D939B4">
      <w:pPr>
        <w:tabs>
          <w:tab w:val="left" w:pos="2410"/>
        </w:tabs>
      </w:pPr>
    </w:p>
    <w:p w14:paraId="4292A06B" w14:textId="77777777" w:rsidR="00A76E9E" w:rsidRPr="00CD76E8" w:rsidRDefault="00A76E9E" w:rsidP="00D939B4">
      <w:pPr>
        <w:tabs>
          <w:tab w:val="left" w:pos="2410"/>
        </w:tabs>
      </w:pPr>
    </w:p>
    <w:p w14:paraId="0E2104D0" w14:textId="77777777" w:rsidR="00CD76E8" w:rsidRPr="00584457" w:rsidRDefault="00CD76E8" w:rsidP="00D939B4">
      <w:pPr>
        <w:tabs>
          <w:tab w:val="left" w:pos="2410"/>
        </w:tabs>
        <w:rPr>
          <w:b/>
        </w:rPr>
      </w:pPr>
      <w:r w:rsidRPr="00584457">
        <w:rPr>
          <w:b/>
        </w:rPr>
        <w:t>Schulbildung</w:t>
      </w:r>
    </w:p>
    <w:p w14:paraId="23C24E2C" w14:textId="77777777" w:rsidR="00CD76E8" w:rsidRPr="00CD76E8" w:rsidRDefault="00CD76E8" w:rsidP="00D939B4">
      <w:pPr>
        <w:tabs>
          <w:tab w:val="left" w:pos="2410"/>
        </w:tabs>
      </w:pPr>
      <w:r w:rsidRPr="00CD76E8">
        <w:t>08/9</w:t>
      </w:r>
      <w:r w:rsidR="00584457">
        <w:t>5</w:t>
      </w:r>
      <w:r w:rsidRPr="00CD76E8">
        <w:t xml:space="preserve"> – 07/9</w:t>
      </w:r>
      <w:r w:rsidR="00584457">
        <w:t>9</w:t>
      </w:r>
      <w:r w:rsidRPr="00CD76E8">
        <w:tab/>
        <w:t>Grundschule Kirchheim</w:t>
      </w:r>
      <w:r w:rsidR="00DB35D5">
        <w:t xml:space="preserve"> unter Teck</w:t>
      </w:r>
    </w:p>
    <w:p w14:paraId="703DA0B5" w14:textId="77777777" w:rsidR="00CD76E8" w:rsidRPr="00CD76E8" w:rsidRDefault="00CD76E8" w:rsidP="00D939B4">
      <w:pPr>
        <w:tabs>
          <w:tab w:val="left" w:pos="2410"/>
        </w:tabs>
      </w:pPr>
      <w:r w:rsidRPr="00CD76E8">
        <w:t>08/9</w:t>
      </w:r>
      <w:r w:rsidR="00584457">
        <w:t>9</w:t>
      </w:r>
      <w:r w:rsidRPr="00CD76E8">
        <w:t xml:space="preserve"> – 07/0</w:t>
      </w:r>
      <w:r w:rsidR="00584457">
        <w:t>8</w:t>
      </w:r>
      <w:r w:rsidRPr="00CD76E8">
        <w:tab/>
        <w:t>Droste-Hülshoff-Gymnasium Kirchheim</w:t>
      </w:r>
      <w:r w:rsidR="00DB35D5">
        <w:t xml:space="preserve"> unter Teck</w:t>
      </w:r>
    </w:p>
    <w:p w14:paraId="074B3ED6" w14:textId="77777777" w:rsidR="00CD76E8" w:rsidRPr="00CD76E8" w:rsidRDefault="00CD76E8" w:rsidP="00D939B4">
      <w:pPr>
        <w:tabs>
          <w:tab w:val="left" w:pos="2410"/>
        </w:tabs>
      </w:pPr>
      <w:r w:rsidRPr="00CD76E8">
        <w:tab/>
        <w:t>Abschluss: Abitur (Note: 2,7)</w:t>
      </w:r>
    </w:p>
    <w:p w14:paraId="6CB64D9D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</w:p>
    <w:p w14:paraId="28CC70E1" w14:textId="77777777" w:rsidR="00CD76E8" w:rsidRPr="00584457" w:rsidRDefault="00CD76E8" w:rsidP="00D939B4">
      <w:pPr>
        <w:tabs>
          <w:tab w:val="left" w:pos="2410"/>
        </w:tabs>
        <w:rPr>
          <w:b/>
        </w:rPr>
      </w:pPr>
      <w:r w:rsidRPr="00584457">
        <w:rPr>
          <w:b/>
        </w:rPr>
        <w:t>Studium</w:t>
      </w:r>
    </w:p>
    <w:p w14:paraId="4613307E" w14:textId="77777777" w:rsidR="00CD76E8" w:rsidRPr="00CD76E8" w:rsidRDefault="00CD76E8" w:rsidP="00D939B4">
      <w:pPr>
        <w:tabs>
          <w:tab w:val="left" w:pos="2410"/>
        </w:tabs>
      </w:pPr>
      <w:r w:rsidRPr="00CD76E8">
        <w:t>0</w:t>
      </w:r>
      <w:r w:rsidR="00584457">
        <w:t>9</w:t>
      </w:r>
      <w:r w:rsidRPr="00CD76E8">
        <w:t>/0</w:t>
      </w:r>
      <w:r w:rsidR="008D147C">
        <w:t>8</w:t>
      </w:r>
      <w:r w:rsidRPr="00CD76E8">
        <w:t xml:space="preserve"> – 03/1</w:t>
      </w:r>
      <w:r w:rsidR="00584457">
        <w:t>1</w:t>
      </w:r>
      <w:r w:rsidRPr="00CD76E8">
        <w:tab/>
        <w:t>Englisch, Geografie</w:t>
      </w:r>
    </w:p>
    <w:p w14:paraId="693839EC" w14:textId="77777777" w:rsidR="00CD76E8" w:rsidRDefault="00CD76E8" w:rsidP="00D939B4">
      <w:pPr>
        <w:tabs>
          <w:tab w:val="left" w:pos="2410"/>
        </w:tabs>
      </w:pPr>
      <w:r w:rsidRPr="00CD76E8">
        <w:tab/>
        <w:t>Eberhard-Karls-Universität Tübingen</w:t>
      </w:r>
    </w:p>
    <w:p w14:paraId="2D12FF02" w14:textId="77777777" w:rsidR="00584457" w:rsidRPr="009471BD" w:rsidRDefault="00584457" w:rsidP="00D939B4">
      <w:pPr>
        <w:tabs>
          <w:tab w:val="left" w:pos="2410"/>
        </w:tabs>
      </w:pPr>
      <w:r>
        <w:tab/>
      </w:r>
      <w:r w:rsidRPr="009471BD">
        <w:t xml:space="preserve">Abschluss: Bachelor </w:t>
      </w:r>
      <w:proofErr w:type="spellStart"/>
      <w:r w:rsidRPr="009471BD">
        <w:t>of</w:t>
      </w:r>
      <w:proofErr w:type="spellEnd"/>
      <w:r w:rsidRPr="009471BD">
        <w:t xml:space="preserve"> Arts (B.</w:t>
      </w:r>
      <w:r w:rsidR="00DB35D5" w:rsidRPr="009471BD">
        <w:t xml:space="preserve"> </w:t>
      </w:r>
      <w:r w:rsidRPr="009471BD">
        <w:t>A.)</w:t>
      </w:r>
    </w:p>
    <w:p w14:paraId="4CCDB542" w14:textId="77777777" w:rsidR="00CD76E8" w:rsidRPr="00CD76E8" w:rsidRDefault="00CD76E8" w:rsidP="00D939B4">
      <w:pPr>
        <w:tabs>
          <w:tab w:val="left" w:pos="2410"/>
        </w:tabs>
      </w:pPr>
      <w:r w:rsidRPr="00CD76E8">
        <w:t>04/1</w:t>
      </w:r>
      <w:r w:rsidR="00584457">
        <w:t>1</w:t>
      </w:r>
      <w:r w:rsidRPr="00CD76E8">
        <w:t xml:space="preserve"> – 03/1</w:t>
      </w:r>
      <w:r w:rsidR="00584457">
        <w:t>2</w:t>
      </w:r>
      <w:r w:rsidRPr="00CD76E8">
        <w:tab/>
        <w:t>Auslandsjahr</w:t>
      </w:r>
    </w:p>
    <w:p w14:paraId="0AAF9466" w14:textId="77777777" w:rsidR="00CD76E8" w:rsidRPr="00CD76E8" w:rsidRDefault="00CD76E8" w:rsidP="00D939B4">
      <w:pPr>
        <w:tabs>
          <w:tab w:val="left" w:pos="2410"/>
        </w:tabs>
      </w:pPr>
      <w:r w:rsidRPr="00CD76E8">
        <w:tab/>
        <w:t>Boston University, Massachusetts, USA</w:t>
      </w:r>
    </w:p>
    <w:p w14:paraId="0CDCC45B" w14:textId="77777777" w:rsidR="00CD76E8" w:rsidRPr="00CD76E8" w:rsidRDefault="00CD76E8" w:rsidP="00D939B4">
      <w:pPr>
        <w:tabs>
          <w:tab w:val="left" w:pos="2410"/>
        </w:tabs>
      </w:pPr>
      <w:r w:rsidRPr="00CD76E8">
        <w:t>04/1</w:t>
      </w:r>
      <w:r w:rsidR="00584457">
        <w:t>2</w:t>
      </w:r>
      <w:r w:rsidRPr="00CD76E8">
        <w:t xml:space="preserve"> – 07/1</w:t>
      </w:r>
      <w:r w:rsidR="00584457">
        <w:t>6</w:t>
      </w:r>
      <w:r w:rsidRPr="00CD76E8">
        <w:tab/>
        <w:t>Englisch, Geografie</w:t>
      </w:r>
    </w:p>
    <w:p w14:paraId="0C658C7C" w14:textId="77777777" w:rsidR="00CD76E8" w:rsidRPr="00CD76E8" w:rsidRDefault="00CD76E8" w:rsidP="00D939B4">
      <w:pPr>
        <w:tabs>
          <w:tab w:val="left" w:pos="2410"/>
        </w:tabs>
      </w:pPr>
      <w:r w:rsidRPr="00CD76E8">
        <w:tab/>
        <w:t xml:space="preserve">Eberhard-Karls-Universität Tübingen, </w:t>
      </w:r>
      <w:r w:rsidRPr="00CD76E8">
        <w:br/>
      </w:r>
      <w:r w:rsidRPr="00CD76E8">
        <w:tab/>
        <w:t>Abschluss: M</w:t>
      </w:r>
      <w:r w:rsidR="00584457">
        <w:t xml:space="preserve">aster </w:t>
      </w:r>
      <w:proofErr w:type="spellStart"/>
      <w:r w:rsidR="00584457">
        <w:t>of</w:t>
      </w:r>
      <w:proofErr w:type="spellEnd"/>
      <w:r w:rsidRPr="00CD76E8">
        <w:t xml:space="preserve"> A</w:t>
      </w:r>
      <w:r w:rsidR="00584457">
        <w:t>rts (M.</w:t>
      </w:r>
      <w:r w:rsidR="00DB35D5">
        <w:t xml:space="preserve"> </w:t>
      </w:r>
      <w:r w:rsidR="00584457">
        <w:t>A.</w:t>
      </w:r>
      <w:r w:rsidR="00DB35D5">
        <w:t xml:space="preserve">, </w:t>
      </w:r>
      <w:r w:rsidRPr="00CD76E8">
        <w:t>Note 2,3)</w:t>
      </w:r>
    </w:p>
    <w:p w14:paraId="2ECB3815" w14:textId="77777777" w:rsidR="00A76E9E" w:rsidRDefault="00584457" w:rsidP="00D939B4">
      <w:pPr>
        <w:tabs>
          <w:tab w:val="left" w:pos="2410"/>
        </w:tabs>
      </w:pPr>
      <w:r>
        <w:tab/>
      </w:r>
      <w:r w:rsidR="00CD76E8" w:rsidRPr="00CD76E8">
        <w:t>Masterarbeit: „Kooperationsmöglichkeiten</w:t>
      </w:r>
    </w:p>
    <w:p w14:paraId="45333899" w14:textId="77777777" w:rsidR="00D939B4" w:rsidRDefault="00CD76E8" w:rsidP="00D939B4">
      <w:pPr>
        <w:tabs>
          <w:tab w:val="left" w:pos="2410"/>
        </w:tabs>
      </w:pPr>
      <w:r w:rsidRPr="00CD76E8">
        <w:t xml:space="preserve"> </w:t>
      </w:r>
      <w:r w:rsidRPr="00CD76E8">
        <w:tab/>
      </w:r>
      <w:r w:rsidR="00DB35D5">
        <w:t>i</w:t>
      </w:r>
      <w:r w:rsidRPr="00CD76E8">
        <w:t>m</w:t>
      </w:r>
      <w:r w:rsidR="00A76E9E">
        <w:t xml:space="preserve"> </w:t>
      </w:r>
      <w:r w:rsidRPr="00CD76E8">
        <w:t>Stadtmarketing bei internationalen</w:t>
      </w:r>
    </w:p>
    <w:p w14:paraId="590F1D8C" w14:textId="77777777" w:rsidR="00CD76E8" w:rsidRPr="00CD76E8" w:rsidRDefault="00D939B4" w:rsidP="00D939B4">
      <w:pPr>
        <w:tabs>
          <w:tab w:val="left" w:pos="2410"/>
        </w:tabs>
      </w:pPr>
      <w:r>
        <w:tab/>
      </w:r>
      <w:r w:rsidR="00CD76E8" w:rsidRPr="00CD76E8">
        <w:t xml:space="preserve">Städtepartnerschaften“ </w:t>
      </w:r>
    </w:p>
    <w:p w14:paraId="33ED6724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</w:p>
    <w:p w14:paraId="359A9D68" w14:textId="77777777" w:rsidR="00CD76E8" w:rsidRPr="00D939B4" w:rsidRDefault="00CD76E8" w:rsidP="00D939B4">
      <w:pPr>
        <w:tabs>
          <w:tab w:val="left" w:pos="2410"/>
        </w:tabs>
        <w:rPr>
          <w:b/>
        </w:rPr>
      </w:pPr>
      <w:r w:rsidRPr="00D939B4">
        <w:rPr>
          <w:b/>
        </w:rPr>
        <w:t>Praktische Tätigkeiten</w:t>
      </w:r>
    </w:p>
    <w:p w14:paraId="079563A5" w14:textId="77777777" w:rsidR="00584457" w:rsidRPr="00CD76E8" w:rsidRDefault="00584457" w:rsidP="00D939B4">
      <w:pPr>
        <w:tabs>
          <w:tab w:val="left" w:pos="2410"/>
        </w:tabs>
      </w:pPr>
      <w:r w:rsidRPr="00CD76E8">
        <w:t>0</w:t>
      </w:r>
      <w:r w:rsidR="00DB35D5">
        <w:t>8</w:t>
      </w:r>
      <w:r w:rsidRPr="00CD76E8">
        <w:t>/0</w:t>
      </w:r>
      <w:r>
        <w:t>8</w:t>
      </w:r>
      <w:r w:rsidRPr="00CD76E8">
        <w:t xml:space="preserve"> – 0</w:t>
      </w:r>
      <w:r w:rsidR="00DB35D5">
        <w:t>6</w:t>
      </w:r>
      <w:r w:rsidRPr="00CD76E8">
        <w:t>/0</w:t>
      </w:r>
      <w:r>
        <w:t>9</w:t>
      </w:r>
      <w:r w:rsidRPr="00CD76E8">
        <w:tab/>
        <w:t>Verkäuferin</w:t>
      </w:r>
    </w:p>
    <w:p w14:paraId="091C61A6" w14:textId="77777777" w:rsidR="00584457" w:rsidRPr="00CD76E8" w:rsidRDefault="00584457" w:rsidP="00D939B4">
      <w:pPr>
        <w:tabs>
          <w:tab w:val="left" w:pos="2410"/>
        </w:tabs>
      </w:pPr>
      <w:r w:rsidRPr="00CD76E8">
        <w:tab/>
        <w:t xml:space="preserve">Modehaus </w:t>
      </w:r>
      <w:proofErr w:type="spellStart"/>
      <w:r w:rsidRPr="00CD76E8">
        <w:t>Scherff</w:t>
      </w:r>
      <w:proofErr w:type="spellEnd"/>
      <w:r w:rsidRPr="00CD76E8">
        <w:t>, Esslingen</w:t>
      </w:r>
    </w:p>
    <w:p w14:paraId="20DAD355" w14:textId="77777777" w:rsidR="00584457" w:rsidRPr="00CD76E8" w:rsidRDefault="00584457" w:rsidP="00D939B4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  <w:t xml:space="preserve">– </w:t>
      </w:r>
      <w:r w:rsidRPr="00CD76E8">
        <w:rPr>
          <w:rFonts w:cs="TimesNewRomanPSMT"/>
        </w:rPr>
        <w:t>Verkauf und Beratung in der Abteilung „Junge Mode“</w:t>
      </w:r>
    </w:p>
    <w:p w14:paraId="05EA15EF" w14:textId="77777777" w:rsidR="00584457" w:rsidRPr="00CD76E8" w:rsidRDefault="00584457" w:rsidP="00D939B4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  <w:t xml:space="preserve">– </w:t>
      </w:r>
      <w:r w:rsidRPr="00CD76E8">
        <w:rPr>
          <w:rFonts w:cs="TimesNewRomanPSMT"/>
        </w:rPr>
        <w:t>Einsatz bei Sonderverkäufen</w:t>
      </w:r>
    </w:p>
    <w:p w14:paraId="00583231" w14:textId="77777777" w:rsidR="00584457" w:rsidRPr="00CD76E8" w:rsidRDefault="00584457" w:rsidP="00D939B4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</w:r>
      <w:r w:rsidR="008D147C">
        <w:rPr>
          <w:rFonts w:cs="TimesNewRomanPSMT"/>
        </w:rPr>
        <w:t xml:space="preserve">– </w:t>
      </w:r>
      <w:r w:rsidRPr="00CD76E8">
        <w:rPr>
          <w:rFonts w:cs="TimesNewRomanPSMT"/>
        </w:rPr>
        <w:t>Aushilfe bei der Dekoration</w:t>
      </w:r>
    </w:p>
    <w:p w14:paraId="528A3666" w14:textId="77777777" w:rsidR="00CD76E8" w:rsidRPr="00CD76E8" w:rsidRDefault="00DB35D5" w:rsidP="00D939B4">
      <w:pPr>
        <w:tabs>
          <w:tab w:val="left" w:pos="2410"/>
        </w:tabs>
      </w:pPr>
      <w:r>
        <w:t>07</w:t>
      </w:r>
      <w:r w:rsidR="00CD76E8" w:rsidRPr="00CD76E8">
        <w:t>/0</w:t>
      </w:r>
      <w:r w:rsidR="00D939B4">
        <w:t>9</w:t>
      </w:r>
      <w:r w:rsidR="00CD76E8" w:rsidRPr="00CD76E8">
        <w:t xml:space="preserve"> – </w:t>
      </w:r>
      <w:r>
        <w:t>08</w:t>
      </w:r>
      <w:r w:rsidR="00CD76E8" w:rsidRPr="00CD76E8">
        <w:t>/0</w:t>
      </w:r>
      <w:r w:rsidR="00D939B4">
        <w:t>9</w:t>
      </w:r>
      <w:r w:rsidR="00CD76E8" w:rsidRPr="00CD76E8">
        <w:tab/>
        <w:t>Verkäuferin</w:t>
      </w:r>
    </w:p>
    <w:p w14:paraId="1B55D487" w14:textId="77777777" w:rsidR="00CD76E8" w:rsidRPr="00CD76E8" w:rsidRDefault="00CD76E8" w:rsidP="00D939B4">
      <w:pPr>
        <w:tabs>
          <w:tab w:val="left" w:pos="2410"/>
        </w:tabs>
      </w:pPr>
      <w:r w:rsidRPr="00CD76E8">
        <w:tab/>
        <w:t>„</w:t>
      </w:r>
      <w:proofErr w:type="spellStart"/>
      <w:r w:rsidRPr="00CD76E8">
        <w:t>Connemara</w:t>
      </w:r>
      <w:proofErr w:type="spellEnd"/>
      <w:r w:rsidRPr="00CD76E8">
        <w:t xml:space="preserve"> – Der irische Laden“</w:t>
      </w:r>
      <w:r w:rsidR="00D939B4">
        <w:t>, Tübingen</w:t>
      </w:r>
    </w:p>
    <w:p w14:paraId="46C70F5E" w14:textId="77777777" w:rsidR="00CD76E8" w:rsidRPr="00CD76E8" w:rsidRDefault="00D939B4" w:rsidP="00D939B4">
      <w:pPr>
        <w:tabs>
          <w:tab w:val="left" w:pos="2410"/>
        </w:tabs>
      </w:pPr>
      <w:r>
        <w:tab/>
        <w:t xml:space="preserve">– </w:t>
      </w:r>
      <w:r w:rsidR="00CD76E8" w:rsidRPr="00CD76E8">
        <w:t>Verkauf</w:t>
      </w:r>
    </w:p>
    <w:p w14:paraId="5DA55832" w14:textId="77777777" w:rsidR="00A209C2" w:rsidRPr="00CD76E8" w:rsidRDefault="00D939B4" w:rsidP="00D939B4">
      <w:pPr>
        <w:tabs>
          <w:tab w:val="left" w:pos="2410"/>
        </w:tabs>
        <w:rPr>
          <w:rFonts w:cs="TimesNewRomanPSMT"/>
        </w:rPr>
      </w:pPr>
      <w:r>
        <w:tab/>
        <w:t xml:space="preserve">– </w:t>
      </w:r>
      <w:r w:rsidR="00CD76E8" w:rsidRPr="00CD76E8">
        <w:t>Eventorganisation (Whiskeyproben, Saint</w:t>
      </w:r>
      <w:r>
        <w:t xml:space="preserve"> </w:t>
      </w:r>
      <w:proofErr w:type="spellStart"/>
      <w:r w:rsidR="00CD76E8" w:rsidRPr="00CD76E8">
        <w:t>Patrick</w:t>
      </w:r>
      <w:r w:rsidR="00CD76E8" w:rsidRPr="00CD76E8">
        <w:rPr>
          <w:rFonts w:cs="TimesNewRomanPSMT"/>
        </w:rPr>
        <w:t>’s</w:t>
      </w:r>
      <w:proofErr w:type="spellEnd"/>
      <w:r>
        <w:rPr>
          <w:rFonts w:cs="TimesNewRomanPSMT"/>
        </w:rPr>
        <w:t xml:space="preserve"> </w:t>
      </w:r>
      <w:r w:rsidR="00CD76E8" w:rsidRPr="00CD76E8">
        <w:rPr>
          <w:rFonts w:cs="TimesNewRomanPSMT"/>
        </w:rPr>
        <w:t>Day,</w:t>
      </w:r>
      <w:r w:rsidR="00CD76E8" w:rsidRPr="00CD76E8">
        <w:rPr>
          <w:rFonts w:cs="TimesNewRomanPSMT"/>
        </w:rPr>
        <w:br/>
      </w:r>
      <w:r w:rsidR="00CD76E8" w:rsidRPr="00CD76E8">
        <w:rPr>
          <w:rFonts w:cs="TimesNewRomanPSMT"/>
        </w:rPr>
        <w:tab/>
      </w:r>
      <w:r>
        <w:rPr>
          <w:rFonts w:cs="TimesNewRomanPSMT"/>
        </w:rPr>
        <w:t xml:space="preserve">– </w:t>
      </w:r>
      <w:r w:rsidR="00CD76E8" w:rsidRPr="00CD76E8">
        <w:rPr>
          <w:rFonts w:cs="TimesNewRomanPSMT"/>
        </w:rPr>
        <w:t>Konzert „Dublin Pride“, Ausstellung „</w:t>
      </w:r>
      <w:proofErr w:type="spellStart"/>
      <w:r w:rsidR="00CD76E8" w:rsidRPr="00CD76E8">
        <w:rPr>
          <w:rFonts w:cs="TimesNewRomanPSMT"/>
        </w:rPr>
        <w:t>Gaelic</w:t>
      </w:r>
      <w:proofErr w:type="spellEnd"/>
      <w:r w:rsidR="00CD76E8" w:rsidRPr="00CD76E8">
        <w:rPr>
          <w:rFonts w:cs="TimesNewRomanPSMT"/>
        </w:rPr>
        <w:t xml:space="preserve"> Art“)</w:t>
      </w:r>
    </w:p>
    <w:p w14:paraId="2B356835" w14:textId="77777777" w:rsidR="00D939B4" w:rsidRDefault="00D939B4" w:rsidP="00D939B4">
      <w:pPr>
        <w:tabs>
          <w:tab w:val="left" w:pos="2410"/>
        </w:tabs>
        <w:rPr>
          <w:rFonts w:cs="TimesNewRomanPSMT"/>
        </w:rPr>
      </w:pPr>
    </w:p>
    <w:p w14:paraId="3AEB7E43" w14:textId="77777777" w:rsidR="00D939B4" w:rsidRDefault="00D939B4" w:rsidP="00D939B4">
      <w:pPr>
        <w:tabs>
          <w:tab w:val="left" w:pos="2410"/>
        </w:tabs>
        <w:rPr>
          <w:rFonts w:cs="TimesNewRomanPSMT"/>
        </w:rPr>
      </w:pPr>
    </w:p>
    <w:p w14:paraId="7757B557" w14:textId="77777777" w:rsidR="0017794A" w:rsidRDefault="0017794A" w:rsidP="00D939B4">
      <w:pPr>
        <w:tabs>
          <w:tab w:val="left" w:pos="2410"/>
        </w:tabs>
        <w:rPr>
          <w:rFonts w:cs="TimesNewRomanPSMT"/>
        </w:rPr>
      </w:pPr>
    </w:p>
    <w:p w14:paraId="3CE3A1D9" w14:textId="52D616A9" w:rsidR="00B7218E" w:rsidRPr="00AF0AE1" w:rsidRDefault="00B7218E" w:rsidP="00B7218E">
      <w:pPr>
        <w:tabs>
          <w:tab w:val="left" w:pos="2694"/>
        </w:tabs>
        <w:jc w:val="right"/>
      </w:pPr>
      <w:r>
        <w:lastRenderedPageBreak/>
        <w:t>Lebenslauf Britta Novotny</w:t>
      </w:r>
    </w:p>
    <w:p w14:paraId="7AD4C51C" w14:textId="77777777" w:rsidR="0017794A" w:rsidRDefault="0017794A" w:rsidP="00D939B4">
      <w:pPr>
        <w:tabs>
          <w:tab w:val="left" w:pos="2410"/>
        </w:tabs>
        <w:rPr>
          <w:rFonts w:cs="TimesNewRomanPSMT"/>
        </w:rPr>
      </w:pPr>
    </w:p>
    <w:p w14:paraId="4F9AC2C6" w14:textId="77777777" w:rsidR="00DB35D5" w:rsidRDefault="00DB35D5" w:rsidP="00D939B4">
      <w:pPr>
        <w:tabs>
          <w:tab w:val="left" w:pos="2410"/>
        </w:tabs>
        <w:rPr>
          <w:rFonts w:cs="TimesNewRomanPSMT"/>
        </w:rPr>
      </w:pPr>
    </w:p>
    <w:p w14:paraId="7F2F0CA7" w14:textId="77777777" w:rsidR="00DB35D5" w:rsidRDefault="00DB35D5" w:rsidP="00D939B4">
      <w:pPr>
        <w:tabs>
          <w:tab w:val="left" w:pos="2410"/>
        </w:tabs>
        <w:rPr>
          <w:rFonts w:cs="TimesNewRomanPSMT"/>
        </w:rPr>
      </w:pPr>
    </w:p>
    <w:p w14:paraId="4B0563FE" w14:textId="77777777" w:rsidR="0017794A" w:rsidRDefault="0017794A" w:rsidP="00D939B4">
      <w:pPr>
        <w:tabs>
          <w:tab w:val="left" w:pos="2410"/>
        </w:tabs>
        <w:rPr>
          <w:rFonts w:cs="TimesNewRomanPSMT"/>
        </w:rPr>
      </w:pPr>
    </w:p>
    <w:p w14:paraId="28D9F4E5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>0</w:t>
      </w:r>
      <w:r w:rsidR="00D939B4">
        <w:rPr>
          <w:rFonts w:cs="TimesNewRomanPSMT"/>
        </w:rPr>
        <w:t>3</w:t>
      </w:r>
      <w:r w:rsidRPr="00CD76E8">
        <w:rPr>
          <w:rFonts w:cs="TimesNewRomanPSMT"/>
        </w:rPr>
        <w:t>/10 – 09/1</w:t>
      </w:r>
      <w:r w:rsidR="00D939B4">
        <w:rPr>
          <w:rFonts w:cs="TimesNewRomanPSMT"/>
        </w:rPr>
        <w:t>5</w:t>
      </w:r>
      <w:r w:rsidRPr="00CD76E8">
        <w:rPr>
          <w:rFonts w:cs="TimesNewRomanPSMT"/>
        </w:rPr>
        <w:tab/>
        <w:t>Aushilfssekretärin</w:t>
      </w:r>
      <w:r w:rsidR="00D939B4">
        <w:rPr>
          <w:rFonts w:cs="TimesNewRomanPSMT"/>
        </w:rPr>
        <w:t xml:space="preserve"> (während der Semesterferien)</w:t>
      </w:r>
    </w:p>
    <w:p w14:paraId="4C94C511" w14:textId="77777777" w:rsid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ab/>
        <w:t>Messe Stuttgart</w:t>
      </w:r>
    </w:p>
    <w:p w14:paraId="0258E8C8" w14:textId="77777777" w:rsidR="00D939B4" w:rsidRDefault="00DB35D5" w:rsidP="00DB35D5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</w:r>
      <w:r w:rsidRPr="002A5C7B">
        <w:t>–</w:t>
      </w:r>
      <w:r>
        <w:t xml:space="preserve"> </w:t>
      </w:r>
      <w:r w:rsidR="00CD76E8" w:rsidRPr="00D939B4">
        <w:rPr>
          <w:rFonts w:cs="TimesNewRomanPSMT"/>
        </w:rPr>
        <w:t>Mithilfe bei der Organisation von Messen</w:t>
      </w:r>
      <w:r w:rsidR="00D939B4" w:rsidRPr="00D939B4">
        <w:rPr>
          <w:rFonts w:cs="TimesNewRomanPSMT"/>
        </w:rPr>
        <w:t xml:space="preserve"> </w:t>
      </w:r>
      <w:r w:rsidR="00CD76E8" w:rsidRPr="00D939B4">
        <w:rPr>
          <w:rFonts w:cs="TimesNewRomanPSMT"/>
        </w:rPr>
        <w:t>(z.</w:t>
      </w:r>
      <w:r w:rsidR="00CD76E8" w:rsidRPr="00D939B4">
        <w:rPr>
          <w:rFonts w:ascii="Lucida Grande" w:hAnsi="Lucida Grande" w:cs="Lucida Grande"/>
        </w:rPr>
        <w:t> </w:t>
      </w:r>
      <w:r w:rsidR="00CD76E8" w:rsidRPr="00D939B4">
        <w:rPr>
          <w:rFonts w:cs="TimesNewRomanPSMT"/>
        </w:rPr>
        <w:t xml:space="preserve">B. </w:t>
      </w:r>
      <w:proofErr w:type="spellStart"/>
      <w:r w:rsidR="00CD76E8" w:rsidRPr="00D939B4">
        <w:rPr>
          <w:rFonts w:cs="TimesNewRomanPSMT"/>
        </w:rPr>
        <w:t>Invest</w:t>
      </w:r>
      <w:proofErr w:type="spellEnd"/>
      <w:r w:rsidR="00CD76E8" w:rsidRPr="00D939B4">
        <w:rPr>
          <w:rFonts w:cs="TimesNewRomanPSMT"/>
        </w:rPr>
        <w:t>,</w:t>
      </w:r>
    </w:p>
    <w:p w14:paraId="27E6FEB3" w14:textId="77777777" w:rsidR="00CD76E8" w:rsidRPr="00D939B4" w:rsidRDefault="00DB35D5" w:rsidP="00DB35D5">
      <w:pPr>
        <w:tabs>
          <w:tab w:val="left" w:pos="2580"/>
        </w:tabs>
        <w:rPr>
          <w:rFonts w:cs="TimesNewRomanPSMT"/>
        </w:rPr>
      </w:pPr>
      <w:r>
        <w:rPr>
          <w:rFonts w:cs="TimesNewRomanPSMT"/>
        </w:rPr>
        <w:tab/>
      </w:r>
      <w:r w:rsidR="00CD76E8" w:rsidRPr="00D939B4">
        <w:rPr>
          <w:rFonts w:cs="TimesNewRomanPSMT"/>
        </w:rPr>
        <w:t>Camping &amp; Freizeit, Leistungsschau Baden-Württemberg)</w:t>
      </w:r>
    </w:p>
    <w:p w14:paraId="63C5DBCA" w14:textId="77777777" w:rsidR="00CD76E8" w:rsidRPr="00CD76E8" w:rsidRDefault="00D939B4" w:rsidP="00D939B4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</w:r>
      <w:r w:rsidR="00DB35D5" w:rsidRPr="002A5C7B">
        <w:t>–</w:t>
      </w:r>
      <w:r w:rsidR="00DB35D5">
        <w:t xml:space="preserve"> </w:t>
      </w:r>
      <w:r w:rsidR="00CD76E8" w:rsidRPr="00CD76E8">
        <w:rPr>
          <w:rFonts w:cs="TimesNewRomanPSMT"/>
        </w:rPr>
        <w:t>Akquise neuer Aussteller</w:t>
      </w:r>
    </w:p>
    <w:p w14:paraId="388DBF28" w14:textId="77777777" w:rsidR="00CD76E8" w:rsidRPr="00CD76E8" w:rsidRDefault="00D939B4" w:rsidP="00D939B4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</w:r>
      <w:r w:rsidR="00DB35D5" w:rsidRPr="002A5C7B">
        <w:t>–</w:t>
      </w:r>
      <w:r w:rsidR="00DB35D5">
        <w:t xml:space="preserve"> </w:t>
      </w:r>
      <w:r w:rsidR="00CD76E8" w:rsidRPr="00CD76E8">
        <w:rPr>
          <w:rFonts w:cs="TimesNewRomanPSMT"/>
        </w:rPr>
        <w:t>Betreuung von Altkunden</w:t>
      </w:r>
    </w:p>
    <w:p w14:paraId="30EB3527" w14:textId="77777777" w:rsidR="00CD76E8" w:rsidRPr="00CD76E8" w:rsidRDefault="00D939B4" w:rsidP="00D939B4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</w:r>
      <w:r w:rsidR="00DB35D5" w:rsidRPr="002A5C7B">
        <w:t>–</w:t>
      </w:r>
      <w:r w:rsidR="00DB35D5">
        <w:t xml:space="preserve"> </w:t>
      </w:r>
      <w:r w:rsidR="00A76E9E">
        <w:rPr>
          <w:rFonts w:cs="TimesNewRomanPSMT"/>
        </w:rPr>
        <w:t>B</w:t>
      </w:r>
      <w:r w:rsidR="00CD76E8" w:rsidRPr="00CD76E8">
        <w:rPr>
          <w:rFonts w:cs="TimesNewRomanPSMT"/>
        </w:rPr>
        <w:t>etreuung des Infostands während einzelner Messen</w:t>
      </w:r>
    </w:p>
    <w:p w14:paraId="4A62E7EB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</w:p>
    <w:p w14:paraId="4F67F88A" w14:textId="77777777" w:rsidR="00CD76E8" w:rsidRPr="00D939B4" w:rsidRDefault="00CD76E8" w:rsidP="00D939B4">
      <w:pPr>
        <w:tabs>
          <w:tab w:val="left" w:pos="2410"/>
        </w:tabs>
        <w:rPr>
          <w:rFonts w:cs="TimesNewRomanPSMT"/>
          <w:b/>
        </w:rPr>
      </w:pPr>
      <w:r w:rsidRPr="00D939B4">
        <w:rPr>
          <w:rFonts w:cs="TimesNewRomanPSMT"/>
          <w:b/>
        </w:rPr>
        <w:t>Praktikum</w:t>
      </w:r>
    </w:p>
    <w:p w14:paraId="62B69BA0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>06/13 – 12/13</w:t>
      </w:r>
      <w:r w:rsidRPr="00CD76E8">
        <w:rPr>
          <w:rFonts w:cs="TimesNewRomanPSMT"/>
        </w:rPr>
        <w:tab/>
        <w:t>Praktikantin</w:t>
      </w:r>
    </w:p>
    <w:p w14:paraId="127D2CA2" w14:textId="77777777" w:rsidR="00DB35D5" w:rsidRDefault="00CD76E8" w:rsidP="00DB35D5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ab/>
        <w:t>Marketing-Abteilung, Kaufhaus Brenninger</w:t>
      </w:r>
      <w:r w:rsidR="00D939B4">
        <w:rPr>
          <w:rFonts w:cs="TimesNewRomanPSMT"/>
        </w:rPr>
        <w:t>, Stuttgart</w:t>
      </w:r>
    </w:p>
    <w:p w14:paraId="6725FEB8" w14:textId="77777777" w:rsidR="00CD76E8" w:rsidRPr="00D939B4" w:rsidRDefault="00DB35D5" w:rsidP="00DB35D5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</w:r>
      <w:r w:rsidRPr="002A5C7B">
        <w:t>–</w:t>
      </w:r>
      <w:r>
        <w:t xml:space="preserve"> </w:t>
      </w:r>
      <w:r w:rsidR="00CD76E8" w:rsidRPr="00D939B4">
        <w:rPr>
          <w:rFonts w:cs="TimesNewRomanPSMT"/>
        </w:rPr>
        <w:t>Erstellung von Werbekonzepten (Weihnachten,</w:t>
      </w:r>
      <w:r>
        <w:rPr>
          <w:rFonts w:cs="TimesNewRomanPSMT"/>
        </w:rPr>
        <w:t xml:space="preserve"> </w:t>
      </w:r>
      <w:r w:rsidR="00CD76E8" w:rsidRPr="00D939B4">
        <w:rPr>
          <w:rFonts w:cs="TimesNewRomanPSMT"/>
        </w:rPr>
        <w:t>Frühjahr)</w:t>
      </w:r>
    </w:p>
    <w:p w14:paraId="37A9B7B4" w14:textId="77777777" w:rsidR="00CD76E8" w:rsidRPr="00CD76E8" w:rsidRDefault="00D939B4" w:rsidP="00A76E9E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ab/>
      </w:r>
      <w:r w:rsidR="00DB35D5" w:rsidRPr="002A5C7B">
        <w:t>–</w:t>
      </w:r>
      <w:r w:rsidR="00DB35D5">
        <w:t xml:space="preserve"> </w:t>
      </w:r>
      <w:r w:rsidR="00CD76E8" w:rsidRPr="00CD76E8">
        <w:rPr>
          <w:rFonts w:cs="TimesNewRomanPSMT"/>
        </w:rPr>
        <w:t>inhaltliche Abstimmung mit Werbe- und PR-Agenturen</w:t>
      </w:r>
    </w:p>
    <w:p w14:paraId="04F94C96" w14:textId="74CDE699" w:rsidR="009471BD" w:rsidRDefault="00DB35D5" w:rsidP="009471BD">
      <w:pPr>
        <w:ind w:left="2410"/>
        <w:rPr>
          <w:rFonts w:cs="TimesNewRomanPSMT"/>
        </w:rPr>
      </w:pPr>
      <w:r w:rsidRPr="002A5C7B">
        <w:t>–</w:t>
      </w:r>
      <w:r>
        <w:t xml:space="preserve"> </w:t>
      </w:r>
      <w:r w:rsidR="00CD76E8" w:rsidRPr="00DB35D5">
        <w:rPr>
          <w:rFonts w:cs="TimesNewRomanPSMT"/>
        </w:rPr>
        <w:t>Rohentwurf von Prospekten, Handzetteln</w:t>
      </w:r>
      <w:r w:rsidR="009471BD">
        <w:rPr>
          <w:rFonts w:cs="TimesNewRomanPSMT"/>
        </w:rPr>
        <w:t xml:space="preserve"> </w:t>
      </w:r>
      <w:r w:rsidR="00CD76E8" w:rsidRPr="00DB35D5">
        <w:rPr>
          <w:rFonts w:cs="TimesNewRomanPSMT"/>
        </w:rPr>
        <w:t>und Mailings</w:t>
      </w:r>
    </w:p>
    <w:p w14:paraId="6AFBC1F3" w14:textId="1A147412" w:rsidR="00CD76E8" w:rsidRPr="00DB35D5" w:rsidRDefault="009471BD" w:rsidP="009471BD">
      <w:pPr>
        <w:tabs>
          <w:tab w:val="left" w:pos="2552"/>
        </w:tabs>
        <w:ind w:left="2410"/>
        <w:rPr>
          <w:rFonts w:cs="TimesNewRomanPSMT"/>
        </w:rPr>
      </w:pPr>
      <w:r>
        <w:rPr>
          <w:rFonts w:cs="TimesNewRomanPSMT"/>
        </w:rPr>
        <w:tab/>
      </w:r>
      <w:r w:rsidR="009D669B" w:rsidRPr="00DB35D5">
        <w:rPr>
          <w:rFonts w:cs="TimesNewRomanPSMT"/>
        </w:rPr>
        <w:t>(z.</w:t>
      </w:r>
      <w:r w:rsidR="009D669B" w:rsidRPr="00DB35D5">
        <w:rPr>
          <w:rFonts w:ascii="Lucida Grande" w:hAnsi="Lucida Grande" w:cs="Lucida Grande"/>
        </w:rPr>
        <w:t> </w:t>
      </w:r>
      <w:r w:rsidR="009D669B" w:rsidRPr="00DB35D5">
        <w:rPr>
          <w:rFonts w:cs="TimesNewRomanPSMT"/>
        </w:rPr>
        <w:t xml:space="preserve">B. für die </w:t>
      </w:r>
      <w:r w:rsidRPr="00DB35D5">
        <w:rPr>
          <w:rFonts w:cs="TimesNewRomanPSMT"/>
        </w:rPr>
        <w:t>„Aktion Kundenkarte“)</w:t>
      </w:r>
    </w:p>
    <w:p w14:paraId="574C6E9A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</w:p>
    <w:p w14:paraId="2A3BF65E" w14:textId="77777777" w:rsidR="00CD76E8" w:rsidRPr="00D939B4" w:rsidRDefault="00CD76E8" w:rsidP="00D939B4">
      <w:pPr>
        <w:tabs>
          <w:tab w:val="left" w:pos="2410"/>
        </w:tabs>
        <w:rPr>
          <w:rFonts w:cs="TimesNewRomanPSMT"/>
          <w:b/>
        </w:rPr>
      </w:pPr>
      <w:r w:rsidRPr="00D939B4">
        <w:rPr>
          <w:rFonts w:cs="TimesNewRomanPSMT"/>
          <w:b/>
        </w:rPr>
        <w:t>Weitere Qualifikationen</w:t>
      </w:r>
    </w:p>
    <w:p w14:paraId="5967479E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>Sprachen</w:t>
      </w:r>
      <w:r w:rsidRPr="00CD76E8">
        <w:rPr>
          <w:rFonts w:cs="TimesNewRomanPSMT"/>
        </w:rPr>
        <w:tab/>
        <w:t>Englisch: fließend in Wort und Schrift</w:t>
      </w:r>
    </w:p>
    <w:p w14:paraId="6A335F93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ab/>
        <w:t>Spanisch: gut</w:t>
      </w:r>
    </w:p>
    <w:p w14:paraId="4FE668D0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ab/>
        <w:t>Französisch: Grundkenntnisse</w:t>
      </w:r>
    </w:p>
    <w:p w14:paraId="554FC84E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>Computer</w:t>
      </w:r>
      <w:r w:rsidRPr="00CD76E8">
        <w:rPr>
          <w:rFonts w:cs="TimesNewRomanPSMT"/>
        </w:rPr>
        <w:tab/>
        <w:t>MS Office (Schwerpunkt Word und Excel)</w:t>
      </w:r>
    </w:p>
    <w:p w14:paraId="70C442E2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</w:p>
    <w:p w14:paraId="3446BD2E" w14:textId="77777777" w:rsidR="00CD76E8" w:rsidRPr="00D939B4" w:rsidRDefault="00CD76E8" w:rsidP="00D939B4">
      <w:pPr>
        <w:tabs>
          <w:tab w:val="left" w:pos="2410"/>
        </w:tabs>
        <w:rPr>
          <w:rFonts w:cs="TimesNewRomanPSMT"/>
          <w:b/>
        </w:rPr>
      </w:pPr>
      <w:r w:rsidRPr="00D939B4">
        <w:rPr>
          <w:rFonts w:cs="TimesNewRomanPSMT"/>
          <w:b/>
        </w:rPr>
        <w:t>Hobbys</w:t>
      </w:r>
    </w:p>
    <w:p w14:paraId="18D468E7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 xml:space="preserve">Leitung </w:t>
      </w:r>
      <w:r w:rsidR="00D939B4">
        <w:rPr>
          <w:rFonts w:cs="TimesNewRomanPSMT"/>
        </w:rPr>
        <w:t>des</w:t>
      </w:r>
      <w:r w:rsidRPr="00CD76E8">
        <w:rPr>
          <w:rFonts w:cs="TimesNewRomanPSMT"/>
        </w:rPr>
        <w:t xml:space="preserve"> </w:t>
      </w:r>
      <w:r w:rsidR="00D939B4">
        <w:rPr>
          <w:rFonts w:cs="TimesNewRomanPSMT"/>
        </w:rPr>
        <w:t>freien Theaters „Kaleidoskop</w:t>
      </w:r>
      <w:r w:rsidR="00DB35D5">
        <w:rPr>
          <w:rFonts w:cs="TimesNewRomanPSMT"/>
        </w:rPr>
        <w:t xml:space="preserve">“, </w:t>
      </w:r>
      <w:r w:rsidRPr="00CD76E8">
        <w:rPr>
          <w:rFonts w:cs="TimesNewRomanPSMT"/>
        </w:rPr>
        <w:t>Esslingen (Stückauswahl, Regie, Organisation</w:t>
      </w:r>
      <w:r w:rsidR="00D939B4">
        <w:rPr>
          <w:rFonts w:cs="TimesNewRomanPSMT"/>
        </w:rPr>
        <w:t>, PR</w:t>
      </w:r>
      <w:r w:rsidRPr="00CD76E8">
        <w:rPr>
          <w:rFonts w:cs="TimesNewRomanPSMT"/>
        </w:rPr>
        <w:t>)</w:t>
      </w:r>
    </w:p>
    <w:p w14:paraId="27C91B92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>Musik (Gitarre- und Klavierspielen)</w:t>
      </w:r>
    </w:p>
    <w:p w14:paraId="6933659C" w14:textId="77777777" w:rsidR="00CD76E8" w:rsidRPr="00CD76E8" w:rsidRDefault="0017794A" w:rsidP="00D939B4">
      <w:pPr>
        <w:tabs>
          <w:tab w:val="left" w:pos="2410"/>
        </w:tabs>
        <w:rPr>
          <w:rFonts w:cs="TimesNewRomanPSMT"/>
        </w:rPr>
      </w:pPr>
      <w:r>
        <w:rPr>
          <w:rFonts w:cs="TimesNewRomanPSMT"/>
        </w:rPr>
        <w:t>Suchmaschinenoptimierung für befreundete Künstler</w:t>
      </w:r>
    </w:p>
    <w:p w14:paraId="73CE0D00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</w:p>
    <w:p w14:paraId="42D5B874" w14:textId="77777777" w:rsidR="00CD76E8" w:rsidRPr="00CD76E8" w:rsidRDefault="00CD76E8" w:rsidP="00D939B4">
      <w:pPr>
        <w:tabs>
          <w:tab w:val="left" w:pos="2410"/>
        </w:tabs>
        <w:rPr>
          <w:rFonts w:cs="TimesNewRomanPSMT"/>
        </w:rPr>
      </w:pPr>
    </w:p>
    <w:p w14:paraId="1C1212EF" w14:textId="77777777" w:rsidR="00CD76E8" w:rsidRDefault="00CD76E8" w:rsidP="00D939B4">
      <w:pPr>
        <w:tabs>
          <w:tab w:val="left" w:pos="2410"/>
        </w:tabs>
        <w:rPr>
          <w:rFonts w:cs="TimesNewRomanPSMT"/>
        </w:rPr>
      </w:pPr>
      <w:r w:rsidRPr="00CD76E8">
        <w:rPr>
          <w:rFonts w:cs="TimesNewRomanPSMT"/>
        </w:rPr>
        <w:t>Stuttgart, 25.11.201</w:t>
      </w:r>
      <w:r w:rsidR="0017794A">
        <w:rPr>
          <w:rFonts w:cs="TimesNewRomanPSMT"/>
        </w:rPr>
        <w:t>6</w:t>
      </w:r>
    </w:p>
    <w:p w14:paraId="7C6D17AA" w14:textId="77777777" w:rsidR="00DB35D5" w:rsidRPr="00CD76E8" w:rsidRDefault="00DB35D5" w:rsidP="00D939B4">
      <w:pPr>
        <w:tabs>
          <w:tab w:val="left" w:pos="2410"/>
        </w:tabs>
        <w:rPr>
          <w:rFonts w:cs="TimesNewRomanPSMT"/>
        </w:rPr>
      </w:pPr>
    </w:p>
    <w:p w14:paraId="0031C17C" w14:textId="77777777" w:rsidR="00CD76E8" w:rsidRPr="005F0F2E" w:rsidRDefault="00CD76E8" w:rsidP="008D147C">
      <w:pPr>
        <w:pStyle w:val="UnterschriftName"/>
        <w:rPr>
          <w:rFonts w:ascii="Lucida Handwriting" w:hAnsi="Lucida Handwriting"/>
        </w:rPr>
      </w:pPr>
      <w:bookmarkStart w:id="0" w:name="_GoBack"/>
      <w:r w:rsidRPr="005F0F2E">
        <w:rPr>
          <w:rFonts w:ascii="Lucida Handwriting" w:hAnsi="Lucida Handwriting"/>
        </w:rPr>
        <w:t>Britta Novotny</w:t>
      </w:r>
      <w:bookmarkEnd w:id="0"/>
    </w:p>
    <w:sectPr w:rsidR="00CD76E8" w:rsidRPr="005F0F2E" w:rsidSect="00A76E9E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47C5F" w14:textId="77777777" w:rsidR="00006657" w:rsidRDefault="00006657" w:rsidP="00D04998">
      <w:pPr>
        <w:spacing w:line="240" w:lineRule="auto"/>
      </w:pPr>
      <w:r>
        <w:separator/>
      </w:r>
    </w:p>
  </w:endnote>
  <w:endnote w:type="continuationSeparator" w:id="0">
    <w:p w14:paraId="35913FA6" w14:textId="77777777" w:rsidR="00006657" w:rsidRDefault="00006657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7B452" w14:textId="77777777" w:rsidR="00006657" w:rsidRDefault="00006657" w:rsidP="00D04998">
      <w:pPr>
        <w:spacing w:line="240" w:lineRule="auto"/>
      </w:pPr>
      <w:r>
        <w:separator/>
      </w:r>
    </w:p>
  </w:footnote>
  <w:footnote w:type="continuationSeparator" w:id="0">
    <w:p w14:paraId="498AE905" w14:textId="77777777" w:rsidR="00006657" w:rsidRDefault="00006657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028C5338"/>
    <w:multiLevelType w:val="hybridMultilevel"/>
    <w:tmpl w:val="DA569E4A"/>
    <w:lvl w:ilvl="0" w:tplc="9C5CF796">
      <w:start w:val="5"/>
      <w:numFmt w:val="bullet"/>
      <w:lvlText w:val="–"/>
      <w:lvlJc w:val="left"/>
      <w:pPr>
        <w:ind w:left="2780" w:hanging="360"/>
      </w:pPr>
      <w:rPr>
        <w:rFonts w:ascii="Calibri" w:eastAsiaTheme="minorEastAsia" w:hAnsi="Calibri" w:cs="TimesNewRomanPSMT" w:hint="default"/>
      </w:rPr>
    </w:lvl>
    <w:lvl w:ilvl="1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2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3">
    <w:nsid w:val="60E04BDF"/>
    <w:multiLevelType w:val="hybridMultilevel"/>
    <w:tmpl w:val="E01C27E2"/>
    <w:lvl w:ilvl="0" w:tplc="4820425A">
      <w:start w:val="5"/>
      <w:numFmt w:val="bullet"/>
      <w:lvlText w:val="–"/>
      <w:lvlJc w:val="left"/>
      <w:pPr>
        <w:ind w:left="2780" w:hanging="360"/>
      </w:pPr>
      <w:rPr>
        <w:rFonts w:ascii="Calibri" w:eastAsiaTheme="minorEastAsia" w:hAnsi="Calibri" w:cs="TimesNewRomanPSMT" w:hint="default"/>
      </w:rPr>
    </w:lvl>
    <w:lvl w:ilvl="1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4">
    <w:nsid w:val="73926821"/>
    <w:multiLevelType w:val="hybridMultilevel"/>
    <w:tmpl w:val="D466044E"/>
    <w:lvl w:ilvl="0" w:tplc="C928913A">
      <w:start w:val="5"/>
      <w:numFmt w:val="bullet"/>
      <w:lvlText w:val="–"/>
      <w:lvlJc w:val="left"/>
      <w:pPr>
        <w:ind w:left="3054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5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06657"/>
    <w:rsid w:val="0001149E"/>
    <w:rsid w:val="000119BB"/>
    <w:rsid w:val="00057461"/>
    <w:rsid w:val="00097495"/>
    <w:rsid w:val="000B1FA9"/>
    <w:rsid w:val="000D0FC8"/>
    <w:rsid w:val="000E35DB"/>
    <w:rsid w:val="00110284"/>
    <w:rsid w:val="00124892"/>
    <w:rsid w:val="0017794A"/>
    <w:rsid w:val="001A165F"/>
    <w:rsid w:val="001B176B"/>
    <w:rsid w:val="001C0433"/>
    <w:rsid w:val="001E090F"/>
    <w:rsid w:val="0021238A"/>
    <w:rsid w:val="002A5C7B"/>
    <w:rsid w:val="002A5DBE"/>
    <w:rsid w:val="002C01DA"/>
    <w:rsid w:val="00327334"/>
    <w:rsid w:val="00370185"/>
    <w:rsid w:val="003B7D74"/>
    <w:rsid w:val="0040444D"/>
    <w:rsid w:val="004B1EC0"/>
    <w:rsid w:val="004E1823"/>
    <w:rsid w:val="004F0647"/>
    <w:rsid w:val="004F4101"/>
    <w:rsid w:val="0057612D"/>
    <w:rsid w:val="00584457"/>
    <w:rsid w:val="005B4A0E"/>
    <w:rsid w:val="005F0F2E"/>
    <w:rsid w:val="006229C7"/>
    <w:rsid w:val="00631380"/>
    <w:rsid w:val="006D3345"/>
    <w:rsid w:val="006F5C84"/>
    <w:rsid w:val="00766E52"/>
    <w:rsid w:val="00770743"/>
    <w:rsid w:val="007B4E03"/>
    <w:rsid w:val="007C2BDF"/>
    <w:rsid w:val="007C371D"/>
    <w:rsid w:val="008D147C"/>
    <w:rsid w:val="008D2E71"/>
    <w:rsid w:val="008D76FD"/>
    <w:rsid w:val="0092351A"/>
    <w:rsid w:val="009471BD"/>
    <w:rsid w:val="0095639B"/>
    <w:rsid w:val="00964D21"/>
    <w:rsid w:val="009C6C44"/>
    <w:rsid w:val="009D01B1"/>
    <w:rsid w:val="009D669B"/>
    <w:rsid w:val="00A209C2"/>
    <w:rsid w:val="00A479D8"/>
    <w:rsid w:val="00A66DEC"/>
    <w:rsid w:val="00A76E9E"/>
    <w:rsid w:val="00AB6AAA"/>
    <w:rsid w:val="00AE72C8"/>
    <w:rsid w:val="00AE78BD"/>
    <w:rsid w:val="00AF0AE1"/>
    <w:rsid w:val="00B034D8"/>
    <w:rsid w:val="00B14BB3"/>
    <w:rsid w:val="00B46EB9"/>
    <w:rsid w:val="00B65920"/>
    <w:rsid w:val="00B7218E"/>
    <w:rsid w:val="00BA0A8E"/>
    <w:rsid w:val="00BF721A"/>
    <w:rsid w:val="00C24C9E"/>
    <w:rsid w:val="00C841F7"/>
    <w:rsid w:val="00CC6031"/>
    <w:rsid w:val="00CC7DA6"/>
    <w:rsid w:val="00CD76E8"/>
    <w:rsid w:val="00D04998"/>
    <w:rsid w:val="00D373BC"/>
    <w:rsid w:val="00D4574E"/>
    <w:rsid w:val="00D939B4"/>
    <w:rsid w:val="00DB35D5"/>
    <w:rsid w:val="00DF19CD"/>
    <w:rsid w:val="00DF3801"/>
    <w:rsid w:val="00DF7E68"/>
    <w:rsid w:val="00E37989"/>
    <w:rsid w:val="00EA037D"/>
    <w:rsid w:val="00EB3170"/>
    <w:rsid w:val="00F1266B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69EC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A76E9E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D4574E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8D147C"/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4F4101"/>
    <w:rPr>
      <w:color w:val="800080" w:themeColor="followedHyperlink"/>
      <w:u w:val="single"/>
    </w:rPr>
  </w:style>
  <w:style w:type="paragraph" w:customStyle="1" w:styleId="MusterbewerbungZwBriefe04">
    <w:name w:val="Musterbewerbung ZwÜ (Briefe:04)"/>
    <w:basedOn w:val="KeinAbsatzformat"/>
    <w:uiPriority w:val="99"/>
    <w:rsid w:val="00CD76E8"/>
    <w:pPr>
      <w:tabs>
        <w:tab w:val="left" w:pos="0"/>
        <w:tab w:val="left" w:pos="1860"/>
      </w:tabs>
      <w:spacing w:after="57" w:line="220" w:lineRule="atLeast"/>
    </w:pPr>
    <w:rPr>
      <w:rFonts w:ascii="TimesNewRomanPS-BoldMT" w:hAnsi="TimesNewRomanPS-BoldMT" w:cs="TimesNewRomanPS-BoldMT"/>
      <w:b/>
      <w:bCs/>
      <w:spacing w:val="2"/>
      <w:sz w:val="18"/>
      <w:szCs w:val="18"/>
    </w:rPr>
  </w:style>
  <w:style w:type="paragraph" w:customStyle="1" w:styleId="LebensdatenPunkteBriefe04">
    <w:name w:val="Lebensdaten Punkte (Briefe:04)"/>
    <w:basedOn w:val="KeinAbsatzformat"/>
    <w:uiPriority w:val="99"/>
    <w:rsid w:val="00CD76E8"/>
    <w:pPr>
      <w:tabs>
        <w:tab w:val="left" w:pos="0"/>
        <w:tab w:val="left" w:pos="1440"/>
        <w:tab w:val="left" w:pos="1616"/>
      </w:tabs>
      <w:spacing w:line="220" w:lineRule="atLeast"/>
      <w:ind w:left="1440"/>
    </w:pPr>
    <w:rPr>
      <w:rFonts w:ascii="TimesNewRomanPSMT" w:hAnsi="TimesNewRomanPSMT" w:cs="TimesNewRomanPSM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A76E9E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A76E9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4F4101"/>
    <w:rPr>
      <w:color w:val="800080" w:themeColor="followedHyperlink"/>
      <w:u w:val="single"/>
    </w:rPr>
  </w:style>
  <w:style w:type="paragraph" w:customStyle="1" w:styleId="MusterbewerbungZwBriefe04">
    <w:name w:val="Musterbewerbung ZwÜ (Briefe:04)"/>
    <w:basedOn w:val="KeinAbsatzformat"/>
    <w:uiPriority w:val="99"/>
    <w:rsid w:val="00CD76E8"/>
    <w:pPr>
      <w:tabs>
        <w:tab w:val="left" w:pos="0"/>
        <w:tab w:val="left" w:pos="1860"/>
      </w:tabs>
      <w:spacing w:after="57" w:line="220" w:lineRule="atLeast"/>
    </w:pPr>
    <w:rPr>
      <w:rFonts w:ascii="TimesNewRomanPS-BoldMT" w:hAnsi="TimesNewRomanPS-BoldMT" w:cs="TimesNewRomanPS-BoldMT"/>
      <w:b/>
      <w:bCs/>
      <w:spacing w:val="2"/>
      <w:sz w:val="18"/>
      <w:szCs w:val="18"/>
    </w:rPr>
  </w:style>
  <w:style w:type="paragraph" w:customStyle="1" w:styleId="LebensdatenPunkteBriefe04">
    <w:name w:val="Lebensdaten Punkte (Briefe:04)"/>
    <w:basedOn w:val="KeinAbsatzformat"/>
    <w:uiPriority w:val="99"/>
    <w:rsid w:val="00CD76E8"/>
    <w:pPr>
      <w:tabs>
        <w:tab w:val="left" w:pos="0"/>
        <w:tab w:val="left" w:pos="1440"/>
        <w:tab w:val="left" w:pos="1616"/>
      </w:tabs>
      <w:spacing w:line="220" w:lineRule="atLeast"/>
      <w:ind w:left="1440"/>
    </w:pPr>
    <w:rPr>
      <w:rFonts w:ascii="TimesNewRomanPSMT" w:hAnsi="TimesNewRomanPSMT" w:cs="TimesNewRomanPSM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EEDCB4BB</Template>
  <TotalTime>0</TotalTime>
  <Pages>2</Pages>
  <Words>293</Words>
  <Characters>1849</Characters>
  <Application>Microsoft Office Word</Application>
  <DocSecurity>0</DocSecurity>
  <Lines>15</Lines>
  <Paragraphs>4</Paragraphs>
  <ScaleCrop>false</ScaleCrop>
  <Company>F G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2016-01-14T15:56:00Z</cp:lastPrinted>
  <dcterms:created xsi:type="dcterms:W3CDTF">2016-01-14T15:56:00Z</dcterms:created>
  <dcterms:modified xsi:type="dcterms:W3CDTF">2016-02-02T08:03:00Z</dcterms:modified>
</cp:coreProperties>
</file>