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9EBBF" w14:textId="77777777" w:rsidR="00065EC2" w:rsidRDefault="002C01DA" w:rsidP="002C01DA">
      <w:pPr>
        <w:tabs>
          <w:tab w:val="left" w:pos="2694"/>
          <w:tab w:val="left" w:pos="5812"/>
        </w:tabs>
        <w:rPr>
          <w:b/>
        </w:rPr>
      </w:pPr>
      <w:r w:rsidRPr="002C01DA">
        <w:rPr>
          <w:b/>
        </w:rPr>
        <w:t>Lebenslauf</w:t>
      </w:r>
    </w:p>
    <w:p w14:paraId="7A35D54D" w14:textId="77777777" w:rsidR="00065EC2" w:rsidRDefault="00065EC2" w:rsidP="002C01DA">
      <w:pPr>
        <w:tabs>
          <w:tab w:val="left" w:pos="2694"/>
          <w:tab w:val="left" w:pos="5812"/>
        </w:tabs>
        <w:rPr>
          <w:b/>
        </w:rPr>
      </w:pPr>
    </w:p>
    <w:p w14:paraId="7E44DFC8" w14:textId="77777777" w:rsidR="00065EC2" w:rsidRDefault="00065EC2" w:rsidP="00065EC2">
      <w:pPr>
        <w:tabs>
          <w:tab w:val="left" w:pos="2694"/>
          <w:tab w:val="left" w:pos="5812"/>
        </w:tabs>
      </w:pPr>
      <w:r>
        <w:tab/>
        <w:t>Altmark-Allee 311</w:t>
      </w:r>
      <w:r>
        <w:tab/>
        <w:t>Tel.: 0391 33221100</w:t>
      </w:r>
    </w:p>
    <w:p w14:paraId="334A02C1" w14:textId="77777777" w:rsidR="00065EC2" w:rsidRDefault="00065EC2" w:rsidP="00065EC2">
      <w:pPr>
        <w:tabs>
          <w:tab w:val="left" w:pos="2694"/>
          <w:tab w:val="left" w:pos="5812"/>
        </w:tabs>
      </w:pPr>
      <w:r>
        <w:t>Fabian Probst</w:t>
      </w:r>
      <w:r>
        <w:tab/>
        <w:t>39104 Magdeburg</w:t>
      </w:r>
      <w:r>
        <w:tab/>
        <w:t>Mobil: 0171 1223334444</w:t>
      </w:r>
    </w:p>
    <w:p w14:paraId="39586CC5" w14:textId="77777777" w:rsidR="00065EC2" w:rsidRPr="00B55F8F" w:rsidRDefault="00065EC2" w:rsidP="00065EC2">
      <w:pPr>
        <w:tabs>
          <w:tab w:val="left" w:pos="2694"/>
          <w:tab w:val="left" w:pos="5812"/>
        </w:tabs>
      </w:pPr>
      <w:r w:rsidRPr="00B55F8F">
        <w:tab/>
      </w:r>
      <w:r w:rsidRPr="00B55F8F">
        <w:tab/>
        <w:t>E-Mail: f.probst@mailweb.de</w:t>
      </w:r>
    </w:p>
    <w:p w14:paraId="1051A66C" w14:textId="77777777" w:rsidR="00065EC2" w:rsidRDefault="00065EC2" w:rsidP="00065EC2">
      <w:pPr>
        <w:pBdr>
          <w:bottom w:val="single" w:sz="4" w:space="0" w:color="auto"/>
        </w:pBdr>
        <w:spacing w:line="60" w:lineRule="exact"/>
      </w:pPr>
    </w:p>
    <w:p w14:paraId="276A4372" w14:textId="77777777" w:rsidR="002C01DA" w:rsidRDefault="002C01DA" w:rsidP="002C01DA">
      <w:pPr>
        <w:tabs>
          <w:tab w:val="left" w:pos="2694"/>
          <w:tab w:val="left" w:pos="5812"/>
        </w:tabs>
      </w:pPr>
    </w:p>
    <w:p w14:paraId="32AA2775" w14:textId="77777777" w:rsidR="004E1823" w:rsidRDefault="002C01DA" w:rsidP="002C01DA">
      <w:pPr>
        <w:tabs>
          <w:tab w:val="left" w:pos="2694"/>
          <w:tab w:val="left" w:pos="5812"/>
        </w:tabs>
      </w:pPr>
      <w:r>
        <w:t>Geburtsdatum:</w:t>
      </w:r>
      <w:r>
        <w:tab/>
      </w:r>
      <w:r w:rsidR="004E1823">
        <w:t>8.4.19</w:t>
      </w:r>
      <w:r>
        <w:t>90</w:t>
      </w:r>
    </w:p>
    <w:p w14:paraId="44B89270" w14:textId="77777777" w:rsidR="004E1823" w:rsidRDefault="004E1823" w:rsidP="002C01DA">
      <w:pPr>
        <w:tabs>
          <w:tab w:val="left" w:pos="2694"/>
          <w:tab w:val="left" w:pos="5812"/>
        </w:tabs>
      </w:pPr>
      <w:r>
        <w:t>Geburtsort:</w:t>
      </w:r>
      <w:r w:rsidR="002C01DA">
        <w:tab/>
      </w:r>
      <w:r>
        <w:t>Coburg</w:t>
      </w:r>
    </w:p>
    <w:p w14:paraId="77D6B1D8" w14:textId="77777777" w:rsidR="004E1823" w:rsidRDefault="002C01DA" w:rsidP="002C01DA">
      <w:pPr>
        <w:tabs>
          <w:tab w:val="left" w:pos="2694"/>
          <w:tab w:val="left" w:pos="5812"/>
        </w:tabs>
      </w:pPr>
      <w:r>
        <w:t>Staatsangehörigkeit:</w:t>
      </w:r>
      <w:r>
        <w:tab/>
      </w:r>
      <w:r w:rsidR="004E1823">
        <w:t>deutsch</w:t>
      </w:r>
    </w:p>
    <w:p w14:paraId="02719F89" w14:textId="77777777" w:rsidR="004E1823" w:rsidRDefault="004E1823" w:rsidP="002C01DA">
      <w:pPr>
        <w:tabs>
          <w:tab w:val="left" w:pos="2694"/>
          <w:tab w:val="left" w:pos="5812"/>
        </w:tabs>
      </w:pPr>
      <w:r>
        <w:t>Familienstand:</w:t>
      </w:r>
      <w:r w:rsidR="002C01DA">
        <w:tab/>
      </w:r>
      <w:r>
        <w:t xml:space="preserve">nicht </w:t>
      </w:r>
      <w:proofErr w:type="gramStart"/>
      <w:r>
        <w:t>verheiratet</w:t>
      </w:r>
      <w:proofErr w:type="gramEnd"/>
      <w:r>
        <w:t>, keine Kinder</w:t>
      </w:r>
    </w:p>
    <w:p w14:paraId="5C020C2E" w14:textId="77777777" w:rsidR="00FF1BAC" w:rsidRDefault="00FF1BAC" w:rsidP="002C01DA">
      <w:pPr>
        <w:tabs>
          <w:tab w:val="left" w:pos="2694"/>
          <w:tab w:val="left" w:pos="5812"/>
        </w:tabs>
      </w:pPr>
    </w:p>
    <w:p w14:paraId="559A3081" w14:textId="77777777" w:rsidR="00AE5B39" w:rsidRDefault="00AE5B39" w:rsidP="002C01DA">
      <w:pPr>
        <w:tabs>
          <w:tab w:val="left" w:pos="2694"/>
          <w:tab w:val="left" w:pos="5812"/>
        </w:tabs>
      </w:pPr>
    </w:p>
    <w:p w14:paraId="1743B602" w14:textId="77777777" w:rsidR="00AE5B39" w:rsidRDefault="00AE5B39" w:rsidP="002C01DA">
      <w:pPr>
        <w:tabs>
          <w:tab w:val="left" w:pos="2694"/>
          <w:tab w:val="left" w:pos="5812"/>
        </w:tabs>
      </w:pPr>
    </w:p>
    <w:p w14:paraId="1BAA28D8" w14:textId="77777777" w:rsidR="00AE5B39" w:rsidRDefault="00AE5B39" w:rsidP="002C01DA">
      <w:pPr>
        <w:tabs>
          <w:tab w:val="left" w:pos="2694"/>
          <w:tab w:val="left" w:pos="5812"/>
        </w:tabs>
      </w:pPr>
    </w:p>
    <w:p w14:paraId="69EDB032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Schule</w:t>
      </w:r>
    </w:p>
    <w:p w14:paraId="5E8D642D" w14:textId="77777777" w:rsidR="004E1823" w:rsidRDefault="004E1823" w:rsidP="002C01DA">
      <w:pPr>
        <w:tabs>
          <w:tab w:val="left" w:pos="2694"/>
          <w:tab w:val="left" w:pos="5812"/>
        </w:tabs>
      </w:pPr>
      <w:r>
        <w:t>09/</w:t>
      </w:r>
      <w:r w:rsidR="00FF1BAC">
        <w:t>2000</w:t>
      </w:r>
      <w:r>
        <w:t xml:space="preserve"> – 07/200</w:t>
      </w:r>
      <w:r w:rsidR="00FF1BAC">
        <w:t>9</w:t>
      </w:r>
      <w:r w:rsidR="00FF1BAC">
        <w:tab/>
      </w:r>
      <w:r>
        <w:t>Arnold-Gymnasium, Neustadt bei Coburg</w:t>
      </w:r>
    </w:p>
    <w:p w14:paraId="7148EF68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>Schwerpunktfächer Mathematik und Physik</w:t>
      </w:r>
    </w:p>
    <w:p w14:paraId="1615598D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>Abitur-Note: 2,1</w:t>
      </w:r>
    </w:p>
    <w:p w14:paraId="4C1937EF" w14:textId="77777777" w:rsidR="00FF1BAC" w:rsidRDefault="00FF1BAC" w:rsidP="002C01DA">
      <w:pPr>
        <w:tabs>
          <w:tab w:val="left" w:pos="2694"/>
          <w:tab w:val="left" w:pos="5812"/>
        </w:tabs>
      </w:pPr>
    </w:p>
    <w:p w14:paraId="7E83B120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Zivildienst</w:t>
      </w:r>
    </w:p>
    <w:p w14:paraId="1D2F08A5" w14:textId="77777777" w:rsidR="004E1823" w:rsidRDefault="004E1823" w:rsidP="002C01DA">
      <w:pPr>
        <w:tabs>
          <w:tab w:val="left" w:pos="2694"/>
          <w:tab w:val="left" w:pos="5812"/>
        </w:tabs>
      </w:pPr>
      <w:r>
        <w:t>11/200</w:t>
      </w:r>
      <w:r w:rsidR="00FF1BAC">
        <w:t>9</w:t>
      </w:r>
      <w:r>
        <w:t xml:space="preserve"> – 08/20</w:t>
      </w:r>
      <w:r w:rsidR="00FF1BAC">
        <w:t>10</w:t>
      </w:r>
      <w:r w:rsidR="00FF1BAC">
        <w:tab/>
      </w:r>
      <w:r>
        <w:t>Naturschutzbund Deutschland e. V., Coburg</w:t>
      </w:r>
    </w:p>
    <w:p w14:paraId="306B6AB3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>Zivildienst (Landschaftspflege)</w:t>
      </w:r>
    </w:p>
    <w:p w14:paraId="23E916D1" w14:textId="77777777" w:rsidR="00FF1BAC" w:rsidRDefault="00FF1BAC" w:rsidP="002C01DA">
      <w:pPr>
        <w:tabs>
          <w:tab w:val="left" w:pos="2694"/>
          <w:tab w:val="left" w:pos="5812"/>
        </w:tabs>
      </w:pPr>
    </w:p>
    <w:p w14:paraId="401D15D6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Studium</w:t>
      </w:r>
    </w:p>
    <w:p w14:paraId="36DB7847" w14:textId="77777777" w:rsidR="004E1823" w:rsidRDefault="004E1823" w:rsidP="002C01DA">
      <w:pPr>
        <w:tabs>
          <w:tab w:val="left" w:pos="2694"/>
          <w:tab w:val="left" w:pos="5812"/>
        </w:tabs>
      </w:pPr>
      <w:r>
        <w:t>seit 10/20</w:t>
      </w:r>
      <w:r w:rsidR="00FF1BAC">
        <w:t>10</w:t>
      </w:r>
      <w:r w:rsidR="00FF1BAC">
        <w:tab/>
      </w:r>
      <w:r>
        <w:t>Otto-von-Guericke-Universität Magdeburg</w:t>
      </w:r>
    </w:p>
    <w:p w14:paraId="1CA204DA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>Studium der Elektrotechnik</w:t>
      </w:r>
    </w:p>
    <w:p w14:paraId="0EA0D67F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 xml:space="preserve">Schwerpunkt </w:t>
      </w:r>
      <w:r>
        <w:t>erneuerbare</w:t>
      </w:r>
      <w:r w:rsidR="004E1823">
        <w:t xml:space="preserve"> </w:t>
      </w:r>
      <w:proofErr w:type="spellStart"/>
      <w:r w:rsidR="004E1823">
        <w:t>Energie</w:t>
      </w:r>
      <w:r>
        <w:t>en</w:t>
      </w:r>
      <w:proofErr w:type="spellEnd"/>
    </w:p>
    <w:p w14:paraId="4B517B8F" w14:textId="77777777" w:rsidR="004E1823" w:rsidRDefault="00AE5B39" w:rsidP="00AE5B39">
      <w:pPr>
        <w:tabs>
          <w:tab w:val="left" w:pos="2694"/>
          <w:tab w:val="left" w:pos="5812"/>
        </w:tabs>
        <w:ind w:left="2700"/>
      </w:pPr>
      <w:r w:rsidRPr="00AF0AE1">
        <w:t>–</w:t>
      </w:r>
      <w:r>
        <w:t xml:space="preserve"> </w:t>
      </w:r>
      <w:r w:rsidR="004E1823">
        <w:t xml:space="preserve">Bachelor-Thesis: „Nutzung von </w:t>
      </w:r>
      <w:r w:rsidR="00FF1BAC">
        <w:t>erneuerbaren</w:t>
      </w:r>
      <w:r>
        <w:t xml:space="preserve"> </w:t>
      </w:r>
      <w:r w:rsidR="004E1823">
        <w:t>Energien“</w:t>
      </w:r>
    </w:p>
    <w:p w14:paraId="0FFE0A59" w14:textId="77777777" w:rsidR="004E1823" w:rsidRDefault="00AE5B39" w:rsidP="00AE5B39">
      <w:pPr>
        <w:ind w:left="2700"/>
      </w:pPr>
      <w:r w:rsidRPr="00AF0AE1">
        <w:t>–</w:t>
      </w:r>
      <w:r>
        <w:t xml:space="preserve"> </w:t>
      </w:r>
      <w:r w:rsidR="004E1823">
        <w:t>Bachelor-Abschlussnote 1,9</w:t>
      </w:r>
    </w:p>
    <w:p w14:paraId="1FDFB34E" w14:textId="77777777" w:rsidR="00FF1BAC" w:rsidRDefault="00AE5B39" w:rsidP="00AE5B39">
      <w:pPr>
        <w:tabs>
          <w:tab w:val="left" w:pos="2694"/>
          <w:tab w:val="left" w:pos="5812"/>
        </w:tabs>
      </w:pPr>
      <w:r>
        <w:tab/>
      </w:r>
      <w:r w:rsidRPr="00AF0AE1">
        <w:t>–</w:t>
      </w:r>
      <w:r>
        <w:t xml:space="preserve"> </w:t>
      </w:r>
      <w:r w:rsidR="004E1823">
        <w:t>Master</w:t>
      </w:r>
      <w:r w:rsidR="00FF1BAC">
        <w:t>t</w:t>
      </w:r>
      <w:r w:rsidR="004E1823">
        <w:t>hesis: „Potenziale der Fotovoltaik in der</w:t>
      </w:r>
    </w:p>
    <w:p w14:paraId="63EE68F0" w14:textId="77777777" w:rsidR="004E1823" w:rsidRDefault="00AE5B39" w:rsidP="00AE5B39">
      <w:pPr>
        <w:tabs>
          <w:tab w:val="left" w:pos="2892"/>
          <w:tab w:val="left" w:pos="5812"/>
        </w:tabs>
      </w:pPr>
      <w:r>
        <w:tab/>
      </w:r>
      <w:r w:rsidR="004E1823">
        <w:t>Stadt- und</w:t>
      </w:r>
      <w:r w:rsidR="00FF1BAC">
        <w:t xml:space="preserve"> </w:t>
      </w:r>
      <w:r w:rsidR="004E1823">
        <w:t>Regionalplanung“</w:t>
      </w:r>
    </w:p>
    <w:p w14:paraId="4C3CA278" w14:textId="77777777" w:rsidR="004E1823" w:rsidRDefault="00AE5B39" w:rsidP="00AE5B39">
      <w:pPr>
        <w:tabs>
          <w:tab w:val="left" w:pos="2694"/>
          <w:tab w:val="left" w:pos="5812"/>
        </w:tabs>
        <w:ind w:left="2700"/>
      </w:pPr>
      <w:r w:rsidRPr="00AF0AE1">
        <w:t>–</w:t>
      </w:r>
      <w:r>
        <w:t xml:space="preserve"> </w:t>
      </w:r>
      <w:r w:rsidR="004E1823">
        <w:t xml:space="preserve">Abschluss Master </w:t>
      </w:r>
      <w:proofErr w:type="spellStart"/>
      <w:r w:rsidR="004E1823">
        <w:t>of</w:t>
      </w:r>
      <w:proofErr w:type="spellEnd"/>
      <w:r w:rsidR="004E1823">
        <w:t xml:space="preserve"> Science im März 201</w:t>
      </w:r>
      <w:r w:rsidR="00FF1BAC">
        <w:t>6</w:t>
      </w:r>
    </w:p>
    <w:p w14:paraId="4D31A2EB" w14:textId="77777777" w:rsidR="00FF1BAC" w:rsidRDefault="00FF1BAC" w:rsidP="002C01DA">
      <w:pPr>
        <w:tabs>
          <w:tab w:val="left" w:pos="2694"/>
          <w:tab w:val="left" w:pos="5812"/>
        </w:tabs>
      </w:pPr>
    </w:p>
    <w:p w14:paraId="0443FC99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Praxissemester</w:t>
      </w:r>
    </w:p>
    <w:p w14:paraId="3F3E2A49" w14:textId="77777777" w:rsidR="004E1823" w:rsidRDefault="004E1823" w:rsidP="002C01DA">
      <w:pPr>
        <w:tabs>
          <w:tab w:val="left" w:pos="2694"/>
          <w:tab w:val="left" w:pos="5812"/>
        </w:tabs>
      </w:pPr>
      <w:r>
        <w:t>10/20</w:t>
      </w:r>
      <w:r w:rsidR="00FF1BAC">
        <w:t>12</w:t>
      </w:r>
      <w:r>
        <w:t xml:space="preserve"> – 03/20</w:t>
      </w:r>
      <w:r w:rsidR="00FF1BAC">
        <w:t>13</w:t>
      </w:r>
      <w:r w:rsidR="00FF1BAC">
        <w:tab/>
      </w:r>
      <w:r>
        <w:t>Solar-Solution GmbH, Kulmbach</w:t>
      </w:r>
    </w:p>
    <w:p w14:paraId="4EE90EE8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 xml:space="preserve">(Hersteller von </w:t>
      </w:r>
      <w:proofErr w:type="spellStart"/>
      <w:r w:rsidR="004E1823">
        <w:t>Fotovoltaikanlagen</w:t>
      </w:r>
      <w:proofErr w:type="spellEnd"/>
      <w:r w:rsidR="004E1823">
        <w:t>, ca. 150 Mitarbeiter)</w:t>
      </w:r>
    </w:p>
    <w:p w14:paraId="5DEDB2B2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 xml:space="preserve">Praxissemester I: Bereich Forschung </w:t>
      </w:r>
      <w:r w:rsidR="00A71C88">
        <w:t xml:space="preserve">und </w:t>
      </w:r>
      <w:r w:rsidR="004E1823">
        <w:t>Entwicklung</w:t>
      </w:r>
    </w:p>
    <w:p w14:paraId="02ED3D65" w14:textId="77777777" w:rsidR="00FF1BAC" w:rsidRDefault="00A71C88" w:rsidP="002C01DA">
      <w:pPr>
        <w:tabs>
          <w:tab w:val="left" w:pos="2694"/>
          <w:tab w:val="left" w:pos="5812"/>
        </w:tabs>
      </w:pPr>
      <w:r>
        <w:t xml:space="preserve"> </w:t>
      </w:r>
    </w:p>
    <w:p w14:paraId="6259004A" w14:textId="77777777" w:rsidR="004E1823" w:rsidRDefault="004E1823" w:rsidP="002C01DA">
      <w:pPr>
        <w:tabs>
          <w:tab w:val="left" w:pos="2694"/>
          <w:tab w:val="left" w:pos="5812"/>
        </w:tabs>
      </w:pPr>
      <w:r>
        <w:t>04/201</w:t>
      </w:r>
      <w:r w:rsidR="00FF1BAC">
        <w:t>5</w:t>
      </w:r>
      <w:r>
        <w:t xml:space="preserve"> – 09/201</w:t>
      </w:r>
      <w:r w:rsidR="00FF1BAC">
        <w:t>5</w:t>
      </w:r>
      <w:r w:rsidR="00FF1BAC">
        <w:tab/>
      </w:r>
      <w:r>
        <w:t>Städtische Verkehrsbetriebe, Coburg</w:t>
      </w:r>
    </w:p>
    <w:p w14:paraId="0B6D045C" w14:textId="77777777" w:rsidR="004E1823" w:rsidRDefault="00FF1BAC" w:rsidP="002C01DA">
      <w:pPr>
        <w:tabs>
          <w:tab w:val="left" w:pos="2694"/>
          <w:tab w:val="left" w:pos="5812"/>
        </w:tabs>
      </w:pPr>
      <w:r>
        <w:tab/>
      </w:r>
      <w:r w:rsidR="004E1823">
        <w:t>Praxissemester II: Bereich Einsatz von Fotovoltaik</w:t>
      </w:r>
    </w:p>
    <w:p w14:paraId="704CEFFF" w14:textId="77777777" w:rsidR="00FF1BAC" w:rsidRDefault="00FF1BAC" w:rsidP="002C01DA">
      <w:pPr>
        <w:tabs>
          <w:tab w:val="left" w:pos="2694"/>
          <w:tab w:val="left" w:pos="5812"/>
        </w:tabs>
      </w:pPr>
    </w:p>
    <w:p w14:paraId="529FFAC7" w14:textId="77777777" w:rsidR="00FF1BAC" w:rsidRDefault="00FF1BAC" w:rsidP="002C01DA">
      <w:pPr>
        <w:tabs>
          <w:tab w:val="left" w:pos="2694"/>
          <w:tab w:val="left" w:pos="5812"/>
        </w:tabs>
      </w:pPr>
    </w:p>
    <w:p w14:paraId="5E6488EC" w14:textId="77777777" w:rsidR="00FF1BAC" w:rsidRDefault="00FF1BAC" w:rsidP="002C01DA">
      <w:pPr>
        <w:tabs>
          <w:tab w:val="left" w:pos="2694"/>
          <w:tab w:val="left" w:pos="5812"/>
        </w:tabs>
      </w:pPr>
    </w:p>
    <w:p w14:paraId="51E59D66" w14:textId="77777777" w:rsidR="00FF1BAC" w:rsidRDefault="00FF1BAC" w:rsidP="002C01DA">
      <w:pPr>
        <w:tabs>
          <w:tab w:val="left" w:pos="2694"/>
          <w:tab w:val="left" w:pos="5812"/>
        </w:tabs>
      </w:pPr>
    </w:p>
    <w:p w14:paraId="70D43FD2" w14:textId="77777777" w:rsidR="00FF1BAC" w:rsidRDefault="00FF1BAC" w:rsidP="002C01DA">
      <w:pPr>
        <w:tabs>
          <w:tab w:val="left" w:pos="2694"/>
          <w:tab w:val="left" w:pos="5812"/>
        </w:tabs>
      </w:pPr>
    </w:p>
    <w:p w14:paraId="19A15F77" w14:textId="77777777" w:rsidR="00AD4871" w:rsidRDefault="00AD4871">
      <w:pPr>
        <w:spacing w:line="240" w:lineRule="auto"/>
      </w:pPr>
      <w:r>
        <w:br w:type="page"/>
      </w:r>
    </w:p>
    <w:p w14:paraId="5ED81B97" w14:textId="77777777" w:rsidR="00065EC2" w:rsidRDefault="00065EC2" w:rsidP="00065EC2">
      <w:pPr>
        <w:tabs>
          <w:tab w:val="left" w:pos="2694"/>
          <w:tab w:val="left" w:pos="5812"/>
        </w:tabs>
        <w:rPr>
          <w:b/>
        </w:rPr>
      </w:pPr>
      <w:r w:rsidRPr="002C01DA">
        <w:rPr>
          <w:b/>
        </w:rPr>
        <w:lastRenderedPageBreak/>
        <w:t>Lebenslauf</w:t>
      </w:r>
    </w:p>
    <w:p w14:paraId="23A75503" w14:textId="77777777" w:rsidR="00065EC2" w:rsidRDefault="00065EC2" w:rsidP="00065EC2">
      <w:pPr>
        <w:tabs>
          <w:tab w:val="left" w:pos="2694"/>
          <w:tab w:val="left" w:pos="5812"/>
        </w:tabs>
        <w:rPr>
          <w:b/>
        </w:rPr>
      </w:pPr>
    </w:p>
    <w:p w14:paraId="65750FCE" w14:textId="77777777" w:rsidR="00065EC2" w:rsidRDefault="00065EC2" w:rsidP="00065EC2">
      <w:pPr>
        <w:tabs>
          <w:tab w:val="left" w:pos="2694"/>
          <w:tab w:val="left" w:pos="5812"/>
        </w:tabs>
      </w:pPr>
      <w:r>
        <w:tab/>
        <w:t>Altmark-Allee 311</w:t>
      </w:r>
      <w:r>
        <w:tab/>
        <w:t>Tel.: 0391 33221100</w:t>
      </w:r>
    </w:p>
    <w:p w14:paraId="56EC491F" w14:textId="77777777" w:rsidR="00065EC2" w:rsidRDefault="00065EC2" w:rsidP="00065EC2">
      <w:pPr>
        <w:tabs>
          <w:tab w:val="left" w:pos="2694"/>
          <w:tab w:val="left" w:pos="5812"/>
        </w:tabs>
      </w:pPr>
      <w:r>
        <w:t>Fabian Probst</w:t>
      </w:r>
      <w:r>
        <w:tab/>
        <w:t>39104 Magdeburg</w:t>
      </w:r>
      <w:r>
        <w:tab/>
        <w:t>Mobil: 0171 1223334444</w:t>
      </w:r>
    </w:p>
    <w:p w14:paraId="41BE0AB2" w14:textId="77777777" w:rsidR="00065EC2" w:rsidRPr="00B55F8F" w:rsidRDefault="00065EC2" w:rsidP="00065EC2">
      <w:pPr>
        <w:tabs>
          <w:tab w:val="left" w:pos="2694"/>
          <w:tab w:val="left" w:pos="5812"/>
        </w:tabs>
      </w:pPr>
      <w:r w:rsidRPr="00B55F8F">
        <w:tab/>
      </w:r>
      <w:r w:rsidRPr="00B55F8F">
        <w:tab/>
        <w:t>E-Mail: f.probst@mailweb.de</w:t>
      </w:r>
    </w:p>
    <w:p w14:paraId="32AD1FBD" w14:textId="77777777" w:rsidR="00065EC2" w:rsidRDefault="00065EC2" w:rsidP="00065EC2">
      <w:pPr>
        <w:pBdr>
          <w:bottom w:val="single" w:sz="4" w:space="0" w:color="auto"/>
        </w:pBdr>
        <w:spacing w:line="60" w:lineRule="exact"/>
      </w:pPr>
    </w:p>
    <w:p w14:paraId="36A75DAB" w14:textId="77777777" w:rsidR="00065EC2" w:rsidRDefault="00065EC2" w:rsidP="00065EC2">
      <w:pPr>
        <w:tabs>
          <w:tab w:val="left" w:pos="2694"/>
          <w:tab w:val="left" w:pos="5812"/>
        </w:tabs>
      </w:pPr>
    </w:p>
    <w:p w14:paraId="4DC131F3" w14:textId="77777777" w:rsidR="00AE5B39" w:rsidRDefault="00AE5B39" w:rsidP="00FF1BAC">
      <w:pPr>
        <w:tabs>
          <w:tab w:val="left" w:pos="2694"/>
          <w:tab w:val="left" w:pos="5812"/>
        </w:tabs>
      </w:pPr>
    </w:p>
    <w:p w14:paraId="07A62666" w14:textId="77777777" w:rsidR="00AE5B39" w:rsidRDefault="00AE5B39" w:rsidP="00FF1BAC">
      <w:pPr>
        <w:tabs>
          <w:tab w:val="left" w:pos="2694"/>
          <w:tab w:val="left" w:pos="5812"/>
        </w:tabs>
      </w:pPr>
    </w:p>
    <w:p w14:paraId="0C1BD8D8" w14:textId="77777777" w:rsidR="00AE5B39" w:rsidRDefault="00AE5B39" w:rsidP="00FF1BAC">
      <w:pPr>
        <w:tabs>
          <w:tab w:val="left" w:pos="2694"/>
          <w:tab w:val="left" w:pos="5812"/>
        </w:tabs>
      </w:pPr>
    </w:p>
    <w:p w14:paraId="235A9C61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Sprachen</w:t>
      </w:r>
    </w:p>
    <w:p w14:paraId="662DFAC5" w14:textId="77777777" w:rsidR="004E1823" w:rsidRDefault="004E1823" w:rsidP="002C01DA">
      <w:pPr>
        <w:tabs>
          <w:tab w:val="left" w:pos="2694"/>
          <w:tab w:val="left" w:pos="5812"/>
        </w:tabs>
      </w:pPr>
      <w:r>
        <w:t xml:space="preserve">Englisch: </w:t>
      </w:r>
      <w:r w:rsidR="00FF1BAC">
        <w:t>fließend</w:t>
      </w:r>
    </w:p>
    <w:p w14:paraId="0CFA46FD" w14:textId="77777777" w:rsidR="004E1823" w:rsidRDefault="004E1823" w:rsidP="002C01DA">
      <w:pPr>
        <w:tabs>
          <w:tab w:val="left" w:pos="2694"/>
          <w:tab w:val="left" w:pos="5812"/>
        </w:tabs>
      </w:pPr>
      <w:r>
        <w:t xml:space="preserve">Französisch: </w:t>
      </w:r>
      <w:r w:rsidR="00FF1BAC">
        <w:t>gut</w:t>
      </w:r>
    </w:p>
    <w:p w14:paraId="78820F34" w14:textId="77777777" w:rsidR="00FF1BAC" w:rsidRDefault="00FF1BAC" w:rsidP="002C01DA">
      <w:pPr>
        <w:tabs>
          <w:tab w:val="left" w:pos="2694"/>
          <w:tab w:val="left" w:pos="5812"/>
        </w:tabs>
      </w:pPr>
    </w:p>
    <w:p w14:paraId="308E400B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EDV-Kenntnisse</w:t>
      </w:r>
    </w:p>
    <w:p w14:paraId="5C3BAD1A" w14:textId="77777777" w:rsidR="00FF1BAC" w:rsidRPr="00AE5B39" w:rsidRDefault="00FF1BAC" w:rsidP="002C01DA">
      <w:pPr>
        <w:tabs>
          <w:tab w:val="left" w:pos="2694"/>
          <w:tab w:val="left" w:pos="5812"/>
        </w:tabs>
        <w:rPr>
          <w:lang w:val="en-US"/>
        </w:rPr>
      </w:pPr>
      <w:proofErr w:type="spellStart"/>
      <w:r w:rsidRPr="00065EC2">
        <w:rPr>
          <w:lang w:val="en-US"/>
        </w:rPr>
        <w:t>Programmierung</w:t>
      </w:r>
      <w:proofErr w:type="spellEnd"/>
      <w:r w:rsidRPr="00065EC2">
        <w:rPr>
          <w:lang w:val="en-US"/>
        </w:rPr>
        <w:t xml:space="preserve"> in C, C++, C#, ADA, </w:t>
      </w:r>
      <w:proofErr w:type="spellStart"/>
      <w:r w:rsidRPr="00065EC2">
        <w:rPr>
          <w:lang w:val="en-US"/>
        </w:rPr>
        <w:t>Matlab</w:t>
      </w:r>
      <w:proofErr w:type="spellEnd"/>
      <w:r w:rsidR="00065EC2">
        <w:rPr>
          <w:lang w:val="en-US"/>
        </w:rPr>
        <w:t>,</w:t>
      </w:r>
      <w:r w:rsidR="00AE5B39" w:rsidRPr="00065EC2">
        <w:rPr>
          <w:lang w:val="en-US"/>
        </w:rPr>
        <w:t xml:space="preserve"> </w:t>
      </w:r>
      <w:proofErr w:type="spellStart"/>
      <w:r w:rsidRPr="00AE5B39">
        <w:rPr>
          <w:lang w:val="en-US"/>
        </w:rPr>
        <w:t>Lartech</w:t>
      </w:r>
      <w:proofErr w:type="spellEnd"/>
    </w:p>
    <w:p w14:paraId="786CA6BE" w14:textId="77777777" w:rsidR="004E1823" w:rsidRPr="00AE5B39" w:rsidRDefault="004E1823" w:rsidP="002C01DA">
      <w:pPr>
        <w:tabs>
          <w:tab w:val="left" w:pos="2694"/>
          <w:tab w:val="left" w:pos="5812"/>
        </w:tabs>
        <w:rPr>
          <w:lang w:val="en-US"/>
        </w:rPr>
      </w:pPr>
      <w:r w:rsidRPr="00AE5B39">
        <w:rPr>
          <w:lang w:val="en-US"/>
        </w:rPr>
        <w:t>Microsoft Office: Word, Excel, Outlook, PowerPoint, Access</w:t>
      </w:r>
    </w:p>
    <w:p w14:paraId="7B45C13A" w14:textId="77777777" w:rsidR="004E1823" w:rsidRDefault="00FF1BAC" w:rsidP="002C01DA">
      <w:pPr>
        <w:tabs>
          <w:tab w:val="left" w:pos="2694"/>
          <w:tab w:val="left" w:pos="5812"/>
        </w:tabs>
      </w:pPr>
      <w:r>
        <w:t xml:space="preserve">Anwenderkenntnisse in </w:t>
      </w:r>
      <w:proofErr w:type="spellStart"/>
      <w:r>
        <w:t>ETechpro</w:t>
      </w:r>
      <w:proofErr w:type="spellEnd"/>
      <w:r>
        <w:t xml:space="preserve">, Signal, </w:t>
      </w:r>
      <w:proofErr w:type="spellStart"/>
      <w:r>
        <w:t>FoMa</w:t>
      </w:r>
      <w:proofErr w:type="spellEnd"/>
      <w:r>
        <w:t>, MSCX</w:t>
      </w:r>
    </w:p>
    <w:p w14:paraId="3E12D82A" w14:textId="77777777" w:rsidR="00FF1BAC" w:rsidRDefault="00FF1BAC" w:rsidP="002C01DA">
      <w:pPr>
        <w:tabs>
          <w:tab w:val="left" w:pos="2694"/>
          <w:tab w:val="left" w:pos="5812"/>
        </w:tabs>
      </w:pPr>
    </w:p>
    <w:p w14:paraId="73FB941A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Hobbys</w:t>
      </w:r>
    </w:p>
    <w:p w14:paraId="156DA947" w14:textId="77777777" w:rsidR="004E1823" w:rsidRDefault="00FF1BAC" w:rsidP="002C01DA">
      <w:pPr>
        <w:tabs>
          <w:tab w:val="left" w:pos="2694"/>
          <w:tab w:val="left" w:pos="5812"/>
        </w:tabs>
      </w:pPr>
      <w:r>
        <w:t>Paragliding</w:t>
      </w:r>
    </w:p>
    <w:p w14:paraId="2B03B7C6" w14:textId="77777777" w:rsidR="00FF1BAC" w:rsidRDefault="00FF1BAC" w:rsidP="002C01DA">
      <w:pPr>
        <w:tabs>
          <w:tab w:val="left" w:pos="2694"/>
          <w:tab w:val="left" w:pos="5812"/>
        </w:tabs>
      </w:pPr>
      <w:r>
        <w:t>Flugmodellentwicklung und -bau</w:t>
      </w:r>
    </w:p>
    <w:p w14:paraId="48ADFC7F" w14:textId="77777777" w:rsidR="004E1823" w:rsidRDefault="004E1823" w:rsidP="002C01DA">
      <w:pPr>
        <w:tabs>
          <w:tab w:val="left" w:pos="2694"/>
          <w:tab w:val="left" w:pos="5812"/>
        </w:tabs>
      </w:pPr>
      <w:r>
        <w:t xml:space="preserve">Elektromobilität (aktives Mitglied im Bundesverband </w:t>
      </w:r>
      <w:r w:rsidR="00FF1BAC">
        <w:t>E-</w:t>
      </w:r>
      <w:r>
        <w:t>Mobilität e.V.)</w:t>
      </w:r>
    </w:p>
    <w:p w14:paraId="55BC7E9C" w14:textId="77777777" w:rsidR="00FF1BAC" w:rsidRDefault="00FF1BAC" w:rsidP="002C01DA">
      <w:pPr>
        <w:tabs>
          <w:tab w:val="left" w:pos="2694"/>
          <w:tab w:val="left" w:pos="5812"/>
        </w:tabs>
      </w:pPr>
    </w:p>
    <w:p w14:paraId="3B5204C8" w14:textId="77777777" w:rsidR="004E1823" w:rsidRPr="00FF1BAC" w:rsidRDefault="004E1823" w:rsidP="002C01DA">
      <w:pPr>
        <w:tabs>
          <w:tab w:val="left" w:pos="2694"/>
          <w:tab w:val="left" w:pos="5812"/>
        </w:tabs>
        <w:rPr>
          <w:b/>
        </w:rPr>
      </w:pPr>
      <w:r w:rsidRPr="00FF1BAC">
        <w:rPr>
          <w:b/>
        </w:rPr>
        <w:t>Persönliche Eigenschaften</w:t>
      </w:r>
    </w:p>
    <w:p w14:paraId="548E4BE4" w14:textId="77777777" w:rsidR="004E1823" w:rsidRDefault="004E1823" w:rsidP="002C01DA">
      <w:pPr>
        <w:tabs>
          <w:tab w:val="left" w:pos="2694"/>
          <w:tab w:val="left" w:pos="5812"/>
        </w:tabs>
      </w:pPr>
      <w:r>
        <w:t>Verantwortungsbewusstsein, Gewissenhaftigkeit, Zuverlässigkeit</w:t>
      </w:r>
    </w:p>
    <w:p w14:paraId="72023E7F" w14:textId="77777777" w:rsidR="004E1823" w:rsidRDefault="004E1823" w:rsidP="002C01DA">
      <w:pPr>
        <w:tabs>
          <w:tab w:val="left" w:pos="2694"/>
          <w:tab w:val="left" w:pos="5812"/>
        </w:tabs>
      </w:pPr>
      <w:r>
        <w:t>Analytisch-kreativer Forschergeist</w:t>
      </w:r>
    </w:p>
    <w:p w14:paraId="5B2471B7" w14:textId="77777777" w:rsidR="00FF1BAC" w:rsidRDefault="00FF1BAC" w:rsidP="002C01DA">
      <w:pPr>
        <w:tabs>
          <w:tab w:val="left" w:pos="2694"/>
          <w:tab w:val="left" w:pos="5812"/>
        </w:tabs>
      </w:pPr>
    </w:p>
    <w:p w14:paraId="202B62C2" w14:textId="77777777" w:rsidR="00FF1BAC" w:rsidRDefault="00FF1BAC" w:rsidP="002C01DA">
      <w:pPr>
        <w:tabs>
          <w:tab w:val="left" w:pos="2694"/>
          <w:tab w:val="left" w:pos="5812"/>
        </w:tabs>
      </w:pPr>
    </w:p>
    <w:p w14:paraId="3B7867D2" w14:textId="77777777" w:rsidR="004E1823" w:rsidRDefault="00AE5B39" w:rsidP="002C01DA">
      <w:pPr>
        <w:tabs>
          <w:tab w:val="left" w:pos="2694"/>
          <w:tab w:val="left" w:pos="5812"/>
        </w:tabs>
      </w:pPr>
      <w:r>
        <w:t>Magdeburg, 28.</w:t>
      </w:r>
      <w:r w:rsidR="004E1823">
        <w:t>1.201</w:t>
      </w:r>
      <w:r w:rsidR="00FF1BAC">
        <w:t>6</w:t>
      </w:r>
    </w:p>
    <w:p w14:paraId="1533B7BC" w14:textId="77777777" w:rsidR="00AE5B39" w:rsidRDefault="00AE5B39" w:rsidP="002C01DA">
      <w:pPr>
        <w:tabs>
          <w:tab w:val="left" w:pos="2694"/>
          <w:tab w:val="left" w:pos="5812"/>
        </w:tabs>
      </w:pPr>
    </w:p>
    <w:p w14:paraId="7C1C75F8" w14:textId="77777777" w:rsidR="00A209C2" w:rsidRPr="00D16573" w:rsidRDefault="00FF1BAC" w:rsidP="00A71C88">
      <w:pPr>
        <w:pStyle w:val="UnterschriftName"/>
        <w:rPr>
          <w:rFonts w:ascii="Lucida Handwriting" w:hAnsi="Lucida Handwriting"/>
        </w:rPr>
      </w:pPr>
      <w:bookmarkStart w:id="0" w:name="_GoBack"/>
      <w:r w:rsidRPr="00D16573">
        <w:rPr>
          <w:rFonts w:ascii="Lucida Handwriting" w:hAnsi="Lucida Handwriting"/>
        </w:rPr>
        <w:t>Fabian</w:t>
      </w:r>
      <w:r w:rsidR="004E1823" w:rsidRPr="00D16573">
        <w:rPr>
          <w:rFonts w:ascii="Lucida Handwriting" w:hAnsi="Lucida Handwriting"/>
        </w:rPr>
        <w:t xml:space="preserve"> Probst</w:t>
      </w:r>
      <w:bookmarkEnd w:id="0"/>
    </w:p>
    <w:sectPr w:rsidR="00A209C2" w:rsidRPr="00D16573" w:rsidSect="00AD4871">
      <w:pgSz w:w="11906" w:h="16838"/>
      <w:pgMar w:top="1134" w:right="1134" w:bottom="1134" w:left="136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CFF71" w14:textId="77777777" w:rsidR="00E84AD3" w:rsidRDefault="00E84AD3" w:rsidP="00D04998">
      <w:pPr>
        <w:spacing w:line="240" w:lineRule="auto"/>
      </w:pPr>
      <w:r>
        <w:separator/>
      </w:r>
    </w:p>
  </w:endnote>
  <w:endnote w:type="continuationSeparator" w:id="0">
    <w:p w14:paraId="1F8AE6E2" w14:textId="77777777" w:rsidR="00E84AD3" w:rsidRDefault="00E84AD3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6A0A7" w14:textId="77777777" w:rsidR="00E84AD3" w:rsidRDefault="00E84AD3" w:rsidP="00D04998">
      <w:pPr>
        <w:spacing w:line="240" w:lineRule="auto"/>
      </w:pPr>
      <w:r>
        <w:separator/>
      </w:r>
    </w:p>
  </w:footnote>
  <w:footnote w:type="continuationSeparator" w:id="0">
    <w:p w14:paraId="30104B05" w14:textId="77777777" w:rsidR="00E84AD3" w:rsidRDefault="00E84AD3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4229"/>
    <w:multiLevelType w:val="hybridMultilevel"/>
    <w:tmpl w:val="AFC49C14"/>
    <w:lvl w:ilvl="0" w:tplc="3A0E9842">
      <w:start w:val="5"/>
      <w:numFmt w:val="bullet"/>
      <w:lvlText w:val="–"/>
      <w:lvlJc w:val="left"/>
      <w:pPr>
        <w:ind w:left="57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8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0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80" w:hanging="360"/>
      </w:pPr>
      <w:rPr>
        <w:rFonts w:ascii="Symbol" w:hAnsi="Symbol" w:hint="default"/>
      </w:rPr>
    </w:lvl>
  </w:abstractNum>
  <w:abstractNum w:abstractNumId="1">
    <w:nsid w:val="787B5010"/>
    <w:multiLevelType w:val="hybridMultilevel"/>
    <w:tmpl w:val="7966DD58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1149E"/>
    <w:rsid w:val="00057461"/>
    <w:rsid w:val="00065EC2"/>
    <w:rsid w:val="000B1FA9"/>
    <w:rsid w:val="000D0FC8"/>
    <w:rsid w:val="00124892"/>
    <w:rsid w:val="001A165F"/>
    <w:rsid w:val="001B176B"/>
    <w:rsid w:val="001E090F"/>
    <w:rsid w:val="0021238A"/>
    <w:rsid w:val="002C01DA"/>
    <w:rsid w:val="00327334"/>
    <w:rsid w:val="00370185"/>
    <w:rsid w:val="003B7D74"/>
    <w:rsid w:val="0040444D"/>
    <w:rsid w:val="00416120"/>
    <w:rsid w:val="004E1823"/>
    <w:rsid w:val="004F0647"/>
    <w:rsid w:val="005B4A0E"/>
    <w:rsid w:val="00631380"/>
    <w:rsid w:val="006D3345"/>
    <w:rsid w:val="006F5C84"/>
    <w:rsid w:val="00770743"/>
    <w:rsid w:val="007B4E03"/>
    <w:rsid w:val="007C371D"/>
    <w:rsid w:val="008D2E71"/>
    <w:rsid w:val="008D76FD"/>
    <w:rsid w:val="0095639B"/>
    <w:rsid w:val="009C6C44"/>
    <w:rsid w:val="009D01B1"/>
    <w:rsid w:val="00A209C2"/>
    <w:rsid w:val="00A479D8"/>
    <w:rsid w:val="00A66DEC"/>
    <w:rsid w:val="00A71C88"/>
    <w:rsid w:val="00AB6AAA"/>
    <w:rsid w:val="00AD4871"/>
    <w:rsid w:val="00AE5B39"/>
    <w:rsid w:val="00AE72C8"/>
    <w:rsid w:val="00AE78BD"/>
    <w:rsid w:val="00B14BB3"/>
    <w:rsid w:val="00B46EB9"/>
    <w:rsid w:val="00B65920"/>
    <w:rsid w:val="00BF721A"/>
    <w:rsid w:val="00C841F7"/>
    <w:rsid w:val="00CC6031"/>
    <w:rsid w:val="00CC7DA6"/>
    <w:rsid w:val="00D04998"/>
    <w:rsid w:val="00D16573"/>
    <w:rsid w:val="00D373BC"/>
    <w:rsid w:val="00DF19CD"/>
    <w:rsid w:val="00DF7E68"/>
    <w:rsid w:val="00E37989"/>
    <w:rsid w:val="00E84AD3"/>
    <w:rsid w:val="00EA037D"/>
    <w:rsid w:val="00EB3170"/>
    <w:rsid w:val="00ED7ED9"/>
    <w:rsid w:val="00EF71BD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1C4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D4871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416120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71C88"/>
    <w:pPr>
      <w:tabs>
        <w:tab w:val="left" w:pos="2694"/>
        <w:tab w:val="left" w:pos="5812"/>
      </w:tabs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D4871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D4871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72311B8F</Template>
  <TotalTime>0</TotalTime>
  <Pages>2</Pages>
  <Words>240</Words>
  <Characters>1514</Characters>
  <Application>Microsoft Office Word</Application>
  <DocSecurity>0</DocSecurity>
  <Lines>12</Lines>
  <Paragraphs>3</Paragraphs>
  <ScaleCrop>false</ScaleCrop>
  <Company>F G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2016-01-14T14:31:00Z</cp:lastPrinted>
  <dcterms:created xsi:type="dcterms:W3CDTF">2016-01-14T14:31:00Z</dcterms:created>
  <dcterms:modified xsi:type="dcterms:W3CDTF">2016-02-02T08:03:00Z</dcterms:modified>
</cp:coreProperties>
</file>