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35702" w14:textId="77777777" w:rsidR="00766E52" w:rsidRPr="008D286C" w:rsidRDefault="009D63C8" w:rsidP="00C85FFB">
      <w:pPr>
        <w:tabs>
          <w:tab w:val="left" w:pos="7260"/>
        </w:tabs>
        <w:rPr>
          <w:b/>
          <w:sz w:val="28"/>
          <w:szCs w:val="28"/>
        </w:rPr>
      </w:pPr>
      <w:r>
        <w:pict w14:anchorId="34E7C692">
          <v:rect id="_x0000_s1031" style="position:absolute;margin-left:340.75pt;margin-top:.4pt;width:127.55pt;height:170.1pt;z-index:-251658752"/>
        </w:pict>
      </w:r>
      <w:r w:rsidR="00766E52" w:rsidRPr="008D286C">
        <w:rPr>
          <w:b/>
          <w:sz w:val="28"/>
          <w:szCs w:val="28"/>
        </w:rPr>
        <w:t>Lebenslauf</w:t>
      </w:r>
      <w:r w:rsidR="00C85FFB">
        <w:rPr>
          <w:b/>
          <w:sz w:val="28"/>
          <w:szCs w:val="28"/>
        </w:rPr>
        <w:tab/>
      </w:r>
    </w:p>
    <w:p w14:paraId="444DDECA" w14:textId="77777777" w:rsidR="00766E52" w:rsidRDefault="00766E52" w:rsidP="00766E52">
      <w:pPr>
        <w:tabs>
          <w:tab w:val="left" w:pos="2977"/>
        </w:tabs>
      </w:pPr>
    </w:p>
    <w:p w14:paraId="7A68B6FB" w14:textId="77777777" w:rsidR="008D286C" w:rsidRDefault="008D286C" w:rsidP="00766E52">
      <w:pPr>
        <w:tabs>
          <w:tab w:val="left" w:pos="2977"/>
        </w:tabs>
      </w:pPr>
    </w:p>
    <w:p w14:paraId="1E40C5F4" w14:textId="77777777" w:rsidR="00766E52" w:rsidRPr="00766E52" w:rsidRDefault="00766E52" w:rsidP="00766E52">
      <w:pPr>
        <w:tabs>
          <w:tab w:val="left" w:pos="2977"/>
        </w:tabs>
      </w:pPr>
      <w:r w:rsidRPr="00766E52">
        <w:t xml:space="preserve">Maike </w:t>
      </w:r>
      <w:proofErr w:type="spellStart"/>
      <w:r w:rsidRPr="00766E52">
        <w:t>Renningsen</w:t>
      </w:r>
      <w:proofErr w:type="spellEnd"/>
      <w:r w:rsidRPr="00766E52">
        <w:t>, Erzieherin</w:t>
      </w:r>
    </w:p>
    <w:p w14:paraId="35F6E467" w14:textId="77777777" w:rsidR="00766E52" w:rsidRPr="00766E52" w:rsidRDefault="00766E52" w:rsidP="00766E52">
      <w:pPr>
        <w:tabs>
          <w:tab w:val="left" w:pos="2977"/>
        </w:tabs>
      </w:pPr>
      <w:r w:rsidRPr="00766E52">
        <w:t xml:space="preserve">Obere </w:t>
      </w:r>
      <w:proofErr w:type="spellStart"/>
      <w:r w:rsidRPr="00766E52">
        <w:t>Beeke</w:t>
      </w:r>
      <w:proofErr w:type="spellEnd"/>
      <w:r w:rsidRPr="00766E52">
        <w:t xml:space="preserve"> 25</w:t>
      </w:r>
    </w:p>
    <w:p w14:paraId="5BA51730" w14:textId="77777777" w:rsidR="00766E52" w:rsidRPr="00766E52" w:rsidRDefault="00766E52" w:rsidP="00766E52">
      <w:pPr>
        <w:tabs>
          <w:tab w:val="left" w:pos="2977"/>
        </w:tabs>
      </w:pPr>
      <w:r w:rsidRPr="00766E52">
        <w:t>26130 Oldenburg</w:t>
      </w:r>
    </w:p>
    <w:p w14:paraId="6777691F" w14:textId="77777777" w:rsidR="00766E52" w:rsidRPr="00766E52" w:rsidRDefault="00766E52" w:rsidP="00766E52">
      <w:pPr>
        <w:tabs>
          <w:tab w:val="left" w:pos="2977"/>
        </w:tabs>
      </w:pPr>
      <w:r w:rsidRPr="00766E52">
        <w:t>Tel.: 0441 223334444</w:t>
      </w:r>
    </w:p>
    <w:p w14:paraId="6B08BE8C" w14:textId="77777777" w:rsidR="00766E52" w:rsidRDefault="00766E52" w:rsidP="00766E52">
      <w:pPr>
        <w:tabs>
          <w:tab w:val="left" w:pos="2977"/>
        </w:tabs>
      </w:pPr>
      <w:r>
        <w:t>E-Mail: M.Renningsen@bspweb.de</w:t>
      </w:r>
    </w:p>
    <w:p w14:paraId="4982FD77" w14:textId="77777777" w:rsidR="00766E52" w:rsidRDefault="00766E52" w:rsidP="00766E52">
      <w:pPr>
        <w:tabs>
          <w:tab w:val="left" w:pos="2977"/>
        </w:tabs>
      </w:pPr>
    </w:p>
    <w:p w14:paraId="41429AC4" w14:textId="77777777" w:rsidR="00766E52" w:rsidRPr="00766E52" w:rsidRDefault="00766E52" w:rsidP="00766E52">
      <w:pPr>
        <w:tabs>
          <w:tab w:val="left" w:pos="2977"/>
        </w:tabs>
      </w:pPr>
      <w:r w:rsidRPr="00766E52">
        <w:t>Geburtsdatum:</w:t>
      </w:r>
      <w:r>
        <w:tab/>
      </w:r>
      <w:r w:rsidR="008D286C">
        <w:t>28.</w:t>
      </w:r>
      <w:r w:rsidRPr="00766E52">
        <w:t>4.19</w:t>
      </w:r>
      <w:r>
        <w:t>93</w:t>
      </w:r>
    </w:p>
    <w:p w14:paraId="3338378E" w14:textId="77777777" w:rsidR="00766E52" w:rsidRPr="00766E52" w:rsidRDefault="00766E52" w:rsidP="00766E52">
      <w:pPr>
        <w:tabs>
          <w:tab w:val="left" w:pos="2977"/>
        </w:tabs>
      </w:pPr>
      <w:r w:rsidRPr="00766E52">
        <w:t>Geburtsort:</w:t>
      </w:r>
      <w:r>
        <w:tab/>
      </w:r>
      <w:r w:rsidRPr="00766E52">
        <w:t>Bremen</w:t>
      </w:r>
    </w:p>
    <w:p w14:paraId="0EB82113" w14:textId="77777777" w:rsidR="00766E52" w:rsidRPr="00766E52" w:rsidRDefault="00766E52" w:rsidP="00766E52">
      <w:pPr>
        <w:tabs>
          <w:tab w:val="left" w:pos="2977"/>
        </w:tabs>
      </w:pPr>
      <w:r w:rsidRPr="00766E52">
        <w:t>Staatsangehörigkeit:</w:t>
      </w:r>
      <w:r>
        <w:tab/>
      </w:r>
      <w:r w:rsidRPr="00766E52">
        <w:t>deutsch</w:t>
      </w:r>
    </w:p>
    <w:p w14:paraId="48D98B40" w14:textId="77777777" w:rsidR="00766E52" w:rsidRDefault="00766E52" w:rsidP="00766E52">
      <w:pPr>
        <w:tabs>
          <w:tab w:val="left" w:pos="2977"/>
        </w:tabs>
      </w:pPr>
      <w:r w:rsidRPr="00766E52">
        <w:t>Familienstand:</w:t>
      </w:r>
      <w:r>
        <w:tab/>
      </w:r>
      <w:r w:rsidRPr="00766E52">
        <w:t>ledig, keine Kinder</w:t>
      </w:r>
    </w:p>
    <w:p w14:paraId="5CBFFCAD" w14:textId="77777777" w:rsidR="00766E52" w:rsidRDefault="00766E52" w:rsidP="00766E52">
      <w:pPr>
        <w:tabs>
          <w:tab w:val="left" w:pos="2977"/>
        </w:tabs>
      </w:pPr>
    </w:p>
    <w:p w14:paraId="4C4D5E4D" w14:textId="77777777" w:rsidR="008D286C" w:rsidRDefault="008D286C" w:rsidP="00766E52">
      <w:pPr>
        <w:tabs>
          <w:tab w:val="left" w:pos="2977"/>
        </w:tabs>
      </w:pPr>
    </w:p>
    <w:p w14:paraId="4F278790" w14:textId="77777777" w:rsidR="008D286C" w:rsidRPr="00766E52" w:rsidRDefault="008D286C" w:rsidP="00766E52">
      <w:pPr>
        <w:tabs>
          <w:tab w:val="left" w:pos="2977"/>
        </w:tabs>
      </w:pPr>
    </w:p>
    <w:p w14:paraId="3A88861D" w14:textId="77777777" w:rsidR="00766E52" w:rsidRPr="00766E52" w:rsidRDefault="00766E52" w:rsidP="00766E52">
      <w:pPr>
        <w:tabs>
          <w:tab w:val="left" w:pos="2977"/>
        </w:tabs>
        <w:rPr>
          <w:b/>
        </w:rPr>
      </w:pPr>
      <w:r w:rsidRPr="00766E52">
        <w:rPr>
          <w:b/>
        </w:rPr>
        <w:t>Schule</w:t>
      </w:r>
    </w:p>
    <w:p w14:paraId="228DE878" w14:textId="77777777" w:rsidR="00766E52" w:rsidRPr="00766E52" w:rsidRDefault="00766E52" w:rsidP="00766E52">
      <w:pPr>
        <w:tabs>
          <w:tab w:val="left" w:pos="2977"/>
        </w:tabs>
      </w:pPr>
      <w:r w:rsidRPr="00766E52">
        <w:t>09/200</w:t>
      </w:r>
      <w:r>
        <w:t>3</w:t>
      </w:r>
      <w:r w:rsidRPr="00766E52">
        <w:t xml:space="preserve"> – 07/200</w:t>
      </w:r>
      <w:r>
        <w:t>9</w:t>
      </w:r>
      <w:r>
        <w:tab/>
      </w:r>
      <w:r w:rsidRPr="00766E52">
        <w:t>Wilhelm-Olbers-Realschule in Bremen</w:t>
      </w:r>
    </w:p>
    <w:p w14:paraId="391C0695" w14:textId="77777777" w:rsidR="00766E52" w:rsidRPr="00766E52" w:rsidRDefault="00766E52" w:rsidP="00766E52">
      <w:pPr>
        <w:tabs>
          <w:tab w:val="left" w:pos="2977"/>
        </w:tabs>
      </w:pPr>
      <w:r>
        <w:tab/>
      </w:r>
      <w:r w:rsidRPr="00766E52">
        <w:t>Mittlere Reife, Note: 1,9</w:t>
      </w:r>
    </w:p>
    <w:p w14:paraId="03354472" w14:textId="77777777" w:rsidR="00766E52" w:rsidRDefault="00766E52" w:rsidP="00766E52">
      <w:pPr>
        <w:tabs>
          <w:tab w:val="left" w:pos="2977"/>
        </w:tabs>
      </w:pPr>
    </w:p>
    <w:p w14:paraId="2D8F7360" w14:textId="77777777" w:rsidR="00766E52" w:rsidRPr="00766E52" w:rsidRDefault="00766E52" w:rsidP="00766E52">
      <w:pPr>
        <w:tabs>
          <w:tab w:val="left" w:pos="2977"/>
        </w:tabs>
        <w:rPr>
          <w:b/>
        </w:rPr>
      </w:pPr>
      <w:r w:rsidRPr="00766E52">
        <w:rPr>
          <w:b/>
        </w:rPr>
        <w:t>Ausbildung</w:t>
      </w:r>
    </w:p>
    <w:p w14:paraId="7349F8ED" w14:textId="77777777" w:rsidR="00766E52" w:rsidRPr="00766E52" w:rsidRDefault="00766E52" w:rsidP="00766E52">
      <w:pPr>
        <w:tabs>
          <w:tab w:val="left" w:pos="2977"/>
        </w:tabs>
      </w:pPr>
      <w:r w:rsidRPr="00766E52">
        <w:t>09/200</w:t>
      </w:r>
      <w:r>
        <w:t>9</w:t>
      </w:r>
      <w:r w:rsidRPr="00766E52">
        <w:t xml:space="preserve"> – 08/20</w:t>
      </w:r>
      <w:r>
        <w:t>10</w:t>
      </w:r>
      <w:r>
        <w:tab/>
      </w:r>
      <w:r w:rsidRPr="00766E52">
        <w:t>Kindertagesstätte St. Margarete in Bremen</w:t>
      </w:r>
    </w:p>
    <w:p w14:paraId="77DF7EC6" w14:textId="77777777" w:rsidR="00766E52" w:rsidRPr="00766E52" w:rsidRDefault="00766E52" w:rsidP="00766E52">
      <w:pPr>
        <w:tabs>
          <w:tab w:val="left" w:pos="2977"/>
        </w:tabs>
      </w:pPr>
      <w:r>
        <w:tab/>
      </w:r>
      <w:r w:rsidRPr="00766E52">
        <w:t>Vorbereitungsjahr zur Ausbildung als Erzieherin</w:t>
      </w:r>
    </w:p>
    <w:p w14:paraId="540F7AAC" w14:textId="77777777" w:rsidR="00766E52" w:rsidRPr="00766E52" w:rsidRDefault="00766E52" w:rsidP="00766E52">
      <w:pPr>
        <w:tabs>
          <w:tab w:val="left" w:pos="2977"/>
        </w:tabs>
      </w:pPr>
      <w:r w:rsidRPr="00766E52">
        <w:t>09/20</w:t>
      </w:r>
      <w:r>
        <w:t>10</w:t>
      </w:r>
      <w:r w:rsidRPr="00766E52">
        <w:t xml:space="preserve"> – 08/20</w:t>
      </w:r>
      <w:r>
        <w:t>12</w:t>
      </w:r>
      <w:r>
        <w:tab/>
      </w:r>
      <w:r w:rsidRPr="00766E52">
        <w:t xml:space="preserve">Fachschule </w:t>
      </w:r>
      <w:proofErr w:type="spellStart"/>
      <w:r w:rsidRPr="00766E52">
        <w:t>für</w:t>
      </w:r>
      <w:proofErr w:type="spellEnd"/>
      <w:r w:rsidRPr="00766E52">
        <w:t xml:space="preserve"> Sozialpädagogik in Bremen</w:t>
      </w:r>
    </w:p>
    <w:p w14:paraId="70E2055A" w14:textId="77777777" w:rsidR="00766E52" w:rsidRPr="00766E52" w:rsidRDefault="00766E52" w:rsidP="00766E52">
      <w:pPr>
        <w:tabs>
          <w:tab w:val="left" w:pos="2977"/>
        </w:tabs>
      </w:pPr>
      <w:r>
        <w:tab/>
      </w:r>
      <w:r w:rsidRPr="00766E52">
        <w:t>2-jährige Fachschulausbildung zur Erzieherin</w:t>
      </w:r>
    </w:p>
    <w:p w14:paraId="29F44AFA" w14:textId="77777777" w:rsidR="00766E52" w:rsidRPr="00766E52" w:rsidRDefault="00766E52" w:rsidP="00766E52">
      <w:pPr>
        <w:tabs>
          <w:tab w:val="left" w:pos="2977"/>
        </w:tabs>
      </w:pPr>
      <w:r w:rsidRPr="00766E52">
        <w:t>09/20</w:t>
      </w:r>
      <w:r>
        <w:t>12</w:t>
      </w:r>
      <w:r w:rsidRPr="00766E52">
        <w:t xml:space="preserve"> – 08/201</w:t>
      </w:r>
      <w:r>
        <w:t>3</w:t>
      </w:r>
      <w:r>
        <w:tab/>
      </w:r>
      <w:r w:rsidRPr="00766E52">
        <w:t>Städtischer Kindergarten in Delmenhorst</w:t>
      </w:r>
    </w:p>
    <w:p w14:paraId="1BED2746" w14:textId="77777777" w:rsidR="00766E52" w:rsidRPr="00766E52" w:rsidRDefault="00766E52" w:rsidP="00766E52">
      <w:pPr>
        <w:tabs>
          <w:tab w:val="left" w:pos="2977"/>
        </w:tabs>
      </w:pPr>
      <w:r>
        <w:tab/>
      </w:r>
      <w:r w:rsidRPr="00766E52">
        <w:t xml:space="preserve">Anerkennungsjahr als staatlich </w:t>
      </w:r>
      <w:proofErr w:type="spellStart"/>
      <w:r w:rsidRPr="00766E52">
        <w:t>geprüfte</w:t>
      </w:r>
      <w:proofErr w:type="spellEnd"/>
      <w:r w:rsidRPr="00766E52">
        <w:t xml:space="preserve"> Erzieherin</w:t>
      </w:r>
    </w:p>
    <w:p w14:paraId="740862B9" w14:textId="77777777" w:rsidR="00766E52" w:rsidRDefault="00766E52" w:rsidP="00766E52">
      <w:pPr>
        <w:tabs>
          <w:tab w:val="left" w:pos="2977"/>
        </w:tabs>
      </w:pPr>
    </w:p>
    <w:p w14:paraId="00C03930" w14:textId="77777777" w:rsidR="00766E52" w:rsidRPr="00766E52" w:rsidRDefault="00766E52" w:rsidP="00766E52">
      <w:pPr>
        <w:tabs>
          <w:tab w:val="left" w:pos="2977"/>
        </w:tabs>
        <w:rPr>
          <w:b/>
        </w:rPr>
      </w:pPr>
      <w:r w:rsidRPr="00766E52">
        <w:rPr>
          <w:b/>
        </w:rPr>
        <w:t>Berufliche Erfahrung</w:t>
      </w:r>
    </w:p>
    <w:p w14:paraId="695EA227" w14:textId="77777777" w:rsidR="008D286C" w:rsidRDefault="00766E52" w:rsidP="00766E52">
      <w:pPr>
        <w:tabs>
          <w:tab w:val="left" w:pos="2977"/>
        </w:tabs>
      </w:pPr>
      <w:r w:rsidRPr="00766E52">
        <w:t>09/201</w:t>
      </w:r>
      <w:r>
        <w:t>3</w:t>
      </w:r>
      <w:r w:rsidRPr="00766E52">
        <w:t xml:space="preserve"> – heute</w:t>
      </w:r>
      <w:r>
        <w:tab/>
      </w:r>
      <w:r w:rsidRPr="00766E52">
        <w:t>Städtischer Kindergarten Delmenhorst</w:t>
      </w:r>
    </w:p>
    <w:p w14:paraId="6E7FA974" w14:textId="77777777" w:rsidR="00766E52" w:rsidRPr="00766E52" w:rsidRDefault="008D286C" w:rsidP="00766E52">
      <w:pPr>
        <w:tabs>
          <w:tab w:val="left" w:pos="2977"/>
        </w:tabs>
      </w:pPr>
      <w:r>
        <w:tab/>
      </w:r>
      <w:r w:rsidR="00766E52" w:rsidRPr="00766E52">
        <w:t>(acht</w:t>
      </w:r>
      <w:r>
        <w:t xml:space="preserve"> </w:t>
      </w:r>
      <w:r w:rsidR="00766E52">
        <w:tab/>
      </w:r>
      <w:r w:rsidR="00766E52" w:rsidRPr="00766E52">
        <w:t>Gruppen mit je ca</w:t>
      </w:r>
      <w:r w:rsidR="00766E52">
        <w:t>.</w:t>
      </w:r>
      <w:r w:rsidR="00766E52" w:rsidRPr="00766E52">
        <w:t xml:space="preserve"> 20 Kindern)</w:t>
      </w:r>
    </w:p>
    <w:p w14:paraId="3294B30A" w14:textId="77777777" w:rsidR="00766E52" w:rsidRPr="00766E52" w:rsidRDefault="00766E52" w:rsidP="00766E52">
      <w:pPr>
        <w:tabs>
          <w:tab w:val="left" w:pos="2977"/>
        </w:tabs>
        <w:rPr>
          <w:b/>
        </w:rPr>
      </w:pPr>
      <w:r>
        <w:tab/>
      </w:r>
      <w:r>
        <w:rPr>
          <w:b/>
        </w:rPr>
        <w:t>Gruppenleiterin</w:t>
      </w:r>
    </w:p>
    <w:p w14:paraId="0DA54FB1" w14:textId="77777777" w:rsidR="00766E52" w:rsidRPr="00766E52" w:rsidRDefault="008D286C" w:rsidP="008D286C">
      <w:pPr>
        <w:tabs>
          <w:tab w:val="left" w:pos="2977"/>
        </w:tabs>
        <w:ind w:left="2980"/>
      </w:pPr>
      <w:r w:rsidRPr="00AF0AE1">
        <w:t>–</w:t>
      </w:r>
      <w:r>
        <w:t xml:space="preserve"> </w:t>
      </w:r>
      <w:r w:rsidR="00766E52" w:rsidRPr="00766E52">
        <w:t>Betreuung, Erziehung, Bildung und Pflege der</w:t>
      </w:r>
      <w:r>
        <w:t xml:space="preserve"> </w:t>
      </w:r>
      <w:r w:rsidR="00766E52" w:rsidRPr="00766E52">
        <w:t>Kinder</w:t>
      </w:r>
    </w:p>
    <w:p w14:paraId="19EEF09A" w14:textId="77777777" w:rsidR="00766E52" w:rsidRPr="00766E52" w:rsidRDefault="008D286C" w:rsidP="008D286C">
      <w:pPr>
        <w:tabs>
          <w:tab w:val="left" w:pos="2977"/>
        </w:tabs>
        <w:ind w:left="2980"/>
      </w:pPr>
      <w:r w:rsidRPr="00AF0AE1">
        <w:t>–</w:t>
      </w:r>
      <w:r>
        <w:t xml:space="preserve"> </w:t>
      </w:r>
      <w:r w:rsidR="00766E52" w:rsidRPr="00766E52">
        <w:t>Organisieren von Freizeitaktivitäten</w:t>
      </w:r>
    </w:p>
    <w:p w14:paraId="7E90F95E" w14:textId="77777777" w:rsidR="00766E52" w:rsidRPr="00766E52" w:rsidRDefault="008D286C" w:rsidP="008D286C">
      <w:pPr>
        <w:tabs>
          <w:tab w:val="left" w:pos="2977"/>
        </w:tabs>
        <w:ind w:left="2980"/>
      </w:pPr>
      <w:r w:rsidRPr="00AF0AE1">
        <w:t>–</w:t>
      </w:r>
      <w:r>
        <w:t xml:space="preserve"> </w:t>
      </w:r>
      <w:r w:rsidR="00766E52" w:rsidRPr="00766E52">
        <w:t>Zusammenarbeit mit Eltern</w:t>
      </w:r>
    </w:p>
    <w:p w14:paraId="1ABB788C" w14:textId="77777777" w:rsidR="00766E52" w:rsidRDefault="00766E52" w:rsidP="00766E52">
      <w:pPr>
        <w:tabs>
          <w:tab w:val="left" w:pos="2977"/>
        </w:tabs>
      </w:pPr>
    </w:p>
    <w:p w14:paraId="250C4DD4" w14:textId="77777777" w:rsidR="00766E52" w:rsidRPr="00766E52" w:rsidRDefault="00766E52" w:rsidP="00766E52">
      <w:pPr>
        <w:tabs>
          <w:tab w:val="left" w:pos="2977"/>
        </w:tabs>
        <w:rPr>
          <w:b/>
        </w:rPr>
      </w:pPr>
      <w:r w:rsidRPr="00766E52">
        <w:rPr>
          <w:b/>
        </w:rPr>
        <w:t>Besondere Kenntnisse</w:t>
      </w:r>
    </w:p>
    <w:p w14:paraId="641295FB" w14:textId="77777777" w:rsidR="00766E52" w:rsidRPr="00766E52" w:rsidRDefault="00766E52" w:rsidP="00766E52">
      <w:pPr>
        <w:tabs>
          <w:tab w:val="left" w:pos="2977"/>
        </w:tabs>
      </w:pPr>
      <w:r w:rsidRPr="00766E52">
        <w:t>Englisch (gute Grundkenntnisse), MS Office (Word, Excel, PowerPoint)</w:t>
      </w:r>
    </w:p>
    <w:p w14:paraId="3810A177" w14:textId="77777777" w:rsidR="00766E52" w:rsidRPr="00766E52" w:rsidRDefault="00766E52" w:rsidP="00766E52">
      <w:pPr>
        <w:tabs>
          <w:tab w:val="left" w:pos="2977"/>
        </w:tabs>
      </w:pPr>
      <w:r w:rsidRPr="00766E52">
        <w:t>Großer Erste-Hilfe-Kurs (Malteser, 200</w:t>
      </w:r>
      <w:r>
        <w:t>9</w:t>
      </w:r>
      <w:r w:rsidRPr="00766E52">
        <w:t xml:space="preserve"> und 201</w:t>
      </w:r>
      <w:r>
        <w:t>3</w:t>
      </w:r>
      <w:r w:rsidRPr="00766E52">
        <w:t>)</w:t>
      </w:r>
    </w:p>
    <w:p w14:paraId="710F1F8E" w14:textId="77777777" w:rsidR="00766E52" w:rsidRDefault="00766E52" w:rsidP="00766E52">
      <w:pPr>
        <w:tabs>
          <w:tab w:val="left" w:pos="2977"/>
        </w:tabs>
      </w:pPr>
    </w:p>
    <w:p w14:paraId="6C3A75CE" w14:textId="77777777" w:rsidR="00766E52" w:rsidRPr="00766E52" w:rsidRDefault="00766E52" w:rsidP="00766E52">
      <w:pPr>
        <w:tabs>
          <w:tab w:val="left" w:pos="2977"/>
        </w:tabs>
        <w:rPr>
          <w:b/>
        </w:rPr>
      </w:pPr>
      <w:r w:rsidRPr="00766E52">
        <w:rPr>
          <w:b/>
        </w:rPr>
        <w:t>Hobbys</w:t>
      </w:r>
    </w:p>
    <w:p w14:paraId="19C65D58" w14:textId="77777777" w:rsidR="00766E52" w:rsidRPr="00766E52" w:rsidRDefault="00766E52" w:rsidP="00766E52">
      <w:pPr>
        <w:tabs>
          <w:tab w:val="left" w:pos="2977"/>
        </w:tabs>
      </w:pPr>
      <w:r w:rsidRPr="00766E52">
        <w:t>Theater, Handarbeiten, mit Freunden treffen</w:t>
      </w:r>
    </w:p>
    <w:p w14:paraId="69F7B608" w14:textId="77777777" w:rsidR="00766E52" w:rsidRDefault="00766E52" w:rsidP="00766E52">
      <w:pPr>
        <w:tabs>
          <w:tab w:val="left" w:pos="2977"/>
        </w:tabs>
      </w:pPr>
    </w:p>
    <w:p w14:paraId="5F0F5288" w14:textId="77777777" w:rsidR="002A5DBE" w:rsidRDefault="002A5DBE" w:rsidP="00766E52">
      <w:pPr>
        <w:tabs>
          <w:tab w:val="left" w:pos="2977"/>
        </w:tabs>
      </w:pPr>
    </w:p>
    <w:p w14:paraId="69DE0E62" w14:textId="77777777" w:rsidR="00766E52" w:rsidRDefault="00766E52" w:rsidP="008D286C">
      <w:pPr>
        <w:tabs>
          <w:tab w:val="left" w:pos="2977"/>
        </w:tabs>
        <w:jc w:val="right"/>
      </w:pPr>
      <w:r w:rsidRPr="00766E52">
        <w:t>Oldenburg, 9. Mai 201</w:t>
      </w:r>
      <w:r>
        <w:t>6</w:t>
      </w:r>
    </w:p>
    <w:p w14:paraId="06DAC3C9" w14:textId="77777777" w:rsidR="008D286C" w:rsidRPr="00766E52" w:rsidRDefault="008D286C" w:rsidP="008D286C">
      <w:pPr>
        <w:tabs>
          <w:tab w:val="left" w:pos="2977"/>
        </w:tabs>
        <w:jc w:val="right"/>
      </w:pPr>
    </w:p>
    <w:p w14:paraId="1195A501" w14:textId="77777777" w:rsidR="00A209C2" w:rsidRPr="009D63C8" w:rsidRDefault="00766E52" w:rsidP="00C85FFB">
      <w:pPr>
        <w:pStyle w:val="UnterschriftName"/>
        <w:rPr>
          <w:rFonts w:ascii="Lucida Handwriting" w:hAnsi="Lucida Handwriting"/>
        </w:rPr>
      </w:pPr>
      <w:bookmarkStart w:id="0" w:name="_GoBack"/>
      <w:r w:rsidRPr="009D63C8">
        <w:rPr>
          <w:rFonts w:ascii="Lucida Handwriting" w:hAnsi="Lucida Handwriting"/>
        </w:rPr>
        <w:t xml:space="preserve">Maike </w:t>
      </w:r>
      <w:proofErr w:type="spellStart"/>
      <w:r w:rsidRPr="009D63C8">
        <w:rPr>
          <w:rFonts w:ascii="Lucida Handwriting" w:hAnsi="Lucida Handwriting"/>
        </w:rPr>
        <w:t>Renningsen</w:t>
      </w:r>
      <w:bookmarkEnd w:id="0"/>
      <w:proofErr w:type="spellEnd"/>
    </w:p>
    <w:sectPr w:rsidR="00A209C2" w:rsidRPr="009D63C8" w:rsidSect="006040DC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89C53" w14:textId="77777777" w:rsidR="006C2158" w:rsidRDefault="006C2158" w:rsidP="00D04998">
      <w:pPr>
        <w:spacing w:line="240" w:lineRule="auto"/>
      </w:pPr>
      <w:r>
        <w:separator/>
      </w:r>
    </w:p>
  </w:endnote>
  <w:endnote w:type="continuationSeparator" w:id="0">
    <w:p w14:paraId="4E216385" w14:textId="77777777" w:rsidR="006C2158" w:rsidRDefault="006C2158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99326" w14:textId="77777777" w:rsidR="006C2158" w:rsidRDefault="006C2158" w:rsidP="00D04998">
      <w:pPr>
        <w:spacing w:line="240" w:lineRule="auto"/>
      </w:pPr>
      <w:r>
        <w:separator/>
      </w:r>
    </w:p>
  </w:footnote>
  <w:footnote w:type="continuationSeparator" w:id="0">
    <w:p w14:paraId="7C634E3D" w14:textId="77777777" w:rsidR="006C2158" w:rsidRDefault="006C2158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E50"/>
    <w:multiLevelType w:val="hybridMultilevel"/>
    <w:tmpl w:val="5840F58E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17F95EC3"/>
    <w:multiLevelType w:val="hybridMultilevel"/>
    <w:tmpl w:val="32C61E82"/>
    <w:lvl w:ilvl="0" w:tplc="0407000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14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30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8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7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460" w:hanging="360"/>
      </w:pPr>
      <w:rPr>
        <w:rFonts w:ascii="Symbol" w:hAnsi="Symbol" w:hint="default"/>
      </w:rPr>
    </w:lvl>
  </w:abstractNum>
  <w:abstractNum w:abstractNumId="2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79D8"/>
    <w:rsid w:val="0001149E"/>
    <w:rsid w:val="00057461"/>
    <w:rsid w:val="000B1FA9"/>
    <w:rsid w:val="000D0FC8"/>
    <w:rsid w:val="00124892"/>
    <w:rsid w:val="001A165F"/>
    <w:rsid w:val="001B176B"/>
    <w:rsid w:val="001E090F"/>
    <w:rsid w:val="0021238A"/>
    <w:rsid w:val="002A5DBE"/>
    <w:rsid w:val="002C01DA"/>
    <w:rsid w:val="00327334"/>
    <w:rsid w:val="00370185"/>
    <w:rsid w:val="003B7D74"/>
    <w:rsid w:val="0040444D"/>
    <w:rsid w:val="004E1823"/>
    <w:rsid w:val="004F0647"/>
    <w:rsid w:val="005B4A0E"/>
    <w:rsid w:val="006040DC"/>
    <w:rsid w:val="00631380"/>
    <w:rsid w:val="006C2158"/>
    <w:rsid w:val="006D3345"/>
    <w:rsid w:val="006E04E6"/>
    <w:rsid w:val="006F5C84"/>
    <w:rsid w:val="00766E52"/>
    <w:rsid w:val="00770743"/>
    <w:rsid w:val="007B4E03"/>
    <w:rsid w:val="007C371D"/>
    <w:rsid w:val="008D286C"/>
    <w:rsid w:val="008D2E71"/>
    <w:rsid w:val="008D76FD"/>
    <w:rsid w:val="0095639B"/>
    <w:rsid w:val="009C6C44"/>
    <w:rsid w:val="009D01B1"/>
    <w:rsid w:val="009D63C8"/>
    <w:rsid w:val="00A209C2"/>
    <w:rsid w:val="00A479D8"/>
    <w:rsid w:val="00A66DEC"/>
    <w:rsid w:val="00AB6AAA"/>
    <w:rsid w:val="00AE72C8"/>
    <w:rsid w:val="00AE78BD"/>
    <w:rsid w:val="00B14BB3"/>
    <w:rsid w:val="00B46EB9"/>
    <w:rsid w:val="00B65920"/>
    <w:rsid w:val="00BF721A"/>
    <w:rsid w:val="00C841F7"/>
    <w:rsid w:val="00C85FFB"/>
    <w:rsid w:val="00CC6031"/>
    <w:rsid w:val="00CC7DA6"/>
    <w:rsid w:val="00D04998"/>
    <w:rsid w:val="00D373BC"/>
    <w:rsid w:val="00DF19CD"/>
    <w:rsid w:val="00DF7E68"/>
    <w:rsid w:val="00E37989"/>
    <w:rsid w:val="00EA037D"/>
    <w:rsid w:val="00EB3170"/>
    <w:rsid w:val="00F1444A"/>
    <w:rsid w:val="00F339CC"/>
    <w:rsid w:val="00F637C5"/>
    <w:rsid w:val="00FF1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28AB9B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040DC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6E04E6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C85FFB"/>
    <w:pPr>
      <w:jc w:val="right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040DC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040DC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eiche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eiche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D7BBC1DB</Template>
  <TotalTime>0</TotalTime>
  <Pages>1</Pages>
  <Words>157</Words>
  <Characters>995</Characters>
  <Application>Microsoft Office Word</Application>
  <DocSecurity>0</DocSecurity>
  <Lines>8</Lines>
  <Paragraphs>2</Paragraphs>
  <ScaleCrop>false</ScaleCrop>
  <Company>F G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2016-01-14T14:36:00Z</cp:lastPrinted>
  <dcterms:created xsi:type="dcterms:W3CDTF">2016-01-14T14:36:00Z</dcterms:created>
  <dcterms:modified xsi:type="dcterms:W3CDTF">2016-02-02T08:03:00Z</dcterms:modified>
</cp:coreProperties>
</file>