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123" w:rsidRDefault="00E27123" w:rsidP="00E27123">
      <w:pPr>
        <w:jc w:val="right"/>
      </w:pPr>
      <w:r>
        <w:t>Leonie Pfeiffer</w:t>
      </w:r>
    </w:p>
    <w:p w:rsidR="00E27123" w:rsidRDefault="00E27123" w:rsidP="00E27123">
      <w:pPr>
        <w:jc w:val="right"/>
      </w:pPr>
      <w:r>
        <w:t>Winsstr. 60</w:t>
      </w:r>
    </w:p>
    <w:p w:rsidR="00E27123" w:rsidRDefault="00E27123" w:rsidP="00E27123">
      <w:pPr>
        <w:jc w:val="right"/>
      </w:pPr>
      <w:r>
        <w:t>10405 Berlin</w:t>
      </w:r>
    </w:p>
    <w:p w:rsidR="00E27123" w:rsidRDefault="00E27123" w:rsidP="00E27123">
      <w:pPr>
        <w:jc w:val="right"/>
      </w:pPr>
      <w:r>
        <w:t>Tel.: 030 123456789</w:t>
      </w:r>
    </w:p>
    <w:p w:rsidR="00E27123" w:rsidRPr="00E27123" w:rsidRDefault="00E27123" w:rsidP="00E27123">
      <w:pPr>
        <w:jc w:val="right"/>
        <w:rPr>
          <w:lang w:val="en-US"/>
        </w:rPr>
      </w:pPr>
      <w:r w:rsidRPr="00E27123">
        <w:rPr>
          <w:lang w:val="en-US"/>
        </w:rPr>
        <w:t>E-Mail: pfeiffer@webmail.de</w:t>
      </w:r>
    </w:p>
    <w:p w:rsidR="007C371D" w:rsidRPr="00E27123" w:rsidRDefault="007C371D" w:rsidP="007C371D">
      <w:pPr>
        <w:rPr>
          <w:lang w:val="en-US"/>
        </w:rPr>
      </w:pPr>
    </w:p>
    <w:p w:rsidR="008C145D" w:rsidRPr="00E27123" w:rsidRDefault="008C145D" w:rsidP="007C371D">
      <w:pPr>
        <w:rPr>
          <w:lang w:val="en-US"/>
        </w:rPr>
      </w:pPr>
    </w:p>
    <w:p w:rsidR="00E27123" w:rsidRPr="00E27123" w:rsidRDefault="00E27123" w:rsidP="00E27123">
      <w:pPr>
        <w:rPr>
          <w:lang w:val="en-US"/>
        </w:rPr>
      </w:pPr>
      <w:proofErr w:type="spellStart"/>
      <w:r w:rsidRPr="00E27123">
        <w:rPr>
          <w:lang w:val="en-US"/>
        </w:rPr>
        <w:t>Deubner</w:t>
      </w:r>
      <w:proofErr w:type="spellEnd"/>
      <w:r w:rsidRPr="00E27123">
        <w:rPr>
          <w:lang w:val="en-US"/>
        </w:rPr>
        <w:t xml:space="preserve"> Cosmetics GmbH</w:t>
      </w:r>
    </w:p>
    <w:p w:rsidR="00E27123" w:rsidRDefault="00E27123" w:rsidP="00E27123">
      <w:r>
        <w:t>Frau Sara Velten</w:t>
      </w:r>
    </w:p>
    <w:p w:rsidR="00E27123" w:rsidRDefault="00E27123" w:rsidP="00E27123">
      <w:r>
        <w:t>Personalabteilung</w:t>
      </w:r>
    </w:p>
    <w:p w:rsidR="00E27123" w:rsidRDefault="00E27123" w:rsidP="00E27123">
      <w:r>
        <w:t>Gustav-Adolf-Str. 117–123</w:t>
      </w:r>
    </w:p>
    <w:p w:rsidR="00E27123" w:rsidRDefault="00E27123" w:rsidP="00E27123">
      <w:r>
        <w:t>13086 Berlin</w:t>
      </w:r>
    </w:p>
    <w:p w:rsidR="007C371D" w:rsidRPr="007C371D" w:rsidRDefault="007C371D" w:rsidP="007C371D"/>
    <w:p w:rsidR="007C371D" w:rsidRPr="007C371D" w:rsidRDefault="007C371D" w:rsidP="007C371D"/>
    <w:p w:rsidR="007C371D" w:rsidRPr="007C371D" w:rsidRDefault="007C371D" w:rsidP="007C371D">
      <w:pPr>
        <w:jc w:val="right"/>
      </w:pPr>
      <w:r w:rsidRPr="007C371D">
        <w:t>1.</w:t>
      </w:r>
      <w:r w:rsidR="00E27123">
        <w:t>2</w:t>
      </w:r>
      <w:r w:rsidRPr="007C371D">
        <w:t>.201</w:t>
      </w:r>
      <w:r>
        <w:t>6</w:t>
      </w:r>
    </w:p>
    <w:p w:rsidR="007C371D" w:rsidRPr="007C371D" w:rsidRDefault="007C371D" w:rsidP="007C371D"/>
    <w:p w:rsidR="007C371D" w:rsidRPr="007C371D" w:rsidRDefault="007C371D" w:rsidP="007C371D"/>
    <w:p w:rsidR="00E27123" w:rsidRPr="00E27123" w:rsidRDefault="00E27123" w:rsidP="00E27123">
      <w:pPr>
        <w:rPr>
          <w:b/>
        </w:rPr>
      </w:pPr>
      <w:r w:rsidRPr="00E27123">
        <w:rPr>
          <w:b/>
        </w:rPr>
        <w:t>Bitte um ein Zwischenzeugnis</w:t>
      </w:r>
    </w:p>
    <w:p w:rsidR="007C371D" w:rsidRPr="007C371D" w:rsidRDefault="007C371D" w:rsidP="007C371D"/>
    <w:p w:rsidR="007C371D" w:rsidRPr="007C371D" w:rsidRDefault="007C371D" w:rsidP="007C371D"/>
    <w:p w:rsidR="00E27123" w:rsidRDefault="00E27123" w:rsidP="00E27123">
      <w:r>
        <w:t>Sehr geehrte Frau Velten,</w:t>
      </w:r>
    </w:p>
    <w:p w:rsidR="00E27123" w:rsidRPr="007C371D" w:rsidRDefault="00E27123" w:rsidP="00E27123">
      <w:pPr>
        <w:rPr>
          <w:sz w:val="14"/>
          <w:szCs w:val="14"/>
        </w:rPr>
      </w:pPr>
    </w:p>
    <w:p w:rsidR="00E27123" w:rsidRDefault="00E27123" w:rsidP="00E27123">
      <w:r>
        <w:t xml:space="preserve">da mein Vorgesetzter, Herr Jakob Sebastian, unser Unternehmen zum 1. März 2016 verlässt, bitte ich um ein qualifiziertes Zwischenzeugnis. </w:t>
      </w:r>
    </w:p>
    <w:p w:rsidR="00E27123" w:rsidRPr="007C371D" w:rsidRDefault="00E27123" w:rsidP="00E27123">
      <w:pPr>
        <w:rPr>
          <w:sz w:val="14"/>
          <w:szCs w:val="14"/>
        </w:rPr>
      </w:pPr>
    </w:p>
    <w:p w:rsidR="00E27123" w:rsidRDefault="00E27123" w:rsidP="00E27123">
      <w:r>
        <w:t>Mit freundlichen Grüßen</w:t>
      </w:r>
    </w:p>
    <w:p w:rsidR="003A361C" w:rsidRPr="007C371D" w:rsidRDefault="003A361C" w:rsidP="003A361C"/>
    <w:p w:rsidR="0095639B" w:rsidRPr="005F3793" w:rsidRDefault="00E27123" w:rsidP="00A61A66">
      <w:pPr>
        <w:pStyle w:val="UnterschriftName"/>
      </w:pPr>
      <w:bookmarkStart w:id="0" w:name="_GoBack"/>
      <w:r w:rsidRPr="005F3793">
        <w:t xml:space="preserve">Leonie </w:t>
      </w:r>
      <w:r w:rsidR="00A61A66" w:rsidRPr="005F3793">
        <w:t xml:space="preserve"> </w:t>
      </w:r>
      <w:r w:rsidRPr="005F3793">
        <w:t>Pfeiffer</w:t>
      </w:r>
      <w:bookmarkEnd w:id="0"/>
    </w:p>
    <w:sectPr w:rsidR="0095639B" w:rsidRPr="005F3793" w:rsidSect="00BF465A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93B" w:rsidRDefault="00E0593B" w:rsidP="00D04998">
      <w:pPr>
        <w:spacing w:line="240" w:lineRule="auto"/>
      </w:pPr>
      <w:r>
        <w:separator/>
      </w:r>
    </w:p>
  </w:endnote>
  <w:endnote w:type="continuationSeparator" w:id="0">
    <w:p w:rsidR="00E0593B" w:rsidRDefault="00E0593B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altName w:val="Chalkboard Bold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93B" w:rsidRDefault="00E0593B" w:rsidP="00D04998">
      <w:pPr>
        <w:spacing w:line="240" w:lineRule="auto"/>
      </w:pPr>
      <w:r>
        <w:separator/>
      </w:r>
    </w:p>
  </w:footnote>
  <w:footnote w:type="continuationSeparator" w:id="0">
    <w:p w:rsidR="00E0593B" w:rsidRDefault="00E0593B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B1FA9"/>
    <w:rsid w:val="000D0FC8"/>
    <w:rsid w:val="00141B68"/>
    <w:rsid w:val="001D0B81"/>
    <w:rsid w:val="001F67C0"/>
    <w:rsid w:val="0021238A"/>
    <w:rsid w:val="00286F60"/>
    <w:rsid w:val="00370185"/>
    <w:rsid w:val="003A361C"/>
    <w:rsid w:val="003B7D74"/>
    <w:rsid w:val="004F0647"/>
    <w:rsid w:val="005040AE"/>
    <w:rsid w:val="005F3793"/>
    <w:rsid w:val="00631380"/>
    <w:rsid w:val="006F5C84"/>
    <w:rsid w:val="00770743"/>
    <w:rsid w:val="007C371D"/>
    <w:rsid w:val="008C145D"/>
    <w:rsid w:val="008D2E71"/>
    <w:rsid w:val="008D76FD"/>
    <w:rsid w:val="008F69BF"/>
    <w:rsid w:val="0095639B"/>
    <w:rsid w:val="009D01B1"/>
    <w:rsid w:val="00A479D8"/>
    <w:rsid w:val="00A61A66"/>
    <w:rsid w:val="00A66DEC"/>
    <w:rsid w:val="00AB5BC5"/>
    <w:rsid w:val="00AB6AAA"/>
    <w:rsid w:val="00AE72C8"/>
    <w:rsid w:val="00B14BB3"/>
    <w:rsid w:val="00BA4FE8"/>
    <w:rsid w:val="00BF465A"/>
    <w:rsid w:val="00C841F7"/>
    <w:rsid w:val="00CC6031"/>
    <w:rsid w:val="00CC7DA6"/>
    <w:rsid w:val="00D04998"/>
    <w:rsid w:val="00DE0492"/>
    <w:rsid w:val="00DF7E68"/>
    <w:rsid w:val="00E0593B"/>
    <w:rsid w:val="00E27123"/>
    <w:rsid w:val="00E37989"/>
    <w:rsid w:val="00EA037D"/>
    <w:rsid w:val="00EB3170"/>
    <w:rsid w:val="00F1444A"/>
    <w:rsid w:val="00F339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F67C0"/>
    <w:pPr>
      <w:spacing w:line="310" w:lineRule="exact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BA4FE8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A61A66"/>
    <w:pPr>
      <w:spacing w:before="120"/>
    </w:pPr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Musterbrief">
    <w:name w:val="Musterbrief"/>
    <w:basedOn w:val="Standard"/>
    <w:uiPriority w:val="99"/>
    <w:rsid w:val="00E27123"/>
    <w:pPr>
      <w:widowControl w:val="0"/>
      <w:autoSpaceDE w:val="0"/>
      <w:autoSpaceDN w:val="0"/>
      <w:adjustRightInd w:val="0"/>
      <w:spacing w:line="338" w:lineRule="atLeast"/>
      <w:textAlignment w:val="center"/>
    </w:pPr>
    <w:rPr>
      <w:rFonts w:ascii="TimesNewRomanPSMT" w:hAnsi="TimesNewRomanPSMT" w:cs="TimesNewRomanPSMT"/>
      <w:color w:val="000000"/>
      <w:sz w:val="26"/>
      <w:szCs w:val="26"/>
    </w:rPr>
  </w:style>
  <w:style w:type="paragraph" w:customStyle="1" w:styleId="Unterschriftmnnlich">
    <w:name w:val="Unterschrift männlich"/>
    <w:basedOn w:val="Standard"/>
    <w:uiPriority w:val="99"/>
    <w:rsid w:val="00E2712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stral" w:hAnsi="Mistral" w:cs="Mistral"/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F67C0"/>
    <w:pPr>
      <w:spacing w:line="310" w:lineRule="exact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BA4FE8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A61A66"/>
    <w:pPr>
      <w:spacing w:before="120"/>
    </w:pPr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Musterbrief">
    <w:name w:val="Musterbrief"/>
    <w:basedOn w:val="Standard"/>
    <w:uiPriority w:val="99"/>
    <w:rsid w:val="00E27123"/>
    <w:pPr>
      <w:widowControl w:val="0"/>
      <w:autoSpaceDE w:val="0"/>
      <w:autoSpaceDN w:val="0"/>
      <w:adjustRightInd w:val="0"/>
      <w:spacing w:line="338" w:lineRule="atLeast"/>
      <w:textAlignment w:val="center"/>
    </w:pPr>
    <w:rPr>
      <w:rFonts w:ascii="TimesNewRomanPSMT" w:hAnsi="TimesNewRomanPSMT" w:cs="TimesNewRomanPSMT"/>
      <w:color w:val="000000"/>
      <w:sz w:val="26"/>
      <w:szCs w:val="26"/>
    </w:rPr>
  </w:style>
  <w:style w:type="paragraph" w:customStyle="1" w:styleId="Unterschriftmnnlich">
    <w:name w:val="Unterschrift männlich"/>
    <w:basedOn w:val="Standard"/>
    <w:uiPriority w:val="99"/>
    <w:rsid w:val="00E2712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stral" w:hAnsi="Mistral" w:cs="Mistral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406782FF</Template>
  <TotalTime>0</TotalTime>
  <Pages>1</Pages>
  <Words>60</Words>
  <Characters>381</Characters>
  <Application>Microsoft Office Word</Application>
  <DocSecurity>0</DocSecurity>
  <Lines>3</Lines>
  <Paragraphs>1</Paragraphs>
  <ScaleCrop>false</ScaleCrop>
  <Company>F G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von Laffert, Juliane</cp:lastModifiedBy>
  <cp:revision>3</cp:revision>
  <cp:lastPrinted>2015-11-10T08:23:00Z</cp:lastPrinted>
  <dcterms:created xsi:type="dcterms:W3CDTF">2016-01-14T14:06:00Z</dcterms:created>
  <dcterms:modified xsi:type="dcterms:W3CDTF">2016-02-02T08:02:00Z</dcterms:modified>
</cp:coreProperties>
</file>